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D0" w:rsidRPr="00FC1941" w:rsidRDefault="009050D0" w:rsidP="00771049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4</w:t>
      </w:r>
    </w:p>
    <w:p w:rsidR="009050D0" w:rsidRDefault="009050D0" w:rsidP="0097218E">
      <w:pPr>
        <w:jc w:val="right"/>
      </w:pPr>
      <w:r w:rsidRPr="005C4EAF">
        <w:t xml:space="preserve">к </w:t>
      </w:r>
      <w:r>
        <w:t xml:space="preserve">  решению Совета </w:t>
      </w:r>
    </w:p>
    <w:p w:rsidR="009050D0" w:rsidRDefault="009050D0" w:rsidP="0097218E">
      <w:pPr>
        <w:jc w:val="right"/>
      </w:pPr>
      <w:r>
        <w:t>депутатов Мерлинского сельского поселения</w:t>
      </w:r>
    </w:p>
    <w:p w:rsidR="009050D0" w:rsidRDefault="009050D0" w:rsidP="0097218E">
      <w:pPr>
        <w:jc w:val="right"/>
      </w:pPr>
      <w:r>
        <w:t xml:space="preserve">Краснинского района  Смоленской области </w:t>
      </w:r>
    </w:p>
    <w:p w:rsidR="009050D0" w:rsidRDefault="009050D0" w:rsidP="0097218E">
      <w:pPr>
        <w:jc w:val="right"/>
      </w:pPr>
      <w:r w:rsidRPr="005C4EAF">
        <w:t xml:space="preserve"> </w:t>
      </w:r>
      <w:r>
        <w:t>«Об исполнении</w:t>
      </w:r>
    </w:p>
    <w:p w:rsidR="009050D0" w:rsidRDefault="009050D0" w:rsidP="0097218E">
      <w:pPr>
        <w:jc w:val="right"/>
      </w:pPr>
      <w:r>
        <w:t xml:space="preserve"> бюджета Маньковского сельского поселения</w:t>
      </w:r>
    </w:p>
    <w:p w:rsidR="009050D0" w:rsidRDefault="009050D0" w:rsidP="0097218E">
      <w:pPr>
        <w:jc w:val="right"/>
      </w:pPr>
      <w:r>
        <w:t xml:space="preserve">Краснинского района Смоленской области </w:t>
      </w:r>
    </w:p>
    <w:p w:rsidR="009050D0" w:rsidRPr="00696106" w:rsidRDefault="009050D0" w:rsidP="0097218E">
      <w:pPr>
        <w:ind w:firstLine="709"/>
        <w:jc w:val="right"/>
      </w:pPr>
      <w:r>
        <w:t>за  2017 год»</w:t>
      </w:r>
    </w:p>
    <w:p w:rsidR="009050D0" w:rsidRDefault="009050D0" w:rsidP="0097218E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от 25.04.2018 года     №17    </w:t>
      </w:r>
    </w:p>
    <w:p w:rsidR="009050D0" w:rsidRPr="00F724AE" w:rsidRDefault="009050D0" w:rsidP="00771049">
      <w:pPr>
        <w:jc w:val="center"/>
        <w:rPr>
          <w:b/>
        </w:rPr>
      </w:pPr>
      <w:r w:rsidRPr="00F724AE">
        <w:rPr>
          <w:b/>
        </w:rPr>
        <w:t xml:space="preserve">Расходы бюджета муниципального образования </w:t>
      </w:r>
      <w:r>
        <w:rPr>
          <w:b/>
        </w:rPr>
        <w:t>Маньковского</w:t>
      </w:r>
      <w:r w:rsidRPr="00F724AE">
        <w:rPr>
          <w:b/>
        </w:rPr>
        <w:t xml:space="preserve"> сельского поселения Краснинского района Смоленской области за 201</w:t>
      </w:r>
      <w:r>
        <w:rPr>
          <w:b/>
        </w:rPr>
        <w:t>7</w:t>
      </w:r>
      <w:r w:rsidRPr="00F724AE">
        <w:rPr>
          <w:b/>
        </w:rPr>
        <w:t xml:space="preserve"> год по разделам и подразделам классификации расходов бюджета</w:t>
      </w:r>
    </w:p>
    <w:p w:rsidR="009050D0" w:rsidRDefault="009050D0" w:rsidP="00F724AE">
      <w:pPr>
        <w:jc w:val="right"/>
      </w:pPr>
    </w:p>
    <w:p w:rsidR="009050D0" w:rsidRDefault="009050D0" w:rsidP="00F724AE">
      <w:pPr>
        <w:jc w:val="right"/>
      </w:pPr>
      <w:r>
        <w:t>(тыс.рублей)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6733"/>
        <w:gridCol w:w="1038"/>
        <w:gridCol w:w="727"/>
        <w:gridCol w:w="1150"/>
      </w:tblGrid>
      <w:tr w:rsidR="009050D0" w:rsidRPr="00750A6A" w:rsidTr="00C13AB1">
        <w:trPr>
          <w:cantSplit/>
          <w:trHeight w:val="1462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D0" w:rsidRPr="00750A6A" w:rsidRDefault="009050D0" w:rsidP="002B39E5">
            <w:pPr>
              <w:ind w:right="78"/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Наименование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0D0" w:rsidRPr="00750A6A" w:rsidRDefault="009050D0" w:rsidP="002B39E5">
            <w:pPr>
              <w:pStyle w:val="Heading3"/>
              <w:jc w:val="center"/>
              <w:rPr>
                <w:sz w:val="24"/>
                <w:szCs w:val="24"/>
              </w:rPr>
            </w:pPr>
            <w:r w:rsidRPr="00750A6A">
              <w:rPr>
                <w:sz w:val="24"/>
                <w:szCs w:val="24"/>
              </w:rPr>
              <w:t>Раздел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0D0" w:rsidRPr="00750A6A" w:rsidRDefault="009050D0" w:rsidP="002B39E5">
            <w:pPr>
              <w:ind w:left="113" w:right="113"/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Подраздел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50D0" w:rsidRPr="00750A6A" w:rsidRDefault="009050D0" w:rsidP="002B39E5">
            <w:pPr>
              <w:pStyle w:val="Heading4"/>
              <w:rPr>
                <w:sz w:val="24"/>
                <w:szCs w:val="24"/>
              </w:rPr>
            </w:pPr>
            <w:r w:rsidRPr="00750A6A">
              <w:rPr>
                <w:sz w:val="24"/>
                <w:szCs w:val="24"/>
              </w:rPr>
              <w:t>Сумма</w:t>
            </w:r>
          </w:p>
        </w:tc>
      </w:tr>
      <w:tr w:rsidR="009050D0" w:rsidRPr="00750A6A" w:rsidTr="00C13AB1">
        <w:trPr>
          <w:trHeight w:val="279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CC45A0">
            <w:pPr>
              <w:ind w:right="7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Маньковское</w:t>
            </w:r>
            <w:r w:rsidRPr="00750A6A">
              <w:rPr>
                <w:b/>
                <w:color w:val="000000"/>
              </w:rPr>
              <w:t xml:space="preserve"> сельское поселение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</w:tr>
      <w:tr w:rsidR="009050D0" w:rsidRPr="00750A6A" w:rsidTr="00C13AB1">
        <w:trPr>
          <w:trHeight w:val="236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9721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1887,0</w:t>
            </w:r>
          </w:p>
        </w:tc>
      </w:tr>
      <w:tr w:rsidR="009050D0" w:rsidRPr="009C7D52" w:rsidTr="00C13AB1">
        <w:trPr>
          <w:trHeight w:val="330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 w:rsidRPr="009C7D5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369,6</w:t>
            </w:r>
          </w:p>
        </w:tc>
      </w:tr>
      <w:tr w:rsidR="009050D0" w:rsidRPr="009C7D52" w:rsidTr="00C13AB1">
        <w:trPr>
          <w:trHeight w:val="56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 w:rsidRPr="009C7D5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9B15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1369,7</w:t>
            </w:r>
          </w:p>
        </w:tc>
      </w:tr>
      <w:tr w:rsidR="009050D0" w:rsidRPr="009C7D52" w:rsidTr="00C13AB1">
        <w:trPr>
          <w:trHeight w:val="330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 w:rsidRPr="009C7D52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CC4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</w:t>
            </w:r>
          </w:p>
        </w:tc>
      </w:tr>
      <w:tr w:rsidR="009050D0" w:rsidRPr="002510A9" w:rsidTr="00C13AB1">
        <w:trPr>
          <w:trHeight w:val="253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ind w:right="78"/>
              <w:rPr>
                <w:color w:val="000000"/>
              </w:rPr>
            </w:pPr>
            <w:r w:rsidRPr="006F3F57">
              <w:rPr>
                <w:color w:val="000000"/>
                <w:sz w:val="22"/>
              </w:rPr>
              <w:t>Обеспечение проведение выборов и референдумов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66,9</w:t>
            </w:r>
          </w:p>
        </w:tc>
      </w:tr>
      <w:tr w:rsidR="009050D0" w:rsidRPr="002510A9" w:rsidTr="009B15F3">
        <w:trPr>
          <w:trHeight w:val="294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ind w:right="78"/>
              <w:rPr>
                <w:color w:val="000000"/>
              </w:rPr>
            </w:pPr>
            <w:r w:rsidRPr="002510A9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 w:rsidRPr="002510A9">
              <w:rPr>
                <w:color w:val="000000"/>
              </w:rPr>
              <w:t>01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 w:rsidRPr="002510A9">
              <w:rPr>
                <w:color w:val="000000"/>
              </w:rPr>
              <w:t>13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2510A9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61,1</w:t>
            </w:r>
          </w:p>
        </w:tc>
      </w:tr>
      <w:tr w:rsidR="009050D0" w:rsidRPr="00750A6A" w:rsidTr="00C13AB1">
        <w:trPr>
          <w:trHeight w:val="253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02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</w:tr>
      <w:tr w:rsidR="009050D0" w:rsidRPr="009C7D52" w:rsidTr="00C13AB1">
        <w:trPr>
          <w:trHeight w:val="253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 w:rsidRPr="009C7D52">
              <w:rPr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58,0</w:t>
            </w:r>
          </w:p>
        </w:tc>
      </w:tr>
      <w:tr w:rsidR="009050D0" w:rsidRPr="00750A6A" w:rsidTr="00C13AB1">
        <w:trPr>
          <w:trHeight w:val="382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</w:rPr>
            </w:pPr>
            <w:r w:rsidRPr="00750A6A">
              <w:rPr>
                <w:b/>
              </w:rPr>
              <w:t>Национальная экономика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375,5</w:t>
            </w:r>
          </w:p>
        </w:tc>
      </w:tr>
      <w:tr w:rsidR="009050D0" w:rsidRPr="009C7D52" w:rsidTr="00C13AB1">
        <w:trPr>
          <w:trHeight w:val="382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</w:pPr>
            <w:r w:rsidRPr="009C7D52">
              <w:t>Дорожное хозяйство (дорожные фонды)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375,5</w:t>
            </w:r>
          </w:p>
        </w:tc>
      </w:tr>
      <w:tr w:rsidR="009050D0" w:rsidRPr="00750A6A" w:rsidTr="00C13AB1">
        <w:trPr>
          <w:trHeight w:val="382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 w:rsidRPr="00750A6A">
              <w:rPr>
                <w:b/>
                <w:color w:val="000000"/>
              </w:rPr>
              <w:t>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97218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649,8</w:t>
            </w:r>
          </w:p>
        </w:tc>
      </w:tr>
      <w:tr w:rsidR="009050D0" w:rsidRPr="009C7D52" w:rsidTr="00C13AB1">
        <w:trPr>
          <w:trHeight w:val="253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Default="009050D0" w:rsidP="002B39E5">
            <w:pPr>
              <w:jc w:val="center"/>
            </w:pPr>
            <w:r>
              <w:t>3,7</w:t>
            </w:r>
          </w:p>
        </w:tc>
      </w:tr>
      <w:tr w:rsidR="009050D0" w:rsidRPr="009C7D52" w:rsidTr="00C13AB1">
        <w:trPr>
          <w:trHeight w:val="253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  <w:rPr>
                <w:color w:val="000000"/>
              </w:rPr>
            </w:pPr>
            <w:r w:rsidRPr="009C7D52">
              <w:rPr>
                <w:color w:val="000000"/>
              </w:rPr>
              <w:t>Коммунальное хозяйство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  <w:rPr>
                <w:color w:val="000000"/>
              </w:rPr>
            </w:pPr>
            <w:r w:rsidRPr="009C7D52">
              <w:rPr>
                <w:color w:val="000000"/>
              </w:rPr>
              <w:t>02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</w:pPr>
            <w:r>
              <w:t>422,2</w:t>
            </w:r>
          </w:p>
        </w:tc>
      </w:tr>
      <w:tr w:rsidR="009050D0" w:rsidRPr="009C7D52" w:rsidTr="00C13AB1">
        <w:trPr>
          <w:trHeight w:val="27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ind w:right="78"/>
            </w:pPr>
            <w:r w:rsidRPr="009C7D52">
              <w:t>Благоустройство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</w:pPr>
            <w:r w:rsidRPr="009C7D52">
              <w:t>05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</w:pPr>
            <w:r w:rsidRPr="009C7D52">
              <w:t>03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C7D52" w:rsidRDefault="009050D0" w:rsidP="002B39E5">
            <w:pPr>
              <w:jc w:val="center"/>
            </w:pPr>
            <w:r>
              <w:t>224,0</w:t>
            </w:r>
          </w:p>
        </w:tc>
      </w:tr>
      <w:tr w:rsidR="009050D0" w:rsidRPr="00750A6A" w:rsidTr="00C13AB1">
        <w:trPr>
          <w:trHeight w:val="305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Социальная политика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Default="009050D0" w:rsidP="002B39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345,6</w:t>
            </w:r>
          </w:p>
        </w:tc>
      </w:tr>
      <w:tr w:rsidR="009050D0" w:rsidRPr="00750A6A" w:rsidTr="00C13AB1">
        <w:trPr>
          <w:trHeight w:val="305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ind w:right="78"/>
              <w:rPr>
                <w:iCs/>
                <w:color w:val="000000"/>
              </w:rPr>
            </w:pPr>
            <w:r w:rsidRPr="0097218E">
              <w:rPr>
                <w:iCs/>
                <w:color w:val="000000"/>
              </w:rPr>
              <w:t>Пенсионное обеспечение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</w:pPr>
            <w:r w:rsidRPr="0097218E"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</w:pPr>
            <w:r w:rsidRPr="0097218E">
              <w:t>01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  <w:rPr>
                <w:color w:val="000000"/>
              </w:rPr>
            </w:pPr>
            <w:r w:rsidRPr="0097218E">
              <w:rPr>
                <w:color w:val="000000"/>
              </w:rPr>
              <w:t>180,6</w:t>
            </w:r>
          </w:p>
        </w:tc>
      </w:tr>
      <w:tr w:rsidR="009050D0" w:rsidRPr="00750A6A" w:rsidTr="00C13AB1">
        <w:trPr>
          <w:trHeight w:val="305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ind w:right="78"/>
              <w:rPr>
                <w:iCs/>
                <w:color w:val="000000"/>
              </w:rPr>
            </w:pPr>
            <w:r w:rsidRPr="0097218E">
              <w:rPr>
                <w:iCs/>
                <w:color w:val="000000"/>
              </w:rPr>
              <w:t>Охрана семьи и детства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</w:pPr>
            <w:r w:rsidRPr="0097218E"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</w:pPr>
            <w:r w:rsidRPr="0097218E">
              <w:t>04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97218E" w:rsidRDefault="009050D0" w:rsidP="002B39E5">
            <w:pPr>
              <w:jc w:val="center"/>
              <w:rPr>
                <w:color w:val="000000"/>
              </w:rPr>
            </w:pPr>
            <w:r w:rsidRPr="0097218E">
              <w:rPr>
                <w:color w:val="000000"/>
              </w:rPr>
              <w:t>165,0</w:t>
            </w:r>
          </w:p>
        </w:tc>
      </w:tr>
      <w:tr w:rsidR="009050D0" w:rsidRPr="00750A6A" w:rsidTr="00C13AB1">
        <w:trPr>
          <w:trHeight w:val="305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ind w:right="78"/>
              <w:rPr>
                <w:b/>
                <w:iCs/>
                <w:color w:val="000000"/>
              </w:rPr>
            </w:pPr>
            <w:r w:rsidRPr="00750A6A">
              <w:rPr>
                <w:b/>
                <w:iCs/>
                <w:color w:val="000000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0D0" w:rsidRPr="00750A6A" w:rsidRDefault="009050D0" w:rsidP="002B39E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3315,9</w:t>
            </w:r>
          </w:p>
        </w:tc>
      </w:tr>
    </w:tbl>
    <w:p w:rsidR="009050D0" w:rsidRDefault="009050D0" w:rsidP="00362648"/>
    <w:sectPr w:rsidR="009050D0" w:rsidSect="005365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AC3"/>
    <w:multiLevelType w:val="hybridMultilevel"/>
    <w:tmpl w:val="69FED410"/>
    <w:lvl w:ilvl="0" w:tplc="45BA5E2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069536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33286F"/>
    <w:multiLevelType w:val="hybridMultilevel"/>
    <w:tmpl w:val="1EE0C25E"/>
    <w:lvl w:ilvl="0" w:tplc="823C99C8">
      <w:start w:val="2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3">
    <w:nsid w:val="1C605823"/>
    <w:multiLevelType w:val="hybridMultilevel"/>
    <w:tmpl w:val="4074EC50"/>
    <w:lvl w:ilvl="0" w:tplc="9C6EBAC2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D4D447F"/>
    <w:multiLevelType w:val="hybridMultilevel"/>
    <w:tmpl w:val="0BCCE7B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3C755B"/>
    <w:multiLevelType w:val="hybridMultilevel"/>
    <w:tmpl w:val="618223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B87599"/>
    <w:multiLevelType w:val="hybridMultilevel"/>
    <w:tmpl w:val="2A429A5A"/>
    <w:lvl w:ilvl="0" w:tplc="7310ADF6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422D05F0"/>
    <w:multiLevelType w:val="hybridMultilevel"/>
    <w:tmpl w:val="9DFC3AC4"/>
    <w:lvl w:ilvl="0" w:tplc="09EE38E2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>
    <w:nsid w:val="439A23D5"/>
    <w:multiLevelType w:val="hybridMultilevel"/>
    <w:tmpl w:val="79CE77C6"/>
    <w:lvl w:ilvl="0" w:tplc="41B084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5A91BC7"/>
    <w:multiLevelType w:val="hybridMultilevel"/>
    <w:tmpl w:val="74A4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D21319"/>
    <w:multiLevelType w:val="hybridMultilevel"/>
    <w:tmpl w:val="0688F990"/>
    <w:lvl w:ilvl="0" w:tplc="F9DAE3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542561FC"/>
    <w:multiLevelType w:val="hybridMultilevel"/>
    <w:tmpl w:val="58A4250A"/>
    <w:lvl w:ilvl="0" w:tplc="301897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70C87719"/>
    <w:multiLevelType w:val="hybridMultilevel"/>
    <w:tmpl w:val="FE92E4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51A44C4"/>
    <w:multiLevelType w:val="hybridMultilevel"/>
    <w:tmpl w:val="E4EA8456"/>
    <w:lvl w:ilvl="0" w:tplc="5328B78C">
      <w:start w:val="2"/>
      <w:numFmt w:val="bullet"/>
      <w:lvlText w:val="-"/>
      <w:lvlJc w:val="left"/>
      <w:pPr>
        <w:tabs>
          <w:tab w:val="num" w:pos="2415"/>
        </w:tabs>
        <w:ind w:left="24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4"/>
  </w:num>
  <w:num w:numId="8">
    <w:abstractNumId w:val="12"/>
  </w:num>
  <w:num w:numId="9">
    <w:abstractNumId w:val="1"/>
  </w:num>
  <w:num w:numId="10">
    <w:abstractNumId w:val="7"/>
  </w:num>
  <w:num w:numId="11">
    <w:abstractNumId w:val="13"/>
  </w:num>
  <w:num w:numId="12">
    <w:abstractNumId w:val="2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049"/>
    <w:rsid w:val="00000290"/>
    <w:rsid w:val="00000527"/>
    <w:rsid w:val="00000B9B"/>
    <w:rsid w:val="00000E3E"/>
    <w:rsid w:val="000016BF"/>
    <w:rsid w:val="00001FF6"/>
    <w:rsid w:val="000027BF"/>
    <w:rsid w:val="00002FE7"/>
    <w:rsid w:val="000030A8"/>
    <w:rsid w:val="00003723"/>
    <w:rsid w:val="00003746"/>
    <w:rsid w:val="00003926"/>
    <w:rsid w:val="00003C56"/>
    <w:rsid w:val="00004054"/>
    <w:rsid w:val="00004685"/>
    <w:rsid w:val="00004880"/>
    <w:rsid w:val="00004906"/>
    <w:rsid w:val="00004C8A"/>
    <w:rsid w:val="00005022"/>
    <w:rsid w:val="0000523F"/>
    <w:rsid w:val="00005246"/>
    <w:rsid w:val="00005314"/>
    <w:rsid w:val="0000572D"/>
    <w:rsid w:val="000058E0"/>
    <w:rsid w:val="000059E5"/>
    <w:rsid w:val="0000732C"/>
    <w:rsid w:val="000074FF"/>
    <w:rsid w:val="0000757F"/>
    <w:rsid w:val="0000776D"/>
    <w:rsid w:val="000079C5"/>
    <w:rsid w:val="00007A48"/>
    <w:rsid w:val="00007EF2"/>
    <w:rsid w:val="00010099"/>
    <w:rsid w:val="000101ED"/>
    <w:rsid w:val="00010927"/>
    <w:rsid w:val="0001113E"/>
    <w:rsid w:val="000115FD"/>
    <w:rsid w:val="00011798"/>
    <w:rsid w:val="00011CEC"/>
    <w:rsid w:val="00011D09"/>
    <w:rsid w:val="00011F29"/>
    <w:rsid w:val="00012237"/>
    <w:rsid w:val="0001334E"/>
    <w:rsid w:val="000133A3"/>
    <w:rsid w:val="00013AE3"/>
    <w:rsid w:val="00013BD1"/>
    <w:rsid w:val="00013F0A"/>
    <w:rsid w:val="0001438C"/>
    <w:rsid w:val="00014446"/>
    <w:rsid w:val="0001473C"/>
    <w:rsid w:val="000147E2"/>
    <w:rsid w:val="000147EA"/>
    <w:rsid w:val="00014F74"/>
    <w:rsid w:val="00015748"/>
    <w:rsid w:val="00016134"/>
    <w:rsid w:val="000163A2"/>
    <w:rsid w:val="000165CC"/>
    <w:rsid w:val="00016865"/>
    <w:rsid w:val="00016E81"/>
    <w:rsid w:val="00017068"/>
    <w:rsid w:val="000174CE"/>
    <w:rsid w:val="00017585"/>
    <w:rsid w:val="000176C7"/>
    <w:rsid w:val="00020589"/>
    <w:rsid w:val="00020780"/>
    <w:rsid w:val="00020F30"/>
    <w:rsid w:val="000219F5"/>
    <w:rsid w:val="00021DE1"/>
    <w:rsid w:val="000220BF"/>
    <w:rsid w:val="00022577"/>
    <w:rsid w:val="00022AFD"/>
    <w:rsid w:val="00022E0D"/>
    <w:rsid w:val="00023338"/>
    <w:rsid w:val="00023751"/>
    <w:rsid w:val="000244A4"/>
    <w:rsid w:val="00024B03"/>
    <w:rsid w:val="00024C41"/>
    <w:rsid w:val="0002514E"/>
    <w:rsid w:val="000253A2"/>
    <w:rsid w:val="0002552A"/>
    <w:rsid w:val="000256C2"/>
    <w:rsid w:val="00025883"/>
    <w:rsid w:val="00025C2F"/>
    <w:rsid w:val="0002605A"/>
    <w:rsid w:val="00026219"/>
    <w:rsid w:val="0002643D"/>
    <w:rsid w:val="00026852"/>
    <w:rsid w:val="000270FE"/>
    <w:rsid w:val="0002718D"/>
    <w:rsid w:val="000273BA"/>
    <w:rsid w:val="000279AB"/>
    <w:rsid w:val="00027C90"/>
    <w:rsid w:val="00027EF2"/>
    <w:rsid w:val="0003064C"/>
    <w:rsid w:val="000311F4"/>
    <w:rsid w:val="0003146B"/>
    <w:rsid w:val="000318C5"/>
    <w:rsid w:val="00032038"/>
    <w:rsid w:val="0003206F"/>
    <w:rsid w:val="0003228E"/>
    <w:rsid w:val="000324C9"/>
    <w:rsid w:val="00032769"/>
    <w:rsid w:val="00032FB2"/>
    <w:rsid w:val="0003317A"/>
    <w:rsid w:val="000334B4"/>
    <w:rsid w:val="000337B3"/>
    <w:rsid w:val="0003451E"/>
    <w:rsid w:val="00034581"/>
    <w:rsid w:val="0003521B"/>
    <w:rsid w:val="0003581F"/>
    <w:rsid w:val="00035881"/>
    <w:rsid w:val="00035E70"/>
    <w:rsid w:val="0003683E"/>
    <w:rsid w:val="00036D13"/>
    <w:rsid w:val="00037897"/>
    <w:rsid w:val="00037B78"/>
    <w:rsid w:val="00040094"/>
    <w:rsid w:val="00040550"/>
    <w:rsid w:val="000406C3"/>
    <w:rsid w:val="00041C43"/>
    <w:rsid w:val="00042AD1"/>
    <w:rsid w:val="00042F90"/>
    <w:rsid w:val="000430EE"/>
    <w:rsid w:val="000439D8"/>
    <w:rsid w:val="00043F74"/>
    <w:rsid w:val="00044120"/>
    <w:rsid w:val="00044210"/>
    <w:rsid w:val="000442F3"/>
    <w:rsid w:val="000447FA"/>
    <w:rsid w:val="000456A3"/>
    <w:rsid w:val="00045D3E"/>
    <w:rsid w:val="00045FB2"/>
    <w:rsid w:val="00046088"/>
    <w:rsid w:val="000469DD"/>
    <w:rsid w:val="00046A33"/>
    <w:rsid w:val="00047674"/>
    <w:rsid w:val="00047BEA"/>
    <w:rsid w:val="00047CB2"/>
    <w:rsid w:val="00050036"/>
    <w:rsid w:val="00050622"/>
    <w:rsid w:val="00050B01"/>
    <w:rsid w:val="00050F32"/>
    <w:rsid w:val="00051A0C"/>
    <w:rsid w:val="00052383"/>
    <w:rsid w:val="000526CF"/>
    <w:rsid w:val="000526FF"/>
    <w:rsid w:val="00052BEE"/>
    <w:rsid w:val="00052DC0"/>
    <w:rsid w:val="00053578"/>
    <w:rsid w:val="000539D5"/>
    <w:rsid w:val="00053AA0"/>
    <w:rsid w:val="00053C0C"/>
    <w:rsid w:val="00054541"/>
    <w:rsid w:val="00054766"/>
    <w:rsid w:val="00054A46"/>
    <w:rsid w:val="00054F79"/>
    <w:rsid w:val="0005509C"/>
    <w:rsid w:val="000551DD"/>
    <w:rsid w:val="00055632"/>
    <w:rsid w:val="000559AF"/>
    <w:rsid w:val="00055BB9"/>
    <w:rsid w:val="000564C8"/>
    <w:rsid w:val="00056DB6"/>
    <w:rsid w:val="00056F76"/>
    <w:rsid w:val="000572CD"/>
    <w:rsid w:val="000575A1"/>
    <w:rsid w:val="00057CBE"/>
    <w:rsid w:val="00057E2E"/>
    <w:rsid w:val="00060466"/>
    <w:rsid w:val="00060D84"/>
    <w:rsid w:val="00060DE7"/>
    <w:rsid w:val="000616DA"/>
    <w:rsid w:val="00061B09"/>
    <w:rsid w:val="00061C90"/>
    <w:rsid w:val="00061F69"/>
    <w:rsid w:val="00062414"/>
    <w:rsid w:val="000625F6"/>
    <w:rsid w:val="00062AE6"/>
    <w:rsid w:val="00062DD9"/>
    <w:rsid w:val="00063215"/>
    <w:rsid w:val="000634D0"/>
    <w:rsid w:val="0006382C"/>
    <w:rsid w:val="0006398F"/>
    <w:rsid w:val="00063AC1"/>
    <w:rsid w:val="00063EE3"/>
    <w:rsid w:val="00064051"/>
    <w:rsid w:val="00064305"/>
    <w:rsid w:val="000648CD"/>
    <w:rsid w:val="000652D0"/>
    <w:rsid w:val="00065671"/>
    <w:rsid w:val="00066184"/>
    <w:rsid w:val="00067180"/>
    <w:rsid w:val="000674A1"/>
    <w:rsid w:val="00067B93"/>
    <w:rsid w:val="000705D2"/>
    <w:rsid w:val="000706A7"/>
    <w:rsid w:val="0007096D"/>
    <w:rsid w:val="00070B10"/>
    <w:rsid w:val="0007103F"/>
    <w:rsid w:val="000715CD"/>
    <w:rsid w:val="00071771"/>
    <w:rsid w:val="00072336"/>
    <w:rsid w:val="000725B7"/>
    <w:rsid w:val="0007299A"/>
    <w:rsid w:val="00072A29"/>
    <w:rsid w:val="00072C81"/>
    <w:rsid w:val="0007372A"/>
    <w:rsid w:val="000737C8"/>
    <w:rsid w:val="00074189"/>
    <w:rsid w:val="000747C5"/>
    <w:rsid w:val="0007499E"/>
    <w:rsid w:val="0007522F"/>
    <w:rsid w:val="00075C6B"/>
    <w:rsid w:val="000763E7"/>
    <w:rsid w:val="000766A6"/>
    <w:rsid w:val="00076A1C"/>
    <w:rsid w:val="00076AC5"/>
    <w:rsid w:val="00077642"/>
    <w:rsid w:val="00077AE9"/>
    <w:rsid w:val="00077BB2"/>
    <w:rsid w:val="00077D03"/>
    <w:rsid w:val="000803C4"/>
    <w:rsid w:val="00080C9E"/>
    <w:rsid w:val="00080E46"/>
    <w:rsid w:val="000811F0"/>
    <w:rsid w:val="0008130B"/>
    <w:rsid w:val="000815FC"/>
    <w:rsid w:val="00081F18"/>
    <w:rsid w:val="00082A3E"/>
    <w:rsid w:val="000833AD"/>
    <w:rsid w:val="000834EE"/>
    <w:rsid w:val="0008351D"/>
    <w:rsid w:val="00083768"/>
    <w:rsid w:val="000838E7"/>
    <w:rsid w:val="00083E10"/>
    <w:rsid w:val="00084454"/>
    <w:rsid w:val="000845C8"/>
    <w:rsid w:val="000846CA"/>
    <w:rsid w:val="00084B01"/>
    <w:rsid w:val="00084D6B"/>
    <w:rsid w:val="00084E74"/>
    <w:rsid w:val="00085394"/>
    <w:rsid w:val="00085A45"/>
    <w:rsid w:val="000861A8"/>
    <w:rsid w:val="00086579"/>
    <w:rsid w:val="00086669"/>
    <w:rsid w:val="000873D2"/>
    <w:rsid w:val="000874B2"/>
    <w:rsid w:val="000878E6"/>
    <w:rsid w:val="0009060A"/>
    <w:rsid w:val="00090A80"/>
    <w:rsid w:val="00090A96"/>
    <w:rsid w:val="00090BA6"/>
    <w:rsid w:val="00090E0D"/>
    <w:rsid w:val="000913CC"/>
    <w:rsid w:val="00091950"/>
    <w:rsid w:val="00092521"/>
    <w:rsid w:val="00092819"/>
    <w:rsid w:val="0009292A"/>
    <w:rsid w:val="00092CD3"/>
    <w:rsid w:val="00092E88"/>
    <w:rsid w:val="00092F23"/>
    <w:rsid w:val="0009306D"/>
    <w:rsid w:val="00093197"/>
    <w:rsid w:val="000931C1"/>
    <w:rsid w:val="00094276"/>
    <w:rsid w:val="000944D3"/>
    <w:rsid w:val="000952B0"/>
    <w:rsid w:val="000952D9"/>
    <w:rsid w:val="00095555"/>
    <w:rsid w:val="00095DB0"/>
    <w:rsid w:val="00096113"/>
    <w:rsid w:val="00096299"/>
    <w:rsid w:val="000962F3"/>
    <w:rsid w:val="000971DD"/>
    <w:rsid w:val="00097A06"/>
    <w:rsid w:val="00097CED"/>
    <w:rsid w:val="000A036A"/>
    <w:rsid w:val="000A0667"/>
    <w:rsid w:val="000A0CC8"/>
    <w:rsid w:val="000A105E"/>
    <w:rsid w:val="000A1690"/>
    <w:rsid w:val="000A18FD"/>
    <w:rsid w:val="000A195B"/>
    <w:rsid w:val="000A1AA8"/>
    <w:rsid w:val="000A1AFC"/>
    <w:rsid w:val="000A1D94"/>
    <w:rsid w:val="000A2601"/>
    <w:rsid w:val="000A273D"/>
    <w:rsid w:val="000A2B5A"/>
    <w:rsid w:val="000A3388"/>
    <w:rsid w:val="000A3742"/>
    <w:rsid w:val="000A5617"/>
    <w:rsid w:val="000A581B"/>
    <w:rsid w:val="000A6053"/>
    <w:rsid w:val="000A7243"/>
    <w:rsid w:val="000A79B2"/>
    <w:rsid w:val="000A7BCE"/>
    <w:rsid w:val="000A7D3B"/>
    <w:rsid w:val="000A7DAB"/>
    <w:rsid w:val="000B0578"/>
    <w:rsid w:val="000B0624"/>
    <w:rsid w:val="000B0DC1"/>
    <w:rsid w:val="000B12CF"/>
    <w:rsid w:val="000B1471"/>
    <w:rsid w:val="000B15CC"/>
    <w:rsid w:val="000B1E76"/>
    <w:rsid w:val="000B275C"/>
    <w:rsid w:val="000B2A31"/>
    <w:rsid w:val="000B2E20"/>
    <w:rsid w:val="000B39B5"/>
    <w:rsid w:val="000B3FB9"/>
    <w:rsid w:val="000B4512"/>
    <w:rsid w:val="000B593B"/>
    <w:rsid w:val="000B66AA"/>
    <w:rsid w:val="000B6BE3"/>
    <w:rsid w:val="000B6C66"/>
    <w:rsid w:val="000B6E5C"/>
    <w:rsid w:val="000B7065"/>
    <w:rsid w:val="000B70E4"/>
    <w:rsid w:val="000B7282"/>
    <w:rsid w:val="000B7287"/>
    <w:rsid w:val="000B7436"/>
    <w:rsid w:val="000B767C"/>
    <w:rsid w:val="000B7AA6"/>
    <w:rsid w:val="000B7D11"/>
    <w:rsid w:val="000B7D47"/>
    <w:rsid w:val="000B7F20"/>
    <w:rsid w:val="000C0FBB"/>
    <w:rsid w:val="000C159C"/>
    <w:rsid w:val="000C1AC0"/>
    <w:rsid w:val="000C1ADD"/>
    <w:rsid w:val="000C1C5E"/>
    <w:rsid w:val="000C1E39"/>
    <w:rsid w:val="000C21E1"/>
    <w:rsid w:val="000C25CA"/>
    <w:rsid w:val="000C2878"/>
    <w:rsid w:val="000C371F"/>
    <w:rsid w:val="000C3C22"/>
    <w:rsid w:val="000C3FA9"/>
    <w:rsid w:val="000C40B3"/>
    <w:rsid w:val="000C42BA"/>
    <w:rsid w:val="000C46B8"/>
    <w:rsid w:val="000C48AF"/>
    <w:rsid w:val="000C4B82"/>
    <w:rsid w:val="000C4F68"/>
    <w:rsid w:val="000C57E3"/>
    <w:rsid w:val="000C5992"/>
    <w:rsid w:val="000C5AC0"/>
    <w:rsid w:val="000C5C7C"/>
    <w:rsid w:val="000C5D1F"/>
    <w:rsid w:val="000C606E"/>
    <w:rsid w:val="000C6364"/>
    <w:rsid w:val="000C644F"/>
    <w:rsid w:val="000C799D"/>
    <w:rsid w:val="000C7CF5"/>
    <w:rsid w:val="000C7D3D"/>
    <w:rsid w:val="000D02FD"/>
    <w:rsid w:val="000D041F"/>
    <w:rsid w:val="000D053F"/>
    <w:rsid w:val="000D0A7C"/>
    <w:rsid w:val="000D0BD8"/>
    <w:rsid w:val="000D2558"/>
    <w:rsid w:val="000D2907"/>
    <w:rsid w:val="000D2A05"/>
    <w:rsid w:val="000D303C"/>
    <w:rsid w:val="000D3B6D"/>
    <w:rsid w:val="000D3BCB"/>
    <w:rsid w:val="000D438E"/>
    <w:rsid w:val="000D4AEA"/>
    <w:rsid w:val="000D4C3E"/>
    <w:rsid w:val="000D5060"/>
    <w:rsid w:val="000D5535"/>
    <w:rsid w:val="000D5890"/>
    <w:rsid w:val="000D5CD3"/>
    <w:rsid w:val="000D601B"/>
    <w:rsid w:val="000D658D"/>
    <w:rsid w:val="000D6D27"/>
    <w:rsid w:val="000D6EC4"/>
    <w:rsid w:val="000D7049"/>
    <w:rsid w:val="000D7086"/>
    <w:rsid w:val="000D782F"/>
    <w:rsid w:val="000D7C57"/>
    <w:rsid w:val="000D7DEA"/>
    <w:rsid w:val="000E0DB5"/>
    <w:rsid w:val="000E1336"/>
    <w:rsid w:val="000E1BC4"/>
    <w:rsid w:val="000E24C9"/>
    <w:rsid w:val="000E2632"/>
    <w:rsid w:val="000E30C9"/>
    <w:rsid w:val="000E30D4"/>
    <w:rsid w:val="000E32EE"/>
    <w:rsid w:val="000E409E"/>
    <w:rsid w:val="000E4154"/>
    <w:rsid w:val="000E421E"/>
    <w:rsid w:val="000E43FE"/>
    <w:rsid w:val="000E512F"/>
    <w:rsid w:val="000E52D8"/>
    <w:rsid w:val="000E5864"/>
    <w:rsid w:val="000E692D"/>
    <w:rsid w:val="000F0137"/>
    <w:rsid w:val="000F0296"/>
    <w:rsid w:val="000F0FB4"/>
    <w:rsid w:val="000F11E9"/>
    <w:rsid w:val="000F1325"/>
    <w:rsid w:val="000F17B1"/>
    <w:rsid w:val="000F18B5"/>
    <w:rsid w:val="000F20A1"/>
    <w:rsid w:val="000F2536"/>
    <w:rsid w:val="000F2695"/>
    <w:rsid w:val="000F3087"/>
    <w:rsid w:val="000F30D3"/>
    <w:rsid w:val="000F3DDB"/>
    <w:rsid w:val="000F4314"/>
    <w:rsid w:val="000F53E8"/>
    <w:rsid w:val="000F58A3"/>
    <w:rsid w:val="000F60F3"/>
    <w:rsid w:val="000F685D"/>
    <w:rsid w:val="000F6D5B"/>
    <w:rsid w:val="000F6F29"/>
    <w:rsid w:val="000F7072"/>
    <w:rsid w:val="000F70CE"/>
    <w:rsid w:val="000F78EC"/>
    <w:rsid w:val="000F7E11"/>
    <w:rsid w:val="0010054F"/>
    <w:rsid w:val="00100802"/>
    <w:rsid w:val="00100975"/>
    <w:rsid w:val="00100E7B"/>
    <w:rsid w:val="00101064"/>
    <w:rsid w:val="0010121B"/>
    <w:rsid w:val="001016E7"/>
    <w:rsid w:val="00101AB5"/>
    <w:rsid w:val="00101C45"/>
    <w:rsid w:val="0010212B"/>
    <w:rsid w:val="00102394"/>
    <w:rsid w:val="00102EA6"/>
    <w:rsid w:val="00103050"/>
    <w:rsid w:val="00104175"/>
    <w:rsid w:val="001045E8"/>
    <w:rsid w:val="00104CDB"/>
    <w:rsid w:val="001053D5"/>
    <w:rsid w:val="001059F5"/>
    <w:rsid w:val="00105B10"/>
    <w:rsid w:val="00105D1B"/>
    <w:rsid w:val="00105EEB"/>
    <w:rsid w:val="001067A7"/>
    <w:rsid w:val="001068DF"/>
    <w:rsid w:val="0010740A"/>
    <w:rsid w:val="0010745A"/>
    <w:rsid w:val="0010756C"/>
    <w:rsid w:val="001075C0"/>
    <w:rsid w:val="001079DF"/>
    <w:rsid w:val="00107A6B"/>
    <w:rsid w:val="00107DE7"/>
    <w:rsid w:val="00107FF1"/>
    <w:rsid w:val="0011003B"/>
    <w:rsid w:val="00110A08"/>
    <w:rsid w:val="00110A3A"/>
    <w:rsid w:val="00112961"/>
    <w:rsid w:val="00112A31"/>
    <w:rsid w:val="00112B90"/>
    <w:rsid w:val="00112F90"/>
    <w:rsid w:val="001136F8"/>
    <w:rsid w:val="00113826"/>
    <w:rsid w:val="00113D3C"/>
    <w:rsid w:val="0011429A"/>
    <w:rsid w:val="001147C1"/>
    <w:rsid w:val="0011496C"/>
    <w:rsid w:val="00115190"/>
    <w:rsid w:val="001154D3"/>
    <w:rsid w:val="00115787"/>
    <w:rsid w:val="001158AB"/>
    <w:rsid w:val="00116143"/>
    <w:rsid w:val="00116750"/>
    <w:rsid w:val="0011709B"/>
    <w:rsid w:val="001177A8"/>
    <w:rsid w:val="001177AF"/>
    <w:rsid w:val="00120441"/>
    <w:rsid w:val="00120C49"/>
    <w:rsid w:val="00120FB6"/>
    <w:rsid w:val="001210E4"/>
    <w:rsid w:val="00121A6C"/>
    <w:rsid w:val="00121C2C"/>
    <w:rsid w:val="00121F1B"/>
    <w:rsid w:val="0012213B"/>
    <w:rsid w:val="0012216A"/>
    <w:rsid w:val="001224CE"/>
    <w:rsid w:val="0012338E"/>
    <w:rsid w:val="001233BB"/>
    <w:rsid w:val="00123615"/>
    <w:rsid w:val="0012381B"/>
    <w:rsid w:val="001245AF"/>
    <w:rsid w:val="00124E2A"/>
    <w:rsid w:val="00125B23"/>
    <w:rsid w:val="00126811"/>
    <w:rsid w:val="00126867"/>
    <w:rsid w:val="0012798D"/>
    <w:rsid w:val="00127A18"/>
    <w:rsid w:val="00127B0D"/>
    <w:rsid w:val="00127D6B"/>
    <w:rsid w:val="001304F1"/>
    <w:rsid w:val="00130732"/>
    <w:rsid w:val="00130C17"/>
    <w:rsid w:val="00131465"/>
    <w:rsid w:val="00131529"/>
    <w:rsid w:val="001318BF"/>
    <w:rsid w:val="00131A9D"/>
    <w:rsid w:val="00132561"/>
    <w:rsid w:val="00132EE8"/>
    <w:rsid w:val="00133318"/>
    <w:rsid w:val="00133817"/>
    <w:rsid w:val="001339BE"/>
    <w:rsid w:val="001339DC"/>
    <w:rsid w:val="00133FA7"/>
    <w:rsid w:val="001340EB"/>
    <w:rsid w:val="00134179"/>
    <w:rsid w:val="00134930"/>
    <w:rsid w:val="00134B56"/>
    <w:rsid w:val="0013530C"/>
    <w:rsid w:val="001353E4"/>
    <w:rsid w:val="00135F25"/>
    <w:rsid w:val="00136682"/>
    <w:rsid w:val="00137304"/>
    <w:rsid w:val="001375D1"/>
    <w:rsid w:val="00137614"/>
    <w:rsid w:val="001376F6"/>
    <w:rsid w:val="00137958"/>
    <w:rsid w:val="001407A4"/>
    <w:rsid w:val="00140F32"/>
    <w:rsid w:val="001410C5"/>
    <w:rsid w:val="00141332"/>
    <w:rsid w:val="00141354"/>
    <w:rsid w:val="00141450"/>
    <w:rsid w:val="00141DCF"/>
    <w:rsid w:val="00142482"/>
    <w:rsid w:val="00142E12"/>
    <w:rsid w:val="00142E8F"/>
    <w:rsid w:val="00143A12"/>
    <w:rsid w:val="00143F45"/>
    <w:rsid w:val="00144117"/>
    <w:rsid w:val="00144807"/>
    <w:rsid w:val="00144EC6"/>
    <w:rsid w:val="001451D8"/>
    <w:rsid w:val="001455EE"/>
    <w:rsid w:val="00145A5E"/>
    <w:rsid w:val="00145E91"/>
    <w:rsid w:val="00146B2E"/>
    <w:rsid w:val="00147041"/>
    <w:rsid w:val="00147DE2"/>
    <w:rsid w:val="00147ECB"/>
    <w:rsid w:val="00150AA6"/>
    <w:rsid w:val="001511EE"/>
    <w:rsid w:val="00151B02"/>
    <w:rsid w:val="00151E54"/>
    <w:rsid w:val="001526F3"/>
    <w:rsid w:val="001529E1"/>
    <w:rsid w:val="00152FA1"/>
    <w:rsid w:val="0015356A"/>
    <w:rsid w:val="00153B2A"/>
    <w:rsid w:val="0015455B"/>
    <w:rsid w:val="001549DA"/>
    <w:rsid w:val="00154C7E"/>
    <w:rsid w:val="00154CCD"/>
    <w:rsid w:val="0015508E"/>
    <w:rsid w:val="00155895"/>
    <w:rsid w:val="00155B48"/>
    <w:rsid w:val="0015607C"/>
    <w:rsid w:val="00156239"/>
    <w:rsid w:val="001564A8"/>
    <w:rsid w:val="00156A2B"/>
    <w:rsid w:val="00156BC9"/>
    <w:rsid w:val="00157D18"/>
    <w:rsid w:val="001607F9"/>
    <w:rsid w:val="00160857"/>
    <w:rsid w:val="00160F4D"/>
    <w:rsid w:val="00161439"/>
    <w:rsid w:val="00161C26"/>
    <w:rsid w:val="00161CDA"/>
    <w:rsid w:val="0016232A"/>
    <w:rsid w:val="0016264B"/>
    <w:rsid w:val="001627DD"/>
    <w:rsid w:val="001628A2"/>
    <w:rsid w:val="001628D2"/>
    <w:rsid w:val="0016297E"/>
    <w:rsid w:val="00162FFE"/>
    <w:rsid w:val="001631BB"/>
    <w:rsid w:val="00163547"/>
    <w:rsid w:val="00163646"/>
    <w:rsid w:val="00163A3F"/>
    <w:rsid w:val="00163EBC"/>
    <w:rsid w:val="00163F4D"/>
    <w:rsid w:val="00164486"/>
    <w:rsid w:val="00164A6D"/>
    <w:rsid w:val="00165115"/>
    <w:rsid w:val="00165C42"/>
    <w:rsid w:val="00165E15"/>
    <w:rsid w:val="0016607A"/>
    <w:rsid w:val="0016614C"/>
    <w:rsid w:val="001666AE"/>
    <w:rsid w:val="001668C7"/>
    <w:rsid w:val="00166A13"/>
    <w:rsid w:val="00166DA7"/>
    <w:rsid w:val="001673B8"/>
    <w:rsid w:val="001676B5"/>
    <w:rsid w:val="00167A23"/>
    <w:rsid w:val="00170044"/>
    <w:rsid w:val="0017037C"/>
    <w:rsid w:val="0017073F"/>
    <w:rsid w:val="00170FF0"/>
    <w:rsid w:val="0017138E"/>
    <w:rsid w:val="001719E6"/>
    <w:rsid w:val="00171C91"/>
    <w:rsid w:val="00171E61"/>
    <w:rsid w:val="00171FE4"/>
    <w:rsid w:val="00172DB2"/>
    <w:rsid w:val="00172DFC"/>
    <w:rsid w:val="001731AC"/>
    <w:rsid w:val="00173AD7"/>
    <w:rsid w:val="00173B8A"/>
    <w:rsid w:val="00173C47"/>
    <w:rsid w:val="00174769"/>
    <w:rsid w:val="00174BEC"/>
    <w:rsid w:val="00174E84"/>
    <w:rsid w:val="00175064"/>
    <w:rsid w:val="001753F6"/>
    <w:rsid w:val="001755A0"/>
    <w:rsid w:val="00175813"/>
    <w:rsid w:val="001758D9"/>
    <w:rsid w:val="0017596C"/>
    <w:rsid w:val="001763F9"/>
    <w:rsid w:val="0018044F"/>
    <w:rsid w:val="00180616"/>
    <w:rsid w:val="001808EE"/>
    <w:rsid w:val="00181E07"/>
    <w:rsid w:val="00183769"/>
    <w:rsid w:val="00183E24"/>
    <w:rsid w:val="001845D7"/>
    <w:rsid w:val="00184740"/>
    <w:rsid w:val="001848A7"/>
    <w:rsid w:val="00184A87"/>
    <w:rsid w:val="00184AB8"/>
    <w:rsid w:val="001852FE"/>
    <w:rsid w:val="00185552"/>
    <w:rsid w:val="00185DB6"/>
    <w:rsid w:val="00185E1A"/>
    <w:rsid w:val="00186C60"/>
    <w:rsid w:val="0018754E"/>
    <w:rsid w:val="00187B29"/>
    <w:rsid w:val="001906F2"/>
    <w:rsid w:val="001909E1"/>
    <w:rsid w:val="00190A13"/>
    <w:rsid w:val="00191193"/>
    <w:rsid w:val="0019203C"/>
    <w:rsid w:val="001922AF"/>
    <w:rsid w:val="001926AE"/>
    <w:rsid w:val="001926C7"/>
    <w:rsid w:val="0019270C"/>
    <w:rsid w:val="00192CE4"/>
    <w:rsid w:val="00193523"/>
    <w:rsid w:val="00193BD2"/>
    <w:rsid w:val="00193FBC"/>
    <w:rsid w:val="00194BD3"/>
    <w:rsid w:val="00194F8C"/>
    <w:rsid w:val="00195013"/>
    <w:rsid w:val="00195789"/>
    <w:rsid w:val="00195A20"/>
    <w:rsid w:val="00195DD6"/>
    <w:rsid w:val="00195F5E"/>
    <w:rsid w:val="001965EB"/>
    <w:rsid w:val="00196ED6"/>
    <w:rsid w:val="00197BCE"/>
    <w:rsid w:val="00197D46"/>
    <w:rsid w:val="00197EC3"/>
    <w:rsid w:val="001A033A"/>
    <w:rsid w:val="001A04A4"/>
    <w:rsid w:val="001A0E2B"/>
    <w:rsid w:val="001A1157"/>
    <w:rsid w:val="001A14CE"/>
    <w:rsid w:val="001A1F9D"/>
    <w:rsid w:val="001A23DD"/>
    <w:rsid w:val="001A297F"/>
    <w:rsid w:val="001A2A72"/>
    <w:rsid w:val="001A2CCE"/>
    <w:rsid w:val="001A2DC2"/>
    <w:rsid w:val="001A32B5"/>
    <w:rsid w:val="001A4627"/>
    <w:rsid w:val="001A5436"/>
    <w:rsid w:val="001A5756"/>
    <w:rsid w:val="001A5B73"/>
    <w:rsid w:val="001A6CE3"/>
    <w:rsid w:val="001A7362"/>
    <w:rsid w:val="001A7464"/>
    <w:rsid w:val="001A763D"/>
    <w:rsid w:val="001A7D7C"/>
    <w:rsid w:val="001B0525"/>
    <w:rsid w:val="001B095B"/>
    <w:rsid w:val="001B0F4A"/>
    <w:rsid w:val="001B13C0"/>
    <w:rsid w:val="001B1E05"/>
    <w:rsid w:val="001B2583"/>
    <w:rsid w:val="001B289E"/>
    <w:rsid w:val="001B2947"/>
    <w:rsid w:val="001B2F07"/>
    <w:rsid w:val="001B2FA3"/>
    <w:rsid w:val="001B3492"/>
    <w:rsid w:val="001B38DE"/>
    <w:rsid w:val="001B39BE"/>
    <w:rsid w:val="001B3B2F"/>
    <w:rsid w:val="001B4061"/>
    <w:rsid w:val="001B4063"/>
    <w:rsid w:val="001B431F"/>
    <w:rsid w:val="001B4694"/>
    <w:rsid w:val="001B4E55"/>
    <w:rsid w:val="001B5299"/>
    <w:rsid w:val="001B60DC"/>
    <w:rsid w:val="001B6381"/>
    <w:rsid w:val="001B68D1"/>
    <w:rsid w:val="001B72D5"/>
    <w:rsid w:val="001B7A8B"/>
    <w:rsid w:val="001B7B9F"/>
    <w:rsid w:val="001C14D0"/>
    <w:rsid w:val="001C15FF"/>
    <w:rsid w:val="001C1827"/>
    <w:rsid w:val="001C1BA7"/>
    <w:rsid w:val="001C23C4"/>
    <w:rsid w:val="001C2512"/>
    <w:rsid w:val="001C2710"/>
    <w:rsid w:val="001C2924"/>
    <w:rsid w:val="001C295E"/>
    <w:rsid w:val="001C2D69"/>
    <w:rsid w:val="001C2E33"/>
    <w:rsid w:val="001C2FE0"/>
    <w:rsid w:val="001C338F"/>
    <w:rsid w:val="001C3B09"/>
    <w:rsid w:val="001C3D3F"/>
    <w:rsid w:val="001C3F32"/>
    <w:rsid w:val="001C47EA"/>
    <w:rsid w:val="001C48A3"/>
    <w:rsid w:val="001C5647"/>
    <w:rsid w:val="001C596A"/>
    <w:rsid w:val="001C62D1"/>
    <w:rsid w:val="001C64B3"/>
    <w:rsid w:val="001C6AF7"/>
    <w:rsid w:val="001C6F1A"/>
    <w:rsid w:val="001C79B3"/>
    <w:rsid w:val="001D0790"/>
    <w:rsid w:val="001D0C65"/>
    <w:rsid w:val="001D1575"/>
    <w:rsid w:val="001D16B3"/>
    <w:rsid w:val="001D1736"/>
    <w:rsid w:val="001D19B2"/>
    <w:rsid w:val="001D1A6F"/>
    <w:rsid w:val="001D1B35"/>
    <w:rsid w:val="001D3141"/>
    <w:rsid w:val="001D34DF"/>
    <w:rsid w:val="001D35A8"/>
    <w:rsid w:val="001D3E9D"/>
    <w:rsid w:val="001D4BA4"/>
    <w:rsid w:val="001D4C0D"/>
    <w:rsid w:val="001D4EB2"/>
    <w:rsid w:val="001D51A5"/>
    <w:rsid w:val="001D51AF"/>
    <w:rsid w:val="001D57AB"/>
    <w:rsid w:val="001D5EBF"/>
    <w:rsid w:val="001D5F7F"/>
    <w:rsid w:val="001D5FE8"/>
    <w:rsid w:val="001D6270"/>
    <w:rsid w:val="001D62C9"/>
    <w:rsid w:val="001D6559"/>
    <w:rsid w:val="001D6616"/>
    <w:rsid w:val="001D6FB2"/>
    <w:rsid w:val="001D7078"/>
    <w:rsid w:val="001D738C"/>
    <w:rsid w:val="001D7426"/>
    <w:rsid w:val="001D7871"/>
    <w:rsid w:val="001D7BF0"/>
    <w:rsid w:val="001D7ECD"/>
    <w:rsid w:val="001D7F03"/>
    <w:rsid w:val="001D7F22"/>
    <w:rsid w:val="001E10CB"/>
    <w:rsid w:val="001E1195"/>
    <w:rsid w:val="001E15F4"/>
    <w:rsid w:val="001E1BDD"/>
    <w:rsid w:val="001E1E6D"/>
    <w:rsid w:val="001E2419"/>
    <w:rsid w:val="001E24AA"/>
    <w:rsid w:val="001E25D8"/>
    <w:rsid w:val="001E2733"/>
    <w:rsid w:val="001E32D3"/>
    <w:rsid w:val="001E37B7"/>
    <w:rsid w:val="001E3FF8"/>
    <w:rsid w:val="001E425C"/>
    <w:rsid w:val="001E438A"/>
    <w:rsid w:val="001E43CF"/>
    <w:rsid w:val="001E4504"/>
    <w:rsid w:val="001E5062"/>
    <w:rsid w:val="001E56CA"/>
    <w:rsid w:val="001E5D43"/>
    <w:rsid w:val="001E65AD"/>
    <w:rsid w:val="001E6825"/>
    <w:rsid w:val="001E710D"/>
    <w:rsid w:val="001E7C4F"/>
    <w:rsid w:val="001F02BC"/>
    <w:rsid w:val="001F02DF"/>
    <w:rsid w:val="001F0F79"/>
    <w:rsid w:val="001F14C2"/>
    <w:rsid w:val="001F15BD"/>
    <w:rsid w:val="001F165E"/>
    <w:rsid w:val="001F1977"/>
    <w:rsid w:val="001F1A19"/>
    <w:rsid w:val="001F2060"/>
    <w:rsid w:val="001F3094"/>
    <w:rsid w:val="001F322E"/>
    <w:rsid w:val="001F3463"/>
    <w:rsid w:val="001F3848"/>
    <w:rsid w:val="001F3C21"/>
    <w:rsid w:val="001F3F9E"/>
    <w:rsid w:val="001F4746"/>
    <w:rsid w:val="001F4884"/>
    <w:rsid w:val="001F4B71"/>
    <w:rsid w:val="001F4C2C"/>
    <w:rsid w:val="001F50FD"/>
    <w:rsid w:val="001F52EE"/>
    <w:rsid w:val="001F564E"/>
    <w:rsid w:val="001F5C13"/>
    <w:rsid w:val="001F5FD2"/>
    <w:rsid w:val="001F613C"/>
    <w:rsid w:val="001F63FB"/>
    <w:rsid w:val="001F6DBB"/>
    <w:rsid w:val="001F7547"/>
    <w:rsid w:val="001F7954"/>
    <w:rsid w:val="0020058D"/>
    <w:rsid w:val="00200940"/>
    <w:rsid w:val="00200A78"/>
    <w:rsid w:val="00201261"/>
    <w:rsid w:val="00201B2B"/>
    <w:rsid w:val="00201C28"/>
    <w:rsid w:val="00201CFB"/>
    <w:rsid w:val="002021B5"/>
    <w:rsid w:val="002027BC"/>
    <w:rsid w:val="00202A3F"/>
    <w:rsid w:val="00203172"/>
    <w:rsid w:val="002033EE"/>
    <w:rsid w:val="00203574"/>
    <w:rsid w:val="0020386A"/>
    <w:rsid w:val="00203AEE"/>
    <w:rsid w:val="00203BE1"/>
    <w:rsid w:val="00203C75"/>
    <w:rsid w:val="00203CBD"/>
    <w:rsid w:val="00203D81"/>
    <w:rsid w:val="00204D73"/>
    <w:rsid w:val="00204E83"/>
    <w:rsid w:val="00204E9D"/>
    <w:rsid w:val="00205044"/>
    <w:rsid w:val="00205DAB"/>
    <w:rsid w:val="00206076"/>
    <w:rsid w:val="00206236"/>
    <w:rsid w:val="00206DF1"/>
    <w:rsid w:val="002073DC"/>
    <w:rsid w:val="002074BF"/>
    <w:rsid w:val="00207A96"/>
    <w:rsid w:val="00210008"/>
    <w:rsid w:val="00210039"/>
    <w:rsid w:val="002103C0"/>
    <w:rsid w:val="00210974"/>
    <w:rsid w:val="00210B28"/>
    <w:rsid w:val="00211CE2"/>
    <w:rsid w:val="00211DF0"/>
    <w:rsid w:val="002120E8"/>
    <w:rsid w:val="00212363"/>
    <w:rsid w:val="00212460"/>
    <w:rsid w:val="002129DA"/>
    <w:rsid w:val="00212B0A"/>
    <w:rsid w:val="002132DA"/>
    <w:rsid w:val="002148A2"/>
    <w:rsid w:val="002148C7"/>
    <w:rsid w:val="002148F2"/>
    <w:rsid w:val="00215147"/>
    <w:rsid w:val="002153C2"/>
    <w:rsid w:val="002157F4"/>
    <w:rsid w:val="00216120"/>
    <w:rsid w:val="00216525"/>
    <w:rsid w:val="0021675D"/>
    <w:rsid w:val="0021703A"/>
    <w:rsid w:val="002170CF"/>
    <w:rsid w:val="002179EC"/>
    <w:rsid w:val="00217FCF"/>
    <w:rsid w:val="00220802"/>
    <w:rsid w:val="00220F68"/>
    <w:rsid w:val="0022183D"/>
    <w:rsid w:val="00221846"/>
    <w:rsid w:val="00221ABC"/>
    <w:rsid w:val="00221ABF"/>
    <w:rsid w:val="00222007"/>
    <w:rsid w:val="00222640"/>
    <w:rsid w:val="00222B97"/>
    <w:rsid w:val="00222C15"/>
    <w:rsid w:val="00222CF1"/>
    <w:rsid w:val="00222E59"/>
    <w:rsid w:val="0022339F"/>
    <w:rsid w:val="002235CA"/>
    <w:rsid w:val="00223FC8"/>
    <w:rsid w:val="002241FA"/>
    <w:rsid w:val="00224C1E"/>
    <w:rsid w:val="00224E14"/>
    <w:rsid w:val="002251E4"/>
    <w:rsid w:val="00225260"/>
    <w:rsid w:val="002259FB"/>
    <w:rsid w:val="002268EA"/>
    <w:rsid w:val="00227022"/>
    <w:rsid w:val="0022702F"/>
    <w:rsid w:val="00227271"/>
    <w:rsid w:val="00227A97"/>
    <w:rsid w:val="00227B46"/>
    <w:rsid w:val="00227DEB"/>
    <w:rsid w:val="002306BB"/>
    <w:rsid w:val="00230855"/>
    <w:rsid w:val="00230D9C"/>
    <w:rsid w:val="0023158C"/>
    <w:rsid w:val="00232078"/>
    <w:rsid w:val="00232506"/>
    <w:rsid w:val="00233172"/>
    <w:rsid w:val="00233784"/>
    <w:rsid w:val="0023394C"/>
    <w:rsid w:val="00233A05"/>
    <w:rsid w:val="00233AC9"/>
    <w:rsid w:val="00233B6F"/>
    <w:rsid w:val="0023400E"/>
    <w:rsid w:val="00234728"/>
    <w:rsid w:val="00234BB8"/>
    <w:rsid w:val="0023510D"/>
    <w:rsid w:val="00235286"/>
    <w:rsid w:val="002354A1"/>
    <w:rsid w:val="00235A41"/>
    <w:rsid w:val="00235B4C"/>
    <w:rsid w:val="00236066"/>
    <w:rsid w:val="0023606A"/>
    <w:rsid w:val="00236426"/>
    <w:rsid w:val="00236B7F"/>
    <w:rsid w:val="002370C6"/>
    <w:rsid w:val="00237774"/>
    <w:rsid w:val="00237C9A"/>
    <w:rsid w:val="002402AA"/>
    <w:rsid w:val="00240330"/>
    <w:rsid w:val="0024053A"/>
    <w:rsid w:val="002405ED"/>
    <w:rsid w:val="002409E7"/>
    <w:rsid w:val="00240B56"/>
    <w:rsid w:val="0024124B"/>
    <w:rsid w:val="0024141E"/>
    <w:rsid w:val="00242012"/>
    <w:rsid w:val="0024213A"/>
    <w:rsid w:val="002423B6"/>
    <w:rsid w:val="002431EF"/>
    <w:rsid w:val="00243338"/>
    <w:rsid w:val="0024361B"/>
    <w:rsid w:val="002443B5"/>
    <w:rsid w:val="00244F60"/>
    <w:rsid w:val="002453E5"/>
    <w:rsid w:val="0024551A"/>
    <w:rsid w:val="00245785"/>
    <w:rsid w:val="0024599D"/>
    <w:rsid w:val="002468D1"/>
    <w:rsid w:val="002468D6"/>
    <w:rsid w:val="00246BBF"/>
    <w:rsid w:val="002473EE"/>
    <w:rsid w:val="00247741"/>
    <w:rsid w:val="00247A61"/>
    <w:rsid w:val="00247F4C"/>
    <w:rsid w:val="0025029B"/>
    <w:rsid w:val="0025056A"/>
    <w:rsid w:val="0025077E"/>
    <w:rsid w:val="002510A9"/>
    <w:rsid w:val="002518B9"/>
    <w:rsid w:val="00251D5C"/>
    <w:rsid w:val="00251F1D"/>
    <w:rsid w:val="0025267A"/>
    <w:rsid w:val="002529B5"/>
    <w:rsid w:val="00253258"/>
    <w:rsid w:val="00253606"/>
    <w:rsid w:val="00253E82"/>
    <w:rsid w:val="00254320"/>
    <w:rsid w:val="00254B32"/>
    <w:rsid w:val="00254C65"/>
    <w:rsid w:val="00255000"/>
    <w:rsid w:val="0025587C"/>
    <w:rsid w:val="002558EC"/>
    <w:rsid w:val="0025689D"/>
    <w:rsid w:val="002569F6"/>
    <w:rsid w:val="00256C3A"/>
    <w:rsid w:val="00256DE1"/>
    <w:rsid w:val="002576B1"/>
    <w:rsid w:val="002577A5"/>
    <w:rsid w:val="00260C28"/>
    <w:rsid w:val="00260F1E"/>
    <w:rsid w:val="00260FB8"/>
    <w:rsid w:val="00261013"/>
    <w:rsid w:val="0026119F"/>
    <w:rsid w:val="0026133D"/>
    <w:rsid w:val="002613AA"/>
    <w:rsid w:val="002634ED"/>
    <w:rsid w:val="00263EB9"/>
    <w:rsid w:val="00263FCA"/>
    <w:rsid w:val="0026430C"/>
    <w:rsid w:val="002648BE"/>
    <w:rsid w:val="00264A47"/>
    <w:rsid w:val="00264FB6"/>
    <w:rsid w:val="002651D1"/>
    <w:rsid w:val="002651F3"/>
    <w:rsid w:val="002655D6"/>
    <w:rsid w:val="00265744"/>
    <w:rsid w:val="002660E3"/>
    <w:rsid w:val="0026611B"/>
    <w:rsid w:val="002666F7"/>
    <w:rsid w:val="0027020D"/>
    <w:rsid w:val="00270396"/>
    <w:rsid w:val="0027052C"/>
    <w:rsid w:val="0027061D"/>
    <w:rsid w:val="002707E0"/>
    <w:rsid w:val="00271058"/>
    <w:rsid w:val="00271090"/>
    <w:rsid w:val="002712D5"/>
    <w:rsid w:val="002712E9"/>
    <w:rsid w:val="00271328"/>
    <w:rsid w:val="00271D94"/>
    <w:rsid w:val="00271E76"/>
    <w:rsid w:val="00271EE3"/>
    <w:rsid w:val="002720F8"/>
    <w:rsid w:val="00272648"/>
    <w:rsid w:val="0027289F"/>
    <w:rsid w:val="002732DD"/>
    <w:rsid w:val="00274522"/>
    <w:rsid w:val="00274739"/>
    <w:rsid w:val="002749F1"/>
    <w:rsid w:val="00274AA5"/>
    <w:rsid w:val="002754BB"/>
    <w:rsid w:val="002759AB"/>
    <w:rsid w:val="00275D81"/>
    <w:rsid w:val="00275DA3"/>
    <w:rsid w:val="00275F8D"/>
    <w:rsid w:val="0027620C"/>
    <w:rsid w:val="00276588"/>
    <w:rsid w:val="0027674A"/>
    <w:rsid w:val="0027683A"/>
    <w:rsid w:val="0027790B"/>
    <w:rsid w:val="002809B9"/>
    <w:rsid w:val="00280C5D"/>
    <w:rsid w:val="00281170"/>
    <w:rsid w:val="002811D8"/>
    <w:rsid w:val="0028169D"/>
    <w:rsid w:val="002818F5"/>
    <w:rsid w:val="00282B80"/>
    <w:rsid w:val="00282DE9"/>
    <w:rsid w:val="00283102"/>
    <w:rsid w:val="00283589"/>
    <w:rsid w:val="002835B8"/>
    <w:rsid w:val="00283C55"/>
    <w:rsid w:val="002844B4"/>
    <w:rsid w:val="0028554C"/>
    <w:rsid w:val="002859A8"/>
    <w:rsid w:val="00286203"/>
    <w:rsid w:val="002865CD"/>
    <w:rsid w:val="00286C45"/>
    <w:rsid w:val="00286C98"/>
    <w:rsid w:val="00286CE1"/>
    <w:rsid w:val="00286E87"/>
    <w:rsid w:val="0028724A"/>
    <w:rsid w:val="0028727C"/>
    <w:rsid w:val="002872B0"/>
    <w:rsid w:val="0028737B"/>
    <w:rsid w:val="00287556"/>
    <w:rsid w:val="00287655"/>
    <w:rsid w:val="00287ECD"/>
    <w:rsid w:val="00291318"/>
    <w:rsid w:val="0029145F"/>
    <w:rsid w:val="002927B3"/>
    <w:rsid w:val="00293257"/>
    <w:rsid w:val="00293FA0"/>
    <w:rsid w:val="00294F9C"/>
    <w:rsid w:val="00295039"/>
    <w:rsid w:val="002951E7"/>
    <w:rsid w:val="00295240"/>
    <w:rsid w:val="00295723"/>
    <w:rsid w:val="00295BE3"/>
    <w:rsid w:val="002960C6"/>
    <w:rsid w:val="0029611E"/>
    <w:rsid w:val="0029614A"/>
    <w:rsid w:val="00296375"/>
    <w:rsid w:val="002963F0"/>
    <w:rsid w:val="00296860"/>
    <w:rsid w:val="00296C97"/>
    <w:rsid w:val="0029706A"/>
    <w:rsid w:val="00297CC1"/>
    <w:rsid w:val="00297E86"/>
    <w:rsid w:val="00297FAE"/>
    <w:rsid w:val="002A00E7"/>
    <w:rsid w:val="002A0683"/>
    <w:rsid w:val="002A0B9F"/>
    <w:rsid w:val="002A12F1"/>
    <w:rsid w:val="002A1307"/>
    <w:rsid w:val="002A1761"/>
    <w:rsid w:val="002A2D1A"/>
    <w:rsid w:val="002A369F"/>
    <w:rsid w:val="002A3849"/>
    <w:rsid w:val="002A3BEA"/>
    <w:rsid w:val="002A3C44"/>
    <w:rsid w:val="002A3DD8"/>
    <w:rsid w:val="002A4822"/>
    <w:rsid w:val="002A518E"/>
    <w:rsid w:val="002A52AD"/>
    <w:rsid w:val="002A59BA"/>
    <w:rsid w:val="002A601F"/>
    <w:rsid w:val="002A6BDC"/>
    <w:rsid w:val="002A6EFD"/>
    <w:rsid w:val="002A7138"/>
    <w:rsid w:val="002A736B"/>
    <w:rsid w:val="002A79F5"/>
    <w:rsid w:val="002A7BC6"/>
    <w:rsid w:val="002A7CD6"/>
    <w:rsid w:val="002B02F5"/>
    <w:rsid w:val="002B06F4"/>
    <w:rsid w:val="002B0A48"/>
    <w:rsid w:val="002B0F6C"/>
    <w:rsid w:val="002B113F"/>
    <w:rsid w:val="002B1343"/>
    <w:rsid w:val="002B17F4"/>
    <w:rsid w:val="002B1B95"/>
    <w:rsid w:val="002B1EB3"/>
    <w:rsid w:val="002B39E5"/>
    <w:rsid w:val="002B3E47"/>
    <w:rsid w:val="002B41E9"/>
    <w:rsid w:val="002B43F9"/>
    <w:rsid w:val="002B48F1"/>
    <w:rsid w:val="002B5315"/>
    <w:rsid w:val="002B653D"/>
    <w:rsid w:val="002B661D"/>
    <w:rsid w:val="002B6719"/>
    <w:rsid w:val="002B6897"/>
    <w:rsid w:val="002B7AEB"/>
    <w:rsid w:val="002B7EA8"/>
    <w:rsid w:val="002C03ED"/>
    <w:rsid w:val="002C0638"/>
    <w:rsid w:val="002C0714"/>
    <w:rsid w:val="002C0843"/>
    <w:rsid w:val="002C0AA9"/>
    <w:rsid w:val="002C0FD5"/>
    <w:rsid w:val="002C1301"/>
    <w:rsid w:val="002C1743"/>
    <w:rsid w:val="002C17EB"/>
    <w:rsid w:val="002C1B65"/>
    <w:rsid w:val="002C212E"/>
    <w:rsid w:val="002C40F9"/>
    <w:rsid w:val="002C410D"/>
    <w:rsid w:val="002C4139"/>
    <w:rsid w:val="002C4380"/>
    <w:rsid w:val="002C4428"/>
    <w:rsid w:val="002C498B"/>
    <w:rsid w:val="002C4A3D"/>
    <w:rsid w:val="002C4DD6"/>
    <w:rsid w:val="002C4F7E"/>
    <w:rsid w:val="002C575E"/>
    <w:rsid w:val="002C600A"/>
    <w:rsid w:val="002C68D8"/>
    <w:rsid w:val="002C6D8D"/>
    <w:rsid w:val="002C7397"/>
    <w:rsid w:val="002D022C"/>
    <w:rsid w:val="002D0F7F"/>
    <w:rsid w:val="002D1F69"/>
    <w:rsid w:val="002D208B"/>
    <w:rsid w:val="002D23A5"/>
    <w:rsid w:val="002D2985"/>
    <w:rsid w:val="002D2C9D"/>
    <w:rsid w:val="002D2FFB"/>
    <w:rsid w:val="002D3990"/>
    <w:rsid w:val="002D3A00"/>
    <w:rsid w:val="002D3E04"/>
    <w:rsid w:val="002D4284"/>
    <w:rsid w:val="002D42D5"/>
    <w:rsid w:val="002D4344"/>
    <w:rsid w:val="002D4E54"/>
    <w:rsid w:val="002D5B2A"/>
    <w:rsid w:val="002D65A3"/>
    <w:rsid w:val="002D65E8"/>
    <w:rsid w:val="002D669F"/>
    <w:rsid w:val="002E00D3"/>
    <w:rsid w:val="002E04DD"/>
    <w:rsid w:val="002E06BD"/>
    <w:rsid w:val="002E07C7"/>
    <w:rsid w:val="002E0E67"/>
    <w:rsid w:val="002E13B1"/>
    <w:rsid w:val="002E16F3"/>
    <w:rsid w:val="002E1D72"/>
    <w:rsid w:val="002E2607"/>
    <w:rsid w:val="002E2A66"/>
    <w:rsid w:val="002E2ACD"/>
    <w:rsid w:val="002E2B1B"/>
    <w:rsid w:val="002E31F3"/>
    <w:rsid w:val="002E3226"/>
    <w:rsid w:val="002E33F4"/>
    <w:rsid w:val="002E39EB"/>
    <w:rsid w:val="002E3BF2"/>
    <w:rsid w:val="002E3C18"/>
    <w:rsid w:val="002E3D0A"/>
    <w:rsid w:val="002E4200"/>
    <w:rsid w:val="002E5048"/>
    <w:rsid w:val="002E5113"/>
    <w:rsid w:val="002E5256"/>
    <w:rsid w:val="002E59AB"/>
    <w:rsid w:val="002E5D83"/>
    <w:rsid w:val="002E643A"/>
    <w:rsid w:val="002E6B6B"/>
    <w:rsid w:val="002E6CAD"/>
    <w:rsid w:val="002E6ECA"/>
    <w:rsid w:val="002E7317"/>
    <w:rsid w:val="002E7874"/>
    <w:rsid w:val="002E788A"/>
    <w:rsid w:val="002E79EA"/>
    <w:rsid w:val="002E7A0A"/>
    <w:rsid w:val="002F00ED"/>
    <w:rsid w:val="002F0104"/>
    <w:rsid w:val="002F0880"/>
    <w:rsid w:val="002F08CB"/>
    <w:rsid w:val="002F08E4"/>
    <w:rsid w:val="002F0A91"/>
    <w:rsid w:val="002F0B14"/>
    <w:rsid w:val="002F1239"/>
    <w:rsid w:val="002F12FB"/>
    <w:rsid w:val="002F161C"/>
    <w:rsid w:val="002F18E6"/>
    <w:rsid w:val="002F1AFC"/>
    <w:rsid w:val="002F1D45"/>
    <w:rsid w:val="002F203D"/>
    <w:rsid w:val="002F2723"/>
    <w:rsid w:val="002F3243"/>
    <w:rsid w:val="002F3693"/>
    <w:rsid w:val="002F3DA2"/>
    <w:rsid w:val="002F41B2"/>
    <w:rsid w:val="002F428A"/>
    <w:rsid w:val="002F431C"/>
    <w:rsid w:val="002F49FB"/>
    <w:rsid w:val="002F4EB6"/>
    <w:rsid w:val="002F5206"/>
    <w:rsid w:val="002F6221"/>
    <w:rsid w:val="002F6991"/>
    <w:rsid w:val="002F70B7"/>
    <w:rsid w:val="002F7331"/>
    <w:rsid w:val="002F7998"/>
    <w:rsid w:val="002F7BD3"/>
    <w:rsid w:val="00300DAB"/>
    <w:rsid w:val="00301144"/>
    <w:rsid w:val="00301231"/>
    <w:rsid w:val="00301C16"/>
    <w:rsid w:val="00301D45"/>
    <w:rsid w:val="0030260E"/>
    <w:rsid w:val="003035B6"/>
    <w:rsid w:val="003036D8"/>
    <w:rsid w:val="00303AB8"/>
    <w:rsid w:val="00303D8C"/>
    <w:rsid w:val="0030495D"/>
    <w:rsid w:val="003049A9"/>
    <w:rsid w:val="003049F7"/>
    <w:rsid w:val="003049FF"/>
    <w:rsid w:val="00304BD7"/>
    <w:rsid w:val="003057E1"/>
    <w:rsid w:val="00305E1C"/>
    <w:rsid w:val="0030616E"/>
    <w:rsid w:val="0030657B"/>
    <w:rsid w:val="00307873"/>
    <w:rsid w:val="0030793D"/>
    <w:rsid w:val="00307988"/>
    <w:rsid w:val="00307DF6"/>
    <w:rsid w:val="00310087"/>
    <w:rsid w:val="0031033C"/>
    <w:rsid w:val="003104AC"/>
    <w:rsid w:val="003105EF"/>
    <w:rsid w:val="00310A8D"/>
    <w:rsid w:val="00310A90"/>
    <w:rsid w:val="00310B6C"/>
    <w:rsid w:val="00311611"/>
    <w:rsid w:val="00311D77"/>
    <w:rsid w:val="003123FF"/>
    <w:rsid w:val="003132D2"/>
    <w:rsid w:val="00313EF3"/>
    <w:rsid w:val="003142BC"/>
    <w:rsid w:val="00314B92"/>
    <w:rsid w:val="00314F40"/>
    <w:rsid w:val="00315E9E"/>
    <w:rsid w:val="00315ED6"/>
    <w:rsid w:val="0031623F"/>
    <w:rsid w:val="0031665D"/>
    <w:rsid w:val="003167E1"/>
    <w:rsid w:val="003167EA"/>
    <w:rsid w:val="00316B71"/>
    <w:rsid w:val="00316F17"/>
    <w:rsid w:val="00316F18"/>
    <w:rsid w:val="00317153"/>
    <w:rsid w:val="003171AD"/>
    <w:rsid w:val="003179A4"/>
    <w:rsid w:val="00317CE9"/>
    <w:rsid w:val="00317F82"/>
    <w:rsid w:val="00317F8F"/>
    <w:rsid w:val="0032028F"/>
    <w:rsid w:val="00320334"/>
    <w:rsid w:val="00320560"/>
    <w:rsid w:val="00320E43"/>
    <w:rsid w:val="003211E3"/>
    <w:rsid w:val="003215C3"/>
    <w:rsid w:val="00321725"/>
    <w:rsid w:val="0032198E"/>
    <w:rsid w:val="00321B47"/>
    <w:rsid w:val="00321DA6"/>
    <w:rsid w:val="00322CD6"/>
    <w:rsid w:val="00322DD3"/>
    <w:rsid w:val="00322E66"/>
    <w:rsid w:val="00322FC0"/>
    <w:rsid w:val="00322FDD"/>
    <w:rsid w:val="0032313B"/>
    <w:rsid w:val="003233D3"/>
    <w:rsid w:val="0032360B"/>
    <w:rsid w:val="0032456F"/>
    <w:rsid w:val="00324622"/>
    <w:rsid w:val="003250DF"/>
    <w:rsid w:val="003258BC"/>
    <w:rsid w:val="00325F2D"/>
    <w:rsid w:val="00326688"/>
    <w:rsid w:val="00326C1D"/>
    <w:rsid w:val="00326E1F"/>
    <w:rsid w:val="0032757E"/>
    <w:rsid w:val="003276B1"/>
    <w:rsid w:val="0032781E"/>
    <w:rsid w:val="0032783B"/>
    <w:rsid w:val="003302D3"/>
    <w:rsid w:val="0033078D"/>
    <w:rsid w:val="00330886"/>
    <w:rsid w:val="00330BB6"/>
    <w:rsid w:val="00330F19"/>
    <w:rsid w:val="003310C3"/>
    <w:rsid w:val="00331142"/>
    <w:rsid w:val="00331AEE"/>
    <w:rsid w:val="00331D57"/>
    <w:rsid w:val="0033277D"/>
    <w:rsid w:val="00332880"/>
    <w:rsid w:val="0033293A"/>
    <w:rsid w:val="00332B51"/>
    <w:rsid w:val="00332BCE"/>
    <w:rsid w:val="00333195"/>
    <w:rsid w:val="003336C0"/>
    <w:rsid w:val="00333F9F"/>
    <w:rsid w:val="00333FCB"/>
    <w:rsid w:val="00334D38"/>
    <w:rsid w:val="00334DA4"/>
    <w:rsid w:val="00334E00"/>
    <w:rsid w:val="00335631"/>
    <w:rsid w:val="00335C5C"/>
    <w:rsid w:val="00336183"/>
    <w:rsid w:val="003362B5"/>
    <w:rsid w:val="00336762"/>
    <w:rsid w:val="003370E3"/>
    <w:rsid w:val="003379C9"/>
    <w:rsid w:val="00337D59"/>
    <w:rsid w:val="00340190"/>
    <w:rsid w:val="0034026B"/>
    <w:rsid w:val="003403A3"/>
    <w:rsid w:val="0034113C"/>
    <w:rsid w:val="00341268"/>
    <w:rsid w:val="0034225D"/>
    <w:rsid w:val="00342EEA"/>
    <w:rsid w:val="003434BE"/>
    <w:rsid w:val="003439EB"/>
    <w:rsid w:val="003447FC"/>
    <w:rsid w:val="00344BA4"/>
    <w:rsid w:val="00344E58"/>
    <w:rsid w:val="00344E6E"/>
    <w:rsid w:val="00345078"/>
    <w:rsid w:val="003452C1"/>
    <w:rsid w:val="0034570C"/>
    <w:rsid w:val="00345F7E"/>
    <w:rsid w:val="003463D8"/>
    <w:rsid w:val="003468FA"/>
    <w:rsid w:val="00346AD6"/>
    <w:rsid w:val="0034709A"/>
    <w:rsid w:val="00347688"/>
    <w:rsid w:val="003476A8"/>
    <w:rsid w:val="003477E9"/>
    <w:rsid w:val="00351862"/>
    <w:rsid w:val="00351D63"/>
    <w:rsid w:val="00352339"/>
    <w:rsid w:val="00352A26"/>
    <w:rsid w:val="00352A87"/>
    <w:rsid w:val="00352C38"/>
    <w:rsid w:val="00352C55"/>
    <w:rsid w:val="003534FA"/>
    <w:rsid w:val="00353B4E"/>
    <w:rsid w:val="00353ED7"/>
    <w:rsid w:val="00354075"/>
    <w:rsid w:val="00354295"/>
    <w:rsid w:val="00354350"/>
    <w:rsid w:val="0035445B"/>
    <w:rsid w:val="003545C7"/>
    <w:rsid w:val="00354880"/>
    <w:rsid w:val="00354949"/>
    <w:rsid w:val="00354A7C"/>
    <w:rsid w:val="00354DF7"/>
    <w:rsid w:val="00355415"/>
    <w:rsid w:val="00355746"/>
    <w:rsid w:val="00355ECD"/>
    <w:rsid w:val="003562BA"/>
    <w:rsid w:val="00356CA8"/>
    <w:rsid w:val="00360799"/>
    <w:rsid w:val="00360D5B"/>
    <w:rsid w:val="00360D88"/>
    <w:rsid w:val="00361297"/>
    <w:rsid w:val="00361309"/>
    <w:rsid w:val="00361CDE"/>
    <w:rsid w:val="00361E18"/>
    <w:rsid w:val="003621A2"/>
    <w:rsid w:val="00362648"/>
    <w:rsid w:val="00362AF4"/>
    <w:rsid w:val="00362C7B"/>
    <w:rsid w:val="00363031"/>
    <w:rsid w:val="003641BB"/>
    <w:rsid w:val="003642A4"/>
    <w:rsid w:val="0036469A"/>
    <w:rsid w:val="00364A30"/>
    <w:rsid w:val="00365304"/>
    <w:rsid w:val="0036542F"/>
    <w:rsid w:val="00365513"/>
    <w:rsid w:val="00365B7E"/>
    <w:rsid w:val="00365CD3"/>
    <w:rsid w:val="00365F42"/>
    <w:rsid w:val="0036664D"/>
    <w:rsid w:val="003666B3"/>
    <w:rsid w:val="00367270"/>
    <w:rsid w:val="00370BA1"/>
    <w:rsid w:val="00370CF7"/>
    <w:rsid w:val="00371E3C"/>
    <w:rsid w:val="0037283F"/>
    <w:rsid w:val="003729A9"/>
    <w:rsid w:val="00372A35"/>
    <w:rsid w:val="00372EB2"/>
    <w:rsid w:val="00372FA0"/>
    <w:rsid w:val="00373F1B"/>
    <w:rsid w:val="003741C8"/>
    <w:rsid w:val="0037445E"/>
    <w:rsid w:val="003746F5"/>
    <w:rsid w:val="00374B03"/>
    <w:rsid w:val="0037500B"/>
    <w:rsid w:val="00375290"/>
    <w:rsid w:val="00375456"/>
    <w:rsid w:val="00375529"/>
    <w:rsid w:val="00376110"/>
    <w:rsid w:val="003763F9"/>
    <w:rsid w:val="0037670F"/>
    <w:rsid w:val="00376DAC"/>
    <w:rsid w:val="00376EBC"/>
    <w:rsid w:val="00377360"/>
    <w:rsid w:val="00377588"/>
    <w:rsid w:val="00377ABB"/>
    <w:rsid w:val="00377C51"/>
    <w:rsid w:val="003805A8"/>
    <w:rsid w:val="00380895"/>
    <w:rsid w:val="00380986"/>
    <w:rsid w:val="003812B0"/>
    <w:rsid w:val="00381ABA"/>
    <w:rsid w:val="00382781"/>
    <w:rsid w:val="00382B1D"/>
    <w:rsid w:val="0038365C"/>
    <w:rsid w:val="003840F6"/>
    <w:rsid w:val="003846DB"/>
    <w:rsid w:val="003847A0"/>
    <w:rsid w:val="00384D5C"/>
    <w:rsid w:val="00384E39"/>
    <w:rsid w:val="0038550D"/>
    <w:rsid w:val="0038601A"/>
    <w:rsid w:val="00386169"/>
    <w:rsid w:val="00386327"/>
    <w:rsid w:val="00387340"/>
    <w:rsid w:val="00387983"/>
    <w:rsid w:val="00387B94"/>
    <w:rsid w:val="00390081"/>
    <w:rsid w:val="0039045E"/>
    <w:rsid w:val="00391061"/>
    <w:rsid w:val="00391514"/>
    <w:rsid w:val="00391B14"/>
    <w:rsid w:val="00391FDE"/>
    <w:rsid w:val="00392063"/>
    <w:rsid w:val="003928D3"/>
    <w:rsid w:val="0039290B"/>
    <w:rsid w:val="00392D38"/>
    <w:rsid w:val="00394030"/>
    <w:rsid w:val="003946A4"/>
    <w:rsid w:val="003948EE"/>
    <w:rsid w:val="00394D69"/>
    <w:rsid w:val="0039568A"/>
    <w:rsid w:val="0039585A"/>
    <w:rsid w:val="00395ABF"/>
    <w:rsid w:val="00395D10"/>
    <w:rsid w:val="00395FFD"/>
    <w:rsid w:val="00396293"/>
    <w:rsid w:val="00396470"/>
    <w:rsid w:val="00397BD0"/>
    <w:rsid w:val="00397C6C"/>
    <w:rsid w:val="003A023E"/>
    <w:rsid w:val="003A0263"/>
    <w:rsid w:val="003A0C0A"/>
    <w:rsid w:val="003A0C69"/>
    <w:rsid w:val="003A0FFA"/>
    <w:rsid w:val="003A1144"/>
    <w:rsid w:val="003A1443"/>
    <w:rsid w:val="003A185A"/>
    <w:rsid w:val="003A1A3B"/>
    <w:rsid w:val="003A1F6B"/>
    <w:rsid w:val="003A210F"/>
    <w:rsid w:val="003A2401"/>
    <w:rsid w:val="003A266A"/>
    <w:rsid w:val="003A2869"/>
    <w:rsid w:val="003A2D85"/>
    <w:rsid w:val="003A36B4"/>
    <w:rsid w:val="003A376B"/>
    <w:rsid w:val="003A4055"/>
    <w:rsid w:val="003A49DA"/>
    <w:rsid w:val="003A4B5F"/>
    <w:rsid w:val="003A4CE9"/>
    <w:rsid w:val="003A4FF3"/>
    <w:rsid w:val="003A5D0E"/>
    <w:rsid w:val="003A63E7"/>
    <w:rsid w:val="003A6A36"/>
    <w:rsid w:val="003A6EE7"/>
    <w:rsid w:val="003A73A2"/>
    <w:rsid w:val="003A75B2"/>
    <w:rsid w:val="003A7700"/>
    <w:rsid w:val="003A77ED"/>
    <w:rsid w:val="003B002D"/>
    <w:rsid w:val="003B0298"/>
    <w:rsid w:val="003B08A0"/>
    <w:rsid w:val="003B1198"/>
    <w:rsid w:val="003B178A"/>
    <w:rsid w:val="003B1BD7"/>
    <w:rsid w:val="003B217F"/>
    <w:rsid w:val="003B2432"/>
    <w:rsid w:val="003B2E19"/>
    <w:rsid w:val="003B32FF"/>
    <w:rsid w:val="003B3A9B"/>
    <w:rsid w:val="003B3CA8"/>
    <w:rsid w:val="003B3D7C"/>
    <w:rsid w:val="003B41D5"/>
    <w:rsid w:val="003B4CA8"/>
    <w:rsid w:val="003B5623"/>
    <w:rsid w:val="003B58C3"/>
    <w:rsid w:val="003B5AA6"/>
    <w:rsid w:val="003B5FDA"/>
    <w:rsid w:val="003B6E8B"/>
    <w:rsid w:val="003C05D9"/>
    <w:rsid w:val="003C1488"/>
    <w:rsid w:val="003C17EB"/>
    <w:rsid w:val="003C1E37"/>
    <w:rsid w:val="003C1F22"/>
    <w:rsid w:val="003C2349"/>
    <w:rsid w:val="003C23B1"/>
    <w:rsid w:val="003C2508"/>
    <w:rsid w:val="003C27CA"/>
    <w:rsid w:val="003C2D85"/>
    <w:rsid w:val="003C3C55"/>
    <w:rsid w:val="003C4240"/>
    <w:rsid w:val="003C4A7A"/>
    <w:rsid w:val="003C4B73"/>
    <w:rsid w:val="003C4B75"/>
    <w:rsid w:val="003C4BB6"/>
    <w:rsid w:val="003C4D03"/>
    <w:rsid w:val="003C565A"/>
    <w:rsid w:val="003C5766"/>
    <w:rsid w:val="003C5AC0"/>
    <w:rsid w:val="003C5BEA"/>
    <w:rsid w:val="003C5D25"/>
    <w:rsid w:val="003C5D85"/>
    <w:rsid w:val="003C65BF"/>
    <w:rsid w:val="003C6660"/>
    <w:rsid w:val="003C6669"/>
    <w:rsid w:val="003C6CAD"/>
    <w:rsid w:val="003C71F1"/>
    <w:rsid w:val="003C74E7"/>
    <w:rsid w:val="003C787A"/>
    <w:rsid w:val="003C7B13"/>
    <w:rsid w:val="003C7DCF"/>
    <w:rsid w:val="003D068D"/>
    <w:rsid w:val="003D0898"/>
    <w:rsid w:val="003D1C8A"/>
    <w:rsid w:val="003D2197"/>
    <w:rsid w:val="003D2BD8"/>
    <w:rsid w:val="003D2BDE"/>
    <w:rsid w:val="003D2C80"/>
    <w:rsid w:val="003D2ED3"/>
    <w:rsid w:val="003D3187"/>
    <w:rsid w:val="003D381D"/>
    <w:rsid w:val="003D3F04"/>
    <w:rsid w:val="003D3F8D"/>
    <w:rsid w:val="003D4C56"/>
    <w:rsid w:val="003D4C9F"/>
    <w:rsid w:val="003D5073"/>
    <w:rsid w:val="003D53BA"/>
    <w:rsid w:val="003D5850"/>
    <w:rsid w:val="003D59A6"/>
    <w:rsid w:val="003D5A18"/>
    <w:rsid w:val="003D60E1"/>
    <w:rsid w:val="003D66FE"/>
    <w:rsid w:val="003D67E7"/>
    <w:rsid w:val="003D69EF"/>
    <w:rsid w:val="003D69F5"/>
    <w:rsid w:val="003D6FAC"/>
    <w:rsid w:val="003D78F1"/>
    <w:rsid w:val="003D799A"/>
    <w:rsid w:val="003D7E20"/>
    <w:rsid w:val="003E1BBA"/>
    <w:rsid w:val="003E1BBD"/>
    <w:rsid w:val="003E2192"/>
    <w:rsid w:val="003E235E"/>
    <w:rsid w:val="003E440D"/>
    <w:rsid w:val="003E479C"/>
    <w:rsid w:val="003E493F"/>
    <w:rsid w:val="003E4F89"/>
    <w:rsid w:val="003E580F"/>
    <w:rsid w:val="003E6693"/>
    <w:rsid w:val="003E6723"/>
    <w:rsid w:val="003E6D57"/>
    <w:rsid w:val="003E7914"/>
    <w:rsid w:val="003E7A3B"/>
    <w:rsid w:val="003F0464"/>
    <w:rsid w:val="003F0583"/>
    <w:rsid w:val="003F0FA4"/>
    <w:rsid w:val="003F1953"/>
    <w:rsid w:val="003F2411"/>
    <w:rsid w:val="003F2534"/>
    <w:rsid w:val="003F257E"/>
    <w:rsid w:val="003F26A2"/>
    <w:rsid w:val="003F2794"/>
    <w:rsid w:val="003F2BB2"/>
    <w:rsid w:val="003F2E4C"/>
    <w:rsid w:val="003F3D25"/>
    <w:rsid w:val="003F3E35"/>
    <w:rsid w:val="003F3EE4"/>
    <w:rsid w:val="003F40E2"/>
    <w:rsid w:val="003F44A4"/>
    <w:rsid w:val="003F44BB"/>
    <w:rsid w:val="003F47B3"/>
    <w:rsid w:val="003F485A"/>
    <w:rsid w:val="003F4A95"/>
    <w:rsid w:val="003F4BF0"/>
    <w:rsid w:val="003F4DE8"/>
    <w:rsid w:val="003F4FCB"/>
    <w:rsid w:val="003F5145"/>
    <w:rsid w:val="003F589D"/>
    <w:rsid w:val="003F597E"/>
    <w:rsid w:val="003F5C83"/>
    <w:rsid w:val="003F5CBD"/>
    <w:rsid w:val="003F5D67"/>
    <w:rsid w:val="003F63AB"/>
    <w:rsid w:val="003F63D5"/>
    <w:rsid w:val="003F65B4"/>
    <w:rsid w:val="003F6C34"/>
    <w:rsid w:val="003F6F1E"/>
    <w:rsid w:val="003F77CD"/>
    <w:rsid w:val="003F7B18"/>
    <w:rsid w:val="0040052A"/>
    <w:rsid w:val="00400A0E"/>
    <w:rsid w:val="00400CC1"/>
    <w:rsid w:val="00401208"/>
    <w:rsid w:val="004012CF"/>
    <w:rsid w:val="004013F2"/>
    <w:rsid w:val="00401BDB"/>
    <w:rsid w:val="00401D94"/>
    <w:rsid w:val="00402712"/>
    <w:rsid w:val="004032BB"/>
    <w:rsid w:val="00403833"/>
    <w:rsid w:val="004039F2"/>
    <w:rsid w:val="00403E2E"/>
    <w:rsid w:val="00404159"/>
    <w:rsid w:val="0040417A"/>
    <w:rsid w:val="004043D4"/>
    <w:rsid w:val="00404753"/>
    <w:rsid w:val="00404B2B"/>
    <w:rsid w:val="00404C2D"/>
    <w:rsid w:val="0040535F"/>
    <w:rsid w:val="0040537F"/>
    <w:rsid w:val="00405FB3"/>
    <w:rsid w:val="0040604C"/>
    <w:rsid w:val="00406346"/>
    <w:rsid w:val="004063F9"/>
    <w:rsid w:val="0040641A"/>
    <w:rsid w:val="004068A1"/>
    <w:rsid w:val="00406F8F"/>
    <w:rsid w:val="0041045F"/>
    <w:rsid w:val="00410727"/>
    <w:rsid w:val="00410F19"/>
    <w:rsid w:val="00411100"/>
    <w:rsid w:val="004111F0"/>
    <w:rsid w:val="004113FE"/>
    <w:rsid w:val="00411542"/>
    <w:rsid w:val="00411634"/>
    <w:rsid w:val="00411B34"/>
    <w:rsid w:val="00411B6B"/>
    <w:rsid w:val="0041246F"/>
    <w:rsid w:val="004125C8"/>
    <w:rsid w:val="00412B75"/>
    <w:rsid w:val="00412CF2"/>
    <w:rsid w:val="00412E49"/>
    <w:rsid w:val="0041317B"/>
    <w:rsid w:val="004135C7"/>
    <w:rsid w:val="004138A9"/>
    <w:rsid w:val="0041476D"/>
    <w:rsid w:val="00414D89"/>
    <w:rsid w:val="00414DF2"/>
    <w:rsid w:val="0041555F"/>
    <w:rsid w:val="0041583E"/>
    <w:rsid w:val="00415A81"/>
    <w:rsid w:val="00415BDA"/>
    <w:rsid w:val="00415FE5"/>
    <w:rsid w:val="0041622D"/>
    <w:rsid w:val="0041651B"/>
    <w:rsid w:val="00416611"/>
    <w:rsid w:val="00416859"/>
    <w:rsid w:val="00416889"/>
    <w:rsid w:val="00416C1C"/>
    <w:rsid w:val="00417BDB"/>
    <w:rsid w:val="00417D83"/>
    <w:rsid w:val="00417DA9"/>
    <w:rsid w:val="00417FAE"/>
    <w:rsid w:val="004200E7"/>
    <w:rsid w:val="00420396"/>
    <w:rsid w:val="004206A6"/>
    <w:rsid w:val="00420964"/>
    <w:rsid w:val="00420F5A"/>
    <w:rsid w:val="00421F23"/>
    <w:rsid w:val="00421F2F"/>
    <w:rsid w:val="004228AA"/>
    <w:rsid w:val="00422B56"/>
    <w:rsid w:val="0042307A"/>
    <w:rsid w:val="0042344B"/>
    <w:rsid w:val="004235CE"/>
    <w:rsid w:val="00423C83"/>
    <w:rsid w:val="004240A4"/>
    <w:rsid w:val="00424F5F"/>
    <w:rsid w:val="0042571B"/>
    <w:rsid w:val="00425C90"/>
    <w:rsid w:val="00426057"/>
    <w:rsid w:val="004264AD"/>
    <w:rsid w:val="00426A77"/>
    <w:rsid w:val="00426BCE"/>
    <w:rsid w:val="004279AA"/>
    <w:rsid w:val="00427B43"/>
    <w:rsid w:val="0043030C"/>
    <w:rsid w:val="004304C0"/>
    <w:rsid w:val="00430754"/>
    <w:rsid w:val="004307F8"/>
    <w:rsid w:val="004309FA"/>
    <w:rsid w:val="004318C6"/>
    <w:rsid w:val="00432377"/>
    <w:rsid w:val="004329C4"/>
    <w:rsid w:val="00433F70"/>
    <w:rsid w:val="00434A7A"/>
    <w:rsid w:val="00434F56"/>
    <w:rsid w:val="00435C2D"/>
    <w:rsid w:val="00436069"/>
    <w:rsid w:val="00436A26"/>
    <w:rsid w:val="00436F69"/>
    <w:rsid w:val="0043757A"/>
    <w:rsid w:val="004378E2"/>
    <w:rsid w:val="00437CE8"/>
    <w:rsid w:val="00440B91"/>
    <w:rsid w:val="0044190A"/>
    <w:rsid w:val="00441D01"/>
    <w:rsid w:val="00441E3A"/>
    <w:rsid w:val="00442003"/>
    <w:rsid w:val="004424A5"/>
    <w:rsid w:val="00442D02"/>
    <w:rsid w:val="00442E4B"/>
    <w:rsid w:val="00442F18"/>
    <w:rsid w:val="00442FBF"/>
    <w:rsid w:val="0044456C"/>
    <w:rsid w:val="004447D1"/>
    <w:rsid w:val="00444ECE"/>
    <w:rsid w:val="00445223"/>
    <w:rsid w:val="004464D0"/>
    <w:rsid w:val="004467C9"/>
    <w:rsid w:val="00446952"/>
    <w:rsid w:val="00446A3E"/>
    <w:rsid w:val="00447151"/>
    <w:rsid w:val="004473FF"/>
    <w:rsid w:val="00447A6C"/>
    <w:rsid w:val="00447ECC"/>
    <w:rsid w:val="00450317"/>
    <w:rsid w:val="00450F62"/>
    <w:rsid w:val="004519B3"/>
    <w:rsid w:val="004519F6"/>
    <w:rsid w:val="00451E0D"/>
    <w:rsid w:val="00452374"/>
    <w:rsid w:val="00452398"/>
    <w:rsid w:val="0045256D"/>
    <w:rsid w:val="0045266E"/>
    <w:rsid w:val="004526A9"/>
    <w:rsid w:val="00452B84"/>
    <w:rsid w:val="0045327A"/>
    <w:rsid w:val="004537C9"/>
    <w:rsid w:val="0045393E"/>
    <w:rsid w:val="004542BB"/>
    <w:rsid w:val="004544D0"/>
    <w:rsid w:val="00454934"/>
    <w:rsid w:val="0045535C"/>
    <w:rsid w:val="0045539F"/>
    <w:rsid w:val="00455520"/>
    <w:rsid w:val="004558A4"/>
    <w:rsid w:val="00455ABC"/>
    <w:rsid w:val="004565F6"/>
    <w:rsid w:val="00456765"/>
    <w:rsid w:val="00456A9A"/>
    <w:rsid w:val="00457099"/>
    <w:rsid w:val="00457194"/>
    <w:rsid w:val="00457F0E"/>
    <w:rsid w:val="00457FEF"/>
    <w:rsid w:val="0046051D"/>
    <w:rsid w:val="00460530"/>
    <w:rsid w:val="00461B67"/>
    <w:rsid w:val="0046333F"/>
    <w:rsid w:val="00463944"/>
    <w:rsid w:val="00463E23"/>
    <w:rsid w:val="00463F73"/>
    <w:rsid w:val="00464267"/>
    <w:rsid w:val="00464B54"/>
    <w:rsid w:val="00465000"/>
    <w:rsid w:val="004653A1"/>
    <w:rsid w:val="00465D70"/>
    <w:rsid w:val="00465FA3"/>
    <w:rsid w:val="00466B00"/>
    <w:rsid w:val="00466EBF"/>
    <w:rsid w:val="004673A9"/>
    <w:rsid w:val="00467542"/>
    <w:rsid w:val="004679FB"/>
    <w:rsid w:val="00467CF7"/>
    <w:rsid w:val="00467E55"/>
    <w:rsid w:val="00467F28"/>
    <w:rsid w:val="00470299"/>
    <w:rsid w:val="00470349"/>
    <w:rsid w:val="0047041C"/>
    <w:rsid w:val="004705E0"/>
    <w:rsid w:val="004711CE"/>
    <w:rsid w:val="0047122A"/>
    <w:rsid w:val="0047126D"/>
    <w:rsid w:val="004715F0"/>
    <w:rsid w:val="00471757"/>
    <w:rsid w:val="0047185D"/>
    <w:rsid w:val="00471882"/>
    <w:rsid w:val="00471B7B"/>
    <w:rsid w:val="00471CAC"/>
    <w:rsid w:val="00471D57"/>
    <w:rsid w:val="00471F2D"/>
    <w:rsid w:val="00472051"/>
    <w:rsid w:val="00472168"/>
    <w:rsid w:val="004725BA"/>
    <w:rsid w:val="00472790"/>
    <w:rsid w:val="0047322A"/>
    <w:rsid w:val="004735B4"/>
    <w:rsid w:val="004736DC"/>
    <w:rsid w:val="00473782"/>
    <w:rsid w:val="00473AA8"/>
    <w:rsid w:val="00473E4B"/>
    <w:rsid w:val="004746D4"/>
    <w:rsid w:val="00474853"/>
    <w:rsid w:val="004749A9"/>
    <w:rsid w:val="00474A1B"/>
    <w:rsid w:val="00474CFC"/>
    <w:rsid w:val="004750EE"/>
    <w:rsid w:val="004751C5"/>
    <w:rsid w:val="0047525C"/>
    <w:rsid w:val="004758FC"/>
    <w:rsid w:val="0047594B"/>
    <w:rsid w:val="00475AEB"/>
    <w:rsid w:val="004760AF"/>
    <w:rsid w:val="00476BDA"/>
    <w:rsid w:val="00476EDD"/>
    <w:rsid w:val="00477056"/>
    <w:rsid w:val="004777FD"/>
    <w:rsid w:val="00477A1C"/>
    <w:rsid w:val="004801C1"/>
    <w:rsid w:val="00480A88"/>
    <w:rsid w:val="004811C6"/>
    <w:rsid w:val="0048170E"/>
    <w:rsid w:val="00481E04"/>
    <w:rsid w:val="00481E86"/>
    <w:rsid w:val="00482B0E"/>
    <w:rsid w:val="00482C3B"/>
    <w:rsid w:val="00483246"/>
    <w:rsid w:val="004833DB"/>
    <w:rsid w:val="004838C7"/>
    <w:rsid w:val="00483CD3"/>
    <w:rsid w:val="00483EF0"/>
    <w:rsid w:val="00484308"/>
    <w:rsid w:val="00485104"/>
    <w:rsid w:val="0048522F"/>
    <w:rsid w:val="00485355"/>
    <w:rsid w:val="00485F31"/>
    <w:rsid w:val="00486055"/>
    <w:rsid w:val="00486DFF"/>
    <w:rsid w:val="00486F20"/>
    <w:rsid w:val="00487A28"/>
    <w:rsid w:val="0049108C"/>
    <w:rsid w:val="00491BE7"/>
    <w:rsid w:val="004920DE"/>
    <w:rsid w:val="004925F6"/>
    <w:rsid w:val="004929C1"/>
    <w:rsid w:val="00493363"/>
    <w:rsid w:val="004935A7"/>
    <w:rsid w:val="00493A39"/>
    <w:rsid w:val="00493B5D"/>
    <w:rsid w:val="00494573"/>
    <w:rsid w:val="0049488E"/>
    <w:rsid w:val="00494CA5"/>
    <w:rsid w:val="00494FAA"/>
    <w:rsid w:val="00495B13"/>
    <w:rsid w:val="00495E4D"/>
    <w:rsid w:val="00495EFC"/>
    <w:rsid w:val="004960EF"/>
    <w:rsid w:val="00496301"/>
    <w:rsid w:val="00496494"/>
    <w:rsid w:val="004966D1"/>
    <w:rsid w:val="0049689A"/>
    <w:rsid w:val="00496C89"/>
    <w:rsid w:val="0049732E"/>
    <w:rsid w:val="004975F3"/>
    <w:rsid w:val="004976F6"/>
    <w:rsid w:val="004A021D"/>
    <w:rsid w:val="004A0E94"/>
    <w:rsid w:val="004A11E7"/>
    <w:rsid w:val="004A16A3"/>
    <w:rsid w:val="004A17F4"/>
    <w:rsid w:val="004A1E26"/>
    <w:rsid w:val="004A2D21"/>
    <w:rsid w:val="004A2D6F"/>
    <w:rsid w:val="004A3C4B"/>
    <w:rsid w:val="004A3EBD"/>
    <w:rsid w:val="004A407F"/>
    <w:rsid w:val="004A46F2"/>
    <w:rsid w:val="004A4F15"/>
    <w:rsid w:val="004A5A02"/>
    <w:rsid w:val="004A5CFC"/>
    <w:rsid w:val="004A60D7"/>
    <w:rsid w:val="004A619B"/>
    <w:rsid w:val="004A66B9"/>
    <w:rsid w:val="004A67EA"/>
    <w:rsid w:val="004A6AD1"/>
    <w:rsid w:val="004A6BDD"/>
    <w:rsid w:val="004A6FE7"/>
    <w:rsid w:val="004A7E7C"/>
    <w:rsid w:val="004B00F9"/>
    <w:rsid w:val="004B0DCE"/>
    <w:rsid w:val="004B0EDA"/>
    <w:rsid w:val="004B13A1"/>
    <w:rsid w:val="004B148D"/>
    <w:rsid w:val="004B1BA2"/>
    <w:rsid w:val="004B1C31"/>
    <w:rsid w:val="004B1CC4"/>
    <w:rsid w:val="004B2267"/>
    <w:rsid w:val="004B24FE"/>
    <w:rsid w:val="004B274D"/>
    <w:rsid w:val="004B2A57"/>
    <w:rsid w:val="004B2D60"/>
    <w:rsid w:val="004B40DD"/>
    <w:rsid w:val="004B444E"/>
    <w:rsid w:val="004B45D4"/>
    <w:rsid w:val="004B5358"/>
    <w:rsid w:val="004B5516"/>
    <w:rsid w:val="004B6844"/>
    <w:rsid w:val="004B6D34"/>
    <w:rsid w:val="004B7866"/>
    <w:rsid w:val="004B7C3C"/>
    <w:rsid w:val="004C0046"/>
    <w:rsid w:val="004C0138"/>
    <w:rsid w:val="004C0202"/>
    <w:rsid w:val="004C093B"/>
    <w:rsid w:val="004C1294"/>
    <w:rsid w:val="004C15B7"/>
    <w:rsid w:val="004C1682"/>
    <w:rsid w:val="004C37CC"/>
    <w:rsid w:val="004C3B44"/>
    <w:rsid w:val="004C3E49"/>
    <w:rsid w:val="004C43B7"/>
    <w:rsid w:val="004C4F88"/>
    <w:rsid w:val="004C53C1"/>
    <w:rsid w:val="004C5687"/>
    <w:rsid w:val="004C58CC"/>
    <w:rsid w:val="004C67C3"/>
    <w:rsid w:val="004C6A7E"/>
    <w:rsid w:val="004C6B92"/>
    <w:rsid w:val="004C7338"/>
    <w:rsid w:val="004C74F3"/>
    <w:rsid w:val="004C76B2"/>
    <w:rsid w:val="004C7B57"/>
    <w:rsid w:val="004D06A4"/>
    <w:rsid w:val="004D15D9"/>
    <w:rsid w:val="004D176A"/>
    <w:rsid w:val="004D1F7E"/>
    <w:rsid w:val="004D376F"/>
    <w:rsid w:val="004D3FC0"/>
    <w:rsid w:val="004D47E1"/>
    <w:rsid w:val="004D50A7"/>
    <w:rsid w:val="004D5249"/>
    <w:rsid w:val="004D566E"/>
    <w:rsid w:val="004D611B"/>
    <w:rsid w:val="004D6148"/>
    <w:rsid w:val="004D6174"/>
    <w:rsid w:val="004D659C"/>
    <w:rsid w:val="004D6776"/>
    <w:rsid w:val="004D68C9"/>
    <w:rsid w:val="004D6B85"/>
    <w:rsid w:val="004E0632"/>
    <w:rsid w:val="004E0EEC"/>
    <w:rsid w:val="004E0EFD"/>
    <w:rsid w:val="004E16E6"/>
    <w:rsid w:val="004E18DD"/>
    <w:rsid w:val="004E1ACA"/>
    <w:rsid w:val="004E1C04"/>
    <w:rsid w:val="004E23A0"/>
    <w:rsid w:val="004E28E9"/>
    <w:rsid w:val="004E3294"/>
    <w:rsid w:val="004E349F"/>
    <w:rsid w:val="004E3DAC"/>
    <w:rsid w:val="004E3F89"/>
    <w:rsid w:val="004E4016"/>
    <w:rsid w:val="004E441E"/>
    <w:rsid w:val="004E4B1D"/>
    <w:rsid w:val="004E4C03"/>
    <w:rsid w:val="004E4C7F"/>
    <w:rsid w:val="004E4D42"/>
    <w:rsid w:val="004E51C3"/>
    <w:rsid w:val="004E5281"/>
    <w:rsid w:val="004E55BC"/>
    <w:rsid w:val="004E5C97"/>
    <w:rsid w:val="004E5E1A"/>
    <w:rsid w:val="004E6D21"/>
    <w:rsid w:val="004E7547"/>
    <w:rsid w:val="004E7B9A"/>
    <w:rsid w:val="004E7BA1"/>
    <w:rsid w:val="004F01B6"/>
    <w:rsid w:val="004F0628"/>
    <w:rsid w:val="004F062A"/>
    <w:rsid w:val="004F07C9"/>
    <w:rsid w:val="004F0CE7"/>
    <w:rsid w:val="004F0FFA"/>
    <w:rsid w:val="004F1437"/>
    <w:rsid w:val="004F1A86"/>
    <w:rsid w:val="004F1FCE"/>
    <w:rsid w:val="004F2031"/>
    <w:rsid w:val="004F22D5"/>
    <w:rsid w:val="004F3467"/>
    <w:rsid w:val="004F35EC"/>
    <w:rsid w:val="004F381E"/>
    <w:rsid w:val="004F39D0"/>
    <w:rsid w:val="004F4005"/>
    <w:rsid w:val="004F40AB"/>
    <w:rsid w:val="004F483D"/>
    <w:rsid w:val="004F4A94"/>
    <w:rsid w:val="004F4E90"/>
    <w:rsid w:val="004F4E91"/>
    <w:rsid w:val="004F4FB4"/>
    <w:rsid w:val="004F50EE"/>
    <w:rsid w:val="004F5874"/>
    <w:rsid w:val="004F5956"/>
    <w:rsid w:val="004F5A1C"/>
    <w:rsid w:val="004F6668"/>
    <w:rsid w:val="004F6747"/>
    <w:rsid w:val="004F6B21"/>
    <w:rsid w:val="004F6BAB"/>
    <w:rsid w:val="004F6E88"/>
    <w:rsid w:val="004F6F32"/>
    <w:rsid w:val="004F71B6"/>
    <w:rsid w:val="004F787C"/>
    <w:rsid w:val="004F7928"/>
    <w:rsid w:val="004F7EA3"/>
    <w:rsid w:val="00500502"/>
    <w:rsid w:val="005005BF"/>
    <w:rsid w:val="00500724"/>
    <w:rsid w:val="00500745"/>
    <w:rsid w:val="00501953"/>
    <w:rsid w:val="00501985"/>
    <w:rsid w:val="00501C63"/>
    <w:rsid w:val="005024E3"/>
    <w:rsid w:val="0050265F"/>
    <w:rsid w:val="00503078"/>
    <w:rsid w:val="0050333E"/>
    <w:rsid w:val="00503E60"/>
    <w:rsid w:val="00503E8C"/>
    <w:rsid w:val="00503EA0"/>
    <w:rsid w:val="00503F6D"/>
    <w:rsid w:val="00504183"/>
    <w:rsid w:val="0050428A"/>
    <w:rsid w:val="0050560F"/>
    <w:rsid w:val="00505EF8"/>
    <w:rsid w:val="00506C1E"/>
    <w:rsid w:val="00507882"/>
    <w:rsid w:val="005102CE"/>
    <w:rsid w:val="0051067A"/>
    <w:rsid w:val="00510823"/>
    <w:rsid w:val="00510C0B"/>
    <w:rsid w:val="00510E04"/>
    <w:rsid w:val="0051116E"/>
    <w:rsid w:val="00511863"/>
    <w:rsid w:val="0051212A"/>
    <w:rsid w:val="005122D8"/>
    <w:rsid w:val="005125B0"/>
    <w:rsid w:val="00513000"/>
    <w:rsid w:val="005130E8"/>
    <w:rsid w:val="005131D7"/>
    <w:rsid w:val="0051349C"/>
    <w:rsid w:val="00513A4D"/>
    <w:rsid w:val="00513AD2"/>
    <w:rsid w:val="00513E66"/>
    <w:rsid w:val="00514112"/>
    <w:rsid w:val="005146D6"/>
    <w:rsid w:val="00514879"/>
    <w:rsid w:val="00514943"/>
    <w:rsid w:val="00514974"/>
    <w:rsid w:val="00514CBA"/>
    <w:rsid w:val="00514D5C"/>
    <w:rsid w:val="005157D8"/>
    <w:rsid w:val="0051594D"/>
    <w:rsid w:val="00515CCC"/>
    <w:rsid w:val="00515E08"/>
    <w:rsid w:val="0051639B"/>
    <w:rsid w:val="00516C55"/>
    <w:rsid w:val="00516EB7"/>
    <w:rsid w:val="005173D6"/>
    <w:rsid w:val="005178A2"/>
    <w:rsid w:val="00517959"/>
    <w:rsid w:val="005200B9"/>
    <w:rsid w:val="00520475"/>
    <w:rsid w:val="0052047A"/>
    <w:rsid w:val="00520860"/>
    <w:rsid w:val="00520F72"/>
    <w:rsid w:val="00521D27"/>
    <w:rsid w:val="00521F34"/>
    <w:rsid w:val="005224BE"/>
    <w:rsid w:val="005229D4"/>
    <w:rsid w:val="00522FF8"/>
    <w:rsid w:val="00523FB7"/>
    <w:rsid w:val="0052576F"/>
    <w:rsid w:val="005261BD"/>
    <w:rsid w:val="00526B81"/>
    <w:rsid w:val="00526DAE"/>
    <w:rsid w:val="00526F0D"/>
    <w:rsid w:val="005270B4"/>
    <w:rsid w:val="00527365"/>
    <w:rsid w:val="005275C0"/>
    <w:rsid w:val="005275EC"/>
    <w:rsid w:val="00527DA5"/>
    <w:rsid w:val="005303EB"/>
    <w:rsid w:val="00530F33"/>
    <w:rsid w:val="0053102B"/>
    <w:rsid w:val="00531656"/>
    <w:rsid w:val="00531D4D"/>
    <w:rsid w:val="0053209B"/>
    <w:rsid w:val="00532411"/>
    <w:rsid w:val="00532449"/>
    <w:rsid w:val="00532658"/>
    <w:rsid w:val="00532732"/>
    <w:rsid w:val="00532906"/>
    <w:rsid w:val="005337CD"/>
    <w:rsid w:val="00534040"/>
    <w:rsid w:val="00534131"/>
    <w:rsid w:val="00534606"/>
    <w:rsid w:val="00534964"/>
    <w:rsid w:val="00534C9E"/>
    <w:rsid w:val="00534ED8"/>
    <w:rsid w:val="0053549D"/>
    <w:rsid w:val="00535599"/>
    <w:rsid w:val="005365ED"/>
    <w:rsid w:val="00536917"/>
    <w:rsid w:val="0053696E"/>
    <w:rsid w:val="00536BF0"/>
    <w:rsid w:val="005371DB"/>
    <w:rsid w:val="005374E6"/>
    <w:rsid w:val="00537BEB"/>
    <w:rsid w:val="00540065"/>
    <w:rsid w:val="00540344"/>
    <w:rsid w:val="0054069D"/>
    <w:rsid w:val="005406C1"/>
    <w:rsid w:val="0054107C"/>
    <w:rsid w:val="00541D5F"/>
    <w:rsid w:val="00542254"/>
    <w:rsid w:val="00542737"/>
    <w:rsid w:val="005429C6"/>
    <w:rsid w:val="00542C75"/>
    <w:rsid w:val="0054307C"/>
    <w:rsid w:val="005430FE"/>
    <w:rsid w:val="00543B13"/>
    <w:rsid w:val="0054447D"/>
    <w:rsid w:val="00545663"/>
    <w:rsid w:val="00545DAA"/>
    <w:rsid w:val="00546334"/>
    <w:rsid w:val="00546A13"/>
    <w:rsid w:val="00546B56"/>
    <w:rsid w:val="00546D39"/>
    <w:rsid w:val="00547E66"/>
    <w:rsid w:val="00550187"/>
    <w:rsid w:val="0055022A"/>
    <w:rsid w:val="00550307"/>
    <w:rsid w:val="0055051E"/>
    <w:rsid w:val="00550ADF"/>
    <w:rsid w:val="00550C8E"/>
    <w:rsid w:val="005524EB"/>
    <w:rsid w:val="00552BAC"/>
    <w:rsid w:val="005530F6"/>
    <w:rsid w:val="0055312D"/>
    <w:rsid w:val="005541C9"/>
    <w:rsid w:val="005548C5"/>
    <w:rsid w:val="00554A6E"/>
    <w:rsid w:val="00554D73"/>
    <w:rsid w:val="00554FCE"/>
    <w:rsid w:val="0055502F"/>
    <w:rsid w:val="00555116"/>
    <w:rsid w:val="005557A5"/>
    <w:rsid w:val="00555943"/>
    <w:rsid w:val="00555DE4"/>
    <w:rsid w:val="0055613E"/>
    <w:rsid w:val="005565D6"/>
    <w:rsid w:val="00556C76"/>
    <w:rsid w:val="00556F06"/>
    <w:rsid w:val="005573AA"/>
    <w:rsid w:val="00557AAE"/>
    <w:rsid w:val="00557AC9"/>
    <w:rsid w:val="00557C2C"/>
    <w:rsid w:val="00557D3C"/>
    <w:rsid w:val="00560D4E"/>
    <w:rsid w:val="00560DCB"/>
    <w:rsid w:val="00560E95"/>
    <w:rsid w:val="00561528"/>
    <w:rsid w:val="0056178B"/>
    <w:rsid w:val="005618E2"/>
    <w:rsid w:val="00561963"/>
    <w:rsid w:val="00561B65"/>
    <w:rsid w:val="005627D7"/>
    <w:rsid w:val="00562B06"/>
    <w:rsid w:val="00563738"/>
    <w:rsid w:val="005646DA"/>
    <w:rsid w:val="0056483F"/>
    <w:rsid w:val="0056498C"/>
    <w:rsid w:val="00564AC3"/>
    <w:rsid w:val="00565A73"/>
    <w:rsid w:val="00566DB0"/>
    <w:rsid w:val="00566DEC"/>
    <w:rsid w:val="00566F0A"/>
    <w:rsid w:val="00566F26"/>
    <w:rsid w:val="005677FB"/>
    <w:rsid w:val="00567BBF"/>
    <w:rsid w:val="00567C2A"/>
    <w:rsid w:val="005703EC"/>
    <w:rsid w:val="00570521"/>
    <w:rsid w:val="0057092B"/>
    <w:rsid w:val="005709B8"/>
    <w:rsid w:val="005709EA"/>
    <w:rsid w:val="00570B46"/>
    <w:rsid w:val="00570F86"/>
    <w:rsid w:val="00570FA8"/>
    <w:rsid w:val="00571039"/>
    <w:rsid w:val="005711BC"/>
    <w:rsid w:val="0057124D"/>
    <w:rsid w:val="00571297"/>
    <w:rsid w:val="00571861"/>
    <w:rsid w:val="00572183"/>
    <w:rsid w:val="00572531"/>
    <w:rsid w:val="0057280E"/>
    <w:rsid w:val="00573A23"/>
    <w:rsid w:val="00573A94"/>
    <w:rsid w:val="00573EA2"/>
    <w:rsid w:val="00573F67"/>
    <w:rsid w:val="00574080"/>
    <w:rsid w:val="005742C3"/>
    <w:rsid w:val="005743E7"/>
    <w:rsid w:val="00574A65"/>
    <w:rsid w:val="00574D33"/>
    <w:rsid w:val="00575281"/>
    <w:rsid w:val="00575A7B"/>
    <w:rsid w:val="005762B5"/>
    <w:rsid w:val="00576A26"/>
    <w:rsid w:val="00576FA5"/>
    <w:rsid w:val="005772A1"/>
    <w:rsid w:val="00577ACA"/>
    <w:rsid w:val="0058105B"/>
    <w:rsid w:val="0058128E"/>
    <w:rsid w:val="005817EB"/>
    <w:rsid w:val="00581E8A"/>
    <w:rsid w:val="00582704"/>
    <w:rsid w:val="00582A46"/>
    <w:rsid w:val="00583E0C"/>
    <w:rsid w:val="00584725"/>
    <w:rsid w:val="00584B78"/>
    <w:rsid w:val="00584DAC"/>
    <w:rsid w:val="005851DF"/>
    <w:rsid w:val="0058546B"/>
    <w:rsid w:val="005858CC"/>
    <w:rsid w:val="00585C80"/>
    <w:rsid w:val="00585F98"/>
    <w:rsid w:val="00586B32"/>
    <w:rsid w:val="00586EE8"/>
    <w:rsid w:val="005879B8"/>
    <w:rsid w:val="00587DE8"/>
    <w:rsid w:val="00587F9C"/>
    <w:rsid w:val="005900A2"/>
    <w:rsid w:val="0059014C"/>
    <w:rsid w:val="00590328"/>
    <w:rsid w:val="00590559"/>
    <w:rsid w:val="00590A20"/>
    <w:rsid w:val="00590C05"/>
    <w:rsid w:val="00591257"/>
    <w:rsid w:val="00591404"/>
    <w:rsid w:val="00591C56"/>
    <w:rsid w:val="00592AD2"/>
    <w:rsid w:val="00592CA2"/>
    <w:rsid w:val="00592FD9"/>
    <w:rsid w:val="00593121"/>
    <w:rsid w:val="005932D5"/>
    <w:rsid w:val="005934C7"/>
    <w:rsid w:val="00593C71"/>
    <w:rsid w:val="00593FCC"/>
    <w:rsid w:val="0059402C"/>
    <w:rsid w:val="005940F0"/>
    <w:rsid w:val="005941E3"/>
    <w:rsid w:val="00594CD2"/>
    <w:rsid w:val="0059592A"/>
    <w:rsid w:val="0059634C"/>
    <w:rsid w:val="00596A59"/>
    <w:rsid w:val="00596BA4"/>
    <w:rsid w:val="00596C73"/>
    <w:rsid w:val="00597701"/>
    <w:rsid w:val="005A1257"/>
    <w:rsid w:val="005A1705"/>
    <w:rsid w:val="005A2039"/>
    <w:rsid w:val="005A2841"/>
    <w:rsid w:val="005A29BC"/>
    <w:rsid w:val="005A2AE0"/>
    <w:rsid w:val="005A347E"/>
    <w:rsid w:val="005A3BA8"/>
    <w:rsid w:val="005A430D"/>
    <w:rsid w:val="005A43EE"/>
    <w:rsid w:val="005A4D54"/>
    <w:rsid w:val="005A55A3"/>
    <w:rsid w:val="005A575B"/>
    <w:rsid w:val="005A5814"/>
    <w:rsid w:val="005A5C66"/>
    <w:rsid w:val="005A5FF6"/>
    <w:rsid w:val="005A65B7"/>
    <w:rsid w:val="005A6741"/>
    <w:rsid w:val="005A697F"/>
    <w:rsid w:val="005A6F3D"/>
    <w:rsid w:val="005A7590"/>
    <w:rsid w:val="005A7CC8"/>
    <w:rsid w:val="005A7FF8"/>
    <w:rsid w:val="005B035F"/>
    <w:rsid w:val="005B0EFA"/>
    <w:rsid w:val="005B16DF"/>
    <w:rsid w:val="005B1736"/>
    <w:rsid w:val="005B1924"/>
    <w:rsid w:val="005B1D38"/>
    <w:rsid w:val="005B256C"/>
    <w:rsid w:val="005B26E1"/>
    <w:rsid w:val="005B2E95"/>
    <w:rsid w:val="005B32D4"/>
    <w:rsid w:val="005B3B85"/>
    <w:rsid w:val="005B4145"/>
    <w:rsid w:val="005B46CC"/>
    <w:rsid w:val="005B4EC8"/>
    <w:rsid w:val="005B5935"/>
    <w:rsid w:val="005B626D"/>
    <w:rsid w:val="005B65C7"/>
    <w:rsid w:val="005B6600"/>
    <w:rsid w:val="005B70E1"/>
    <w:rsid w:val="005B71CF"/>
    <w:rsid w:val="005B7608"/>
    <w:rsid w:val="005B7B20"/>
    <w:rsid w:val="005B7D3A"/>
    <w:rsid w:val="005B7F27"/>
    <w:rsid w:val="005C02D0"/>
    <w:rsid w:val="005C0B3F"/>
    <w:rsid w:val="005C1882"/>
    <w:rsid w:val="005C1A3B"/>
    <w:rsid w:val="005C1FF7"/>
    <w:rsid w:val="005C20FF"/>
    <w:rsid w:val="005C2242"/>
    <w:rsid w:val="005C242D"/>
    <w:rsid w:val="005C2E72"/>
    <w:rsid w:val="005C304A"/>
    <w:rsid w:val="005C305B"/>
    <w:rsid w:val="005C3BE0"/>
    <w:rsid w:val="005C3DEA"/>
    <w:rsid w:val="005C42EB"/>
    <w:rsid w:val="005C44F5"/>
    <w:rsid w:val="005C4711"/>
    <w:rsid w:val="005C4B67"/>
    <w:rsid w:val="005C4EAF"/>
    <w:rsid w:val="005C5402"/>
    <w:rsid w:val="005C5BED"/>
    <w:rsid w:val="005C61AD"/>
    <w:rsid w:val="005C65D2"/>
    <w:rsid w:val="005C6BB3"/>
    <w:rsid w:val="005C6CB7"/>
    <w:rsid w:val="005C6FD0"/>
    <w:rsid w:val="005C7171"/>
    <w:rsid w:val="005C785B"/>
    <w:rsid w:val="005D07E2"/>
    <w:rsid w:val="005D098E"/>
    <w:rsid w:val="005D0F05"/>
    <w:rsid w:val="005D12F7"/>
    <w:rsid w:val="005D136B"/>
    <w:rsid w:val="005D1860"/>
    <w:rsid w:val="005D2423"/>
    <w:rsid w:val="005D24A8"/>
    <w:rsid w:val="005D24D8"/>
    <w:rsid w:val="005D2991"/>
    <w:rsid w:val="005D2A41"/>
    <w:rsid w:val="005D2EA0"/>
    <w:rsid w:val="005D32D5"/>
    <w:rsid w:val="005D3CE0"/>
    <w:rsid w:val="005D4595"/>
    <w:rsid w:val="005D4EB6"/>
    <w:rsid w:val="005D573A"/>
    <w:rsid w:val="005D5987"/>
    <w:rsid w:val="005D6ABF"/>
    <w:rsid w:val="005E0045"/>
    <w:rsid w:val="005E01FF"/>
    <w:rsid w:val="005E073A"/>
    <w:rsid w:val="005E0B71"/>
    <w:rsid w:val="005E0CAA"/>
    <w:rsid w:val="005E0E36"/>
    <w:rsid w:val="005E0EFC"/>
    <w:rsid w:val="005E0F15"/>
    <w:rsid w:val="005E238A"/>
    <w:rsid w:val="005E2BFF"/>
    <w:rsid w:val="005E2C30"/>
    <w:rsid w:val="005E2E81"/>
    <w:rsid w:val="005E3068"/>
    <w:rsid w:val="005E3581"/>
    <w:rsid w:val="005E3956"/>
    <w:rsid w:val="005E3E0A"/>
    <w:rsid w:val="005E3F73"/>
    <w:rsid w:val="005E4351"/>
    <w:rsid w:val="005E48C0"/>
    <w:rsid w:val="005E587D"/>
    <w:rsid w:val="005E5ECC"/>
    <w:rsid w:val="005E610E"/>
    <w:rsid w:val="005E681E"/>
    <w:rsid w:val="005E6AA4"/>
    <w:rsid w:val="005E7233"/>
    <w:rsid w:val="005E7F4F"/>
    <w:rsid w:val="005F0C4A"/>
    <w:rsid w:val="005F1BB7"/>
    <w:rsid w:val="005F1CA9"/>
    <w:rsid w:val="005F1DED"/>
    <w:rsid w:val="005F33BC"/>
    <w:rsid w:val="005F43D0"/>
    <w:rsid w:val="005F527E"/>
    <w:rsid w:val="005F5587"/>
    <w:rsid w:val="005F5B63"/>
    <w:rsid w:val="005F6942"/>
    <w:rsid w:val="005F69EB"/>
    <w:rsid w:val="005F716E"/>
    <w:rsid w:val="005F7493"/>
    <w:rsid w:val="005F75C5"/>
    <w:rsid w:val="005F78A4"/>
    <w:rsid w:val="005F79C5"/>
    <w:rsid w:val="005F7D55"/>
    <w:rsid w:val="006002E4"/>
    <w:rsid w:val="006007DB"/>
    <w:rsid w:val="00600B43"/>
    <w:rsid w:val="006012EA"/>
    <w:rsid w:val="00601464"/>
    <w:rsid w:val="006014EE"/>
    <w:rsid w:val="006019EA"/>
    <w:rsid w:val="00601A2D"/>
    <w:rsid w:val="00602C71"/>
    <w:rsid w:val="00602F2D"/>
    <w:rsid w:val="00602F76"/>
    <w:rsid w:val="006033C1"/>
    <w:rsid w:val="00604BE0"/>
    <w:rsid w:val="00605C3B"/>
    <w:rsid w:val="00605CF6"/>
    <w:rsid w:val="00605E38"/>
    <w:rsid w:val="00606056"/>
    <w:rsid w:val="00606A9B"/>
    <w:rsid w:val="00606C1E"/>
    <w:rsid w:val="00606FC5"/>
    <w:rsid w:val="00607282"/>
    <w:rsid w:val="006079B9"/>
    <w:rsid w:val="00607C3B"/>
    <w:rsid w:val="00607CDE"/>
    <w:rsid w:val="00607D6B"/>
    <w:rsid w:val="0061023D"/>
    <w:rsid w:val="006104DF"/>
    <w:rsid w:val="00610B8C"/>
    <w:rsid w:val="00610CDA"/>
    <w:rsid w:val="00610D8A"/>
    <w:rsid w:val="00611241"/>
    <w:rsid w:val="006118EE"/>
    <w:rsid w:val="00611A1C"/>
    <w:rsid w:val="00611A7A"/>
    <w:rsid w:val="00611DAD"/>
    <w:rsid w:val="00612316"/>
    <w:rsid w:val="00612AF5"/>
    <w:rsid w:val="00612D20"/>
    <w:rsid w:val="00612ED6"/>
    <w:rsid w:val="0061354A"/>
    <w:rsid w:val="006139E2"/>
    <w:rsid w:val="00613A4D"/>
    <w:rsid w:val="0061407A"/>
    <w:rsid w:val="006141A1"/>
    <w:rsid w:val="006144BC"/>
    <w:rsid w:val="006144F0"/>
    <w:rsid w:val="00614D3D"/>
    <w:rsid w:val="00614DDD"/>
    <w:rsid w:val="0061533F"/>
    <w:rsid w:val="0061576B"/>
    <w:rsid w:val="00616044"/>
    <w:rsid w:val="006160CE"/>
    <w:rsid w:val="00616452"/>
    <w:rsid w:val="00617386"/>
    <w:rsid w:val="0061740C"/>
    <w:rsid w:val="00617A8F"/>
    <w:rsid w:val="00617B19"/>
    <w:rsid w:val="00620695"/>
    <w:rsid w:val="006207D9"/>
    <w:rsid w:val="006208CA"/>
    <w:rsid w:val="00620932"/>
    <w:rsid w:val="0062181E"/>
    <w:rsid w:val="00621F9D"/>
    <w:rsid w:val="006221D6"/>
    <w:rsid w:val="006221E0"/>
    <w:rsid w:val="00622617"/>
    <w:rsid w:val="0062261E"/>
    <w:rsid w:val="00622DFD"/>
    <w:rsid w:val="0062341B"/>
    <w:rsid w:val="006237FF"/>
    <w:rsid w:val="00623E1A"/>
    <w:rsid w:val="00623FDB"/>
    <w:rsid w:val="00624C23"/>
    <w:rsid w:val="00624CD9"/>
    <w:rsid w:val="00625216"/>
    <w:rsid w:val="006259AC"/>
    <w:rsid w:val="00625D9F"/>
    <w:rsid w:val="006268EC"/>
    <w:rsid w:val="00626F6A"/>
    <w:rsid w:val="0062710E"/>
    <w:rsid w:val="006273D6"/>
    <w:rsid w:val="0062777E"/>
    <w:rsid w:val="00627C0B"/>
    <w:rsid w:val="00627E12"/>
    <w:rsid w:val="00627E19"/>
    <w:rsid w:val="00630192"/>
    <w:rsid w:val="00630870"/>
    <w:rsid w:val="0063088F"/>
    <w:rsid w:val="00630AC9"/>
    <w:rsid w:val="00630F79"/>
    <w:rsid w:val="006311A1"/>
    <w:rsid w:val="00631C2F"/>
    <w:rsid w:val="00631DDE"/>
    <w:rsid w:val="00632687"/>
    <w:rsid w:val="0063277F"/>
    <w:rsid w:val="006327C9"/>
    <w:rsid w:val="00632BB5"/>
    <w:rsid w:val="00632F30"/>
    <w:rsid w:val="00633610"/>
    <w:rsid w:val="006338C4"/>
    <w:rsid w:val="00633BFE"/>
    <w:rsid w:val="0063410E"/>
    <w:rsid w:val="006343C2"/>
    <w:rsid w:val="00634A8C"/>
    <w:rsid w:val="0063539D"/>
    <w:rsid w:val="00635516"/>
    <w:rsid w:val="00635BEF"/>
    <w:rsid w:val="00635F11"/>
    <w:rsid w:val="00636D30"/>
    <w:rsid w:val="00636FBD"/>
    <w:rsid w:val="0063736F"/>
    <w:rsid w:val="006376E8"/>
    <w:rsid w:val="00637E7D"/>
    <w:rsid w:val="00640400"/>
    <w:rsid w:val="00640ECA"/>
    <w:rsid w:val="00641D4F"/>
    <w:rsid w:val="00642098"/>
    <w:rsid w:val="0064214D"/>
    <w:rsid w:val="00642427"/>
    <w:rsid w:val="006436DD"/>
    <w:rsid w:val="006438D6"/>
    <w:rsid w:val="00643B64"/>
    <w:rsid w:val="006443BE"/>
    <w:rsid w:val="00644462"/>
    <w:rsid w:val="006449B8"/>
    <w:rsid w:val="00644C25"/>
    <w:rsid w:val="006453C2"/>
    <w:rsid w:val="00645579"/>
    <w:rsid w:val="00645EEE"/>
    <w:rsid w:val="006464E0"/>
    <w:rsid w:val="00646E90"/>
    <w:rsid w:val="00647089"/>
    <w:rsid w:val="00647BC2"/>
    <w:rsid w:val="00647C69"/>
    <w:rsid w:val="00647CED"/>
    <w:rsid w:val="006500A5"/>
    <w:rsid w:val="00650402"/>
    <w:rsid w:val="006507BF"/>
    <w:rsid w:val="006507D0"/>
    <w:rsid w:val="0065188E"/>
    <w:rsid w:val="00651C94"/>
    <w:rsid w:val="00653EC3"/>
    <w:rsid w:val="0065448D"/>
    <w:rsid w:val="00654B48"/>
    <w:rsid w:val="00655BC2"/>
    <w:rsid w:val="00655CBA"/>
    <w:rsid w:val="006562D0"/>
    <w:rsid w:val="006565A1"/>
    <w:rsid w:val="00656656"/>
    <w:rsid w:val="00657304"/>
    <w:rsid w:val="006577C9"/>
    <w:rsid w:val="00657B0D"/>
    <w:rsid w:val="00657C01"/>
    <w:rsid w:val="00657C48"/>
    <w:rsid w:val="00660AE2"/>
    <w:rsid w:val="00660B6C"/>
    <w:rsid w:val="00661054"/>
    <w:rsid w:val="0066144B"/>
    <w:rsid w:val="00661E1D"/>
    <w:rsid w:val="006626CA"/>
    <w:rsid w:val="00663064"/>
    <w:rsid w:val="00663125"/>
    <w:rsid w:val="006631B6"/>
    <w:rsid w:val="0066376B"/>
    <w:rsid w:val="0066377D"/>
    <w:rsid w:val="00664429"/>
    <w:rsid w:val="00664903"/>
    <w:rsid w:val="0066583C"/>
    <w:rsid w:val="00666CC0"/>
    <w:rsid w:val="0066717D"/>
    <w:rsid w:val="006673EE"/>
    <w:rsid w:val="006675B0"/>
    <w:rsid w:val="00667872"/>
    <w:rsid w:val="00667BA7"/>
    <w:rsid w:val="00667BB3"/>
    <w:rsid w:val="00667BC2"/>
    <w:rsid w:val="00667D34"/>
    <w:rsid w:val="00667EB1"/>
    <w:rsid w:val="006702B8"/>
    <w:rsid w:val="006705F2"/>
    <w:rsid w:val="006706E3"/>
    <w:rsid w:val="00670795"/>
    <w:rsid w:val="006709E7"/>
    <w:rsid w:val="00670D2B"/>
    <w:rsid w:val="00670D73"/>
    <w:rsid w:val="00670D95"/>
    <w:rsid w:val="006711B5"/>
    <w:rsid w:val="006712CF"/>
    <w:rsid w:val="00671D74"/>
    <w:rsid w:val="00671DA6"/>
    <w:rsid w:val="00671EDE"/>
    <w:rsid w:val="006722C1"/>
    <w:rsid w:val="00672BF0"/>
    <w:rsid w:val="00673E50"/>
    <w:rsid w:val="00673F32"/>
    <w:rsid w:val="00674730"/>
    <w:rsid w:val="00674F29"/>
    <w:rsid w:val="0067514A"/>
    <w:rsid w:val="006751CF"/>
    <w:rsid w:val="006751E8"/>
    <w:rsid w:val="00675DC4"/>
    <w:rsid w:val="006768A3"/>
    <w:rsid w:val="006802D0"/>
    <w:rsid w:val="00680AEF"/>
    <w:rsid w:val="00681216"/>
    <w:rsid w:val="006814E5"/>
    <w:rsid w:val="00681BF1"/>
    <w:rsid w:val="006822CC"/>
    <w:rsid w:val="006828C7"/>
    <w:rsid w:val="00683546"/>
    <w:rsid w:val="00683553"/>
    <w:rsid w:val="006835E1"/>
    <w:rsid w:val="00683DEE"/>
    <w:rsid w:val="0068451F"/>
    <w:rsid w:val="00684D37"/>
    <w:rsid w:val="00684FE0"/>
    <w:rsid w:val="00685710"/>
    <w:rsid w:val="0068578F"/>
    <w:rsid w:val="006858EE"/>
    <w:rsid w:val="006865D4"/>
    <w:rsid w:val="0068679D"/>
    <w:rsid w:val="00686B59"/>
    <w:rsid w:val="00686B95"/>
    <w:rsid w:val="00686D20"/>
    <w:rsid w:val="00686E2B"/>
    <w:rsid w:val="006870E8"/>
    <w:rsid w:val="006870F7"/>
    <w:rsid w:val="00687513"/>
    <w:rsid w:val="00687B32"/>
    <w:rsid w:val="00687CCD"/>
    <w:rsid w:val="006900BD"/>
    <w:rsid w:val="00690B4F"/>
    <w:rsid w:val="00691476"/>
    <w:rsid w:val="006915D7"/>
    <w:rsid w:val="00691BC4"/>
    <w:rsid w:val="00691EFB"/>
    <w:rsid w:val="00691FAA"/>
    <w:rsid w:val="0069236E"/>
    <w:rsid w:val="0069298E"/>
    <w:rsid w:val="0069304F"/>
    <w:rsid w:val="0069308A"/>
    <w:rsid w:val="006932CC"/>
    <w:rsid w:val="0069354A"/>
    <w:rsid w:val="006938A2"/>
    <w:rsid w:val="0069395B"/>
    <w:rsid w:val="00693ECC"/>
    <w:rsid w:val="0069417A"/>
    <w:rsid w:val="0069432A"/>
    <w:rsid w:val="00694370"/>
    <w:rsid w:val="00694725"/>
    <w:rsid w:val="006947A3"/>
    <w:rsid w:val="00694C07"/>
    <w:rsid w:val="00695143"/>
    <w:rsid w:val="006954E2"/>
    <w:rsid w:val="006958BB"/>
    <w:rsid w:val="00695B5B"/>
    <w:rsid w:val="00696085"/>
    <w:rsid w:val="00696106"/>
    <w:rsid w:val="006965AA"/>
    <w:rsid w:val="0069718D"/>
    <w:rsid w:val="00697807"/>
    <w:rsid w:val="006A05E6"/>
    <w:rsid w:val="006A069D"/>
    <w:rsid w:val="006A0B22"/>
    <w:rsid w:val="006A1102"/>
    <w:rsid w:val="006A1395"/>
    <w:rsid w:val="006A146C"/>
    <w:rsid w:val="006A1669"/>
    <w:rsid w:val="006A195B"/>
    <w:rsid w:val="006A1CE9"/>
    <w:rsid w:val="006A1DA3"/>
    <w:rsid w:val="006A217D"/>
    <w:rsid w:val="006A239D"/>
    <w:rsid w:val="006A2C30"/>
    <w:rsid w:val="006A306B"/>
    <w:rsid w:val="006A316D"/>
    <w:rsid w:val="006A371B"/>
    <w:rsid w:val="006A3B76"/>
    <w:rsid w:val="006A41DA"/>
    <w:rsid w:val="006A42B3"/>
    <w:rsid w:val="006A47CE"/>
    <w:rsid w:val="006A499E"/>
    <w:rsid w:val="006A4D35"/>
    <w:rsid w:val="006A56C7"/>
    <w:rsid w:val="006A5778"/>
    <w:rsid w:val="006A5944"/>
    <w:rsid w:val="006A5BAA"/>
    <w:rsid w:val="006A693A"/>
    <w:rsid w:val="006A7362"/>
    <w:rsid w:val="006A73FF"/>
    <w:rsid w:val="006A7DD0"/>
    <w:rsid w:val="006B015F"/>
    <w:rsid w:val="006B0520"/>
    <w:rsid w:val="006B1045"/>
    <w:rsid w:val="006B1098"/>
    <w:rsid w:val="006B17E3"/>
    <w:rsid w:val="006B2226"/>
    <w:rsid w:val="006B2BF5"/>
    <w:rsid w:val="006B2CF0"/>
    <w:rsid w:val="006B35EB"/>
    <w:rsid w:val="006B419E"/>
    <w:rsid w:val="006B4406"/>
    <w:rsid w:val="006B47F7"/>
    <w:rsid w:val="006B48DD"/>
    <w:rsid w:val="006B4A63"/>
    <w:rsid w:val="006B4C13"/>
    <w:rsid w:val="006B4FE6"/>
    <w:rsid w:val="006B5260"/>
    <w:rsid w:val="006B6494"/>
    <w:rsid w:val="006B6B29"/>
    <w:rsid w:val="006B7228"/>
    <w:rsid w:val="006B750F"/>
    <w:rsid w:val="006B754C"/>
    <w:rsid w:val="006B7CC0"/>
    <w:rsid w:val="006C039D"/>
    <w:rsid w:val="006C0602"/>
    <w:rsid w:val="006C082D"/>
    <w:rsid w:val="006C0CE5"/>
    <w:rsid w:val="006C1011"/>
    <w:rsid w:val="006C1146"/>
    <w:rsid w:val="006C14BF"/>
    <w:rsid w:val="006C1562"/>
    <w:rsid w:val="006C1FC8"/>
    <w:rsid w:val="006C24AB"/>
    <w:rsid w:val="006C2CB3"/>
    <w:rsid w:val="006C2CD9"/>
    <w:rsid w:val="006C31AD"/>
    <w:rsid w:val="006C3711"/>
    <w:rsid w:val="006C3914"/>
    <w:rsid w:val="006C3C8B"/>
    <w:rsid w:val="006C45EA"/>
    <w:rsid w:val="006C5828"/>
    <w:rsid w:val="006C58DA"/>
    <w:rsid w:val="006C648E"/>
    <w:rsid w:val="006C67E5"/>
    <w:rsid w:val="006C7EE0"/>
    <w:rsid w:val="006D09C0"/>
    <w:rsid w:val="006D1412"/>
    <w:rsid w:val="006D15EF"/>
    <w:rsid w:val="006D1B5F"/>
    <w:rsid w:val="006D1BB8"/>
    <w:rsid w:val="006D1D61"/>
    <w:rsid w:val="006D1D90"/>
    <w:rsid w:val="006D1EF2"/>
    <w:rsid w:val="006D2366"/>
    <w:rsid w:val="006D3D16"/>
    <w:rsid w:val="006D3D58"/>
    <w:rsid w:val="006D3D7D"/>
    <w:rsid w:val="006D4235"/>
    <w:rsid w:val="006D4594"/>
    <w:rsid w:val="006D4DCD"/>
    <w:rsid w:val="006D5149"/>
    <w:rsid w:val="006D5D76"/>
    <w:rsid w:val="006D6561"/>
    <w:rsid w:val="006D6778"/>
    <w:rsid w:val="006D76F0"/>
    <w:rsid w:val="006D788A"/>
    <w:rsid w:val="006E01F5"/>
    <w:rsid w:val="006E0632"/>
    <w:rsid w:val="006E0E3F"/>
    <w:rsid w:val="006E0E7F"/>
    <w:rsid w:val="006E0FDC"/>
    <w:rsid w:val="006E139B"/>
    <w:rsid w:val="006E14FE"/>
    <w:rsid w:val="006E16E0"/>
    <w:rsid w:val="006E1797"/>
    <w:rsid w:val="006E1BCE"/>
    <w:rsid w:val="006E1C3A"/>
    <w:rsid w:val="006E26C6"/>
    <w:rsid w:val="006E271D"/>
    <w:rsid w:val="006E2C0D"/>
    <w:rsid w:val="006E2CC2"/>
    <w:rsid w:val="006E309E"/>
    <w:rsid w:val="006E36D5"/>
    <w:rsid w:val="006E3BE2"/>
    <w:rsid w:val="006E44A5"/>
    <w:rsid w:val="006E491C"/>
    <w:rsid w:val="006E4AD2"/>
    <w:rsid w:val="006E5698"/>
    <w:rsid w:val="006E576F"/>
    <w:rsid w:val="006E57B7"/>
    <w:rsid w:val="006E5859"/>
    <w:rsid w:val="006E5BAF"/>
    <w:rsid w:val="006E5C2C"/>
    <w:rsid w:val="006E6782"/>
    <w:rsid w:val="006E6EDE"/>
    <w:rsid w:val="006E76C9"/>
    <w:rsid w:val="006F0C8E"/>
    <w:rsid w:val="006F0CB6"/>
    <w:rsid w:val="006F0CB7"/>
    <w:rsid w:val="006F1340"/>
    <w:rsid w:val="006F13F5"/>
    <w:rsid w:val="006F1809"/>
    <w:rsid w:val="006F220F"/>
    <w:rsid w:val="006F29FB"/>
    <w:rsid w:val="006F2E43"/>
    <w:rsid w:val="006F3128"/>
    <w:rsid w:val="006F35A6"/>
    <w:rsid w:val="006F3B6B"/>
    <w:rsid w:val="006F3F57"/>
    <w:rsid w:val="006F3F7B"/>
    <w:rsid w:val="006F408B"/>
    <w:rsid w:val="006F4ADF"/>
    <w:rsid w:val="006F4BFC"/>
    <w:rsid w:val="006F4FC1"/>
    <w:rsid w:val="006F51D3"/>
    <w:rsid w:val="006F5C80"/>
    <w:rsid w:val="006F5DB3"/>
    <w:rsid w:val="006F6C0F"/>
    <w:rsid w:val="00700AAD"/>
    <w:rsid w:val="007010A9"/>
    <w:rsid w:val="007010D4"/>
    <w:rsid w:val="00701627"/>
    <w:rsid w:val="00701830"/>
    <w:rsid w:val="007018FC"/>
    <w:rsid w:val="00701935"/>
    <w:rsid w:val="007019B1"/>
    <w:rsid w:val="007038F3"/>
    <w:rsid w:val="00703AB6"/>
    <w:rsid w:val="00703B5E"/>
    <w:rsid w:val="00703F67"/>
    <w:rsid w:val="0070498C"/>
    <w:rsid w:val="0070504F"/>
    <w:rsid w:val="007066C7"/>
    <w:rsid w:val="00706D99"/>
    <w:rsid w:val="0070739F"/>
    <w:rsid w:val="00710286"/>
    <w:rsid w:val="00710C7D"/>
    <w:rsid w:val="00710FCE"/>
    <w:rsid w:val="00711081"/>
    <w:rsid w:val="00711856"/>
    <w:rsid w:val="007119E8"/>
    <w:rsid w:val="00711BCF"/>
    <w:rsid w:val="0071212C"/>
    <w:rsid w:val="00712F57"/>
    <w:rsid w:val="007130E4"/>
    <w:rsid w:val="0071311D"/>
    <w:rsid w:val="0071313A"/>
    <w:rsid w:val="007136F2"/>
    <w:rsid w:val="00713D94"/>
    <w:rsid w:val="00714047"/>
    <w:rsid w:val="00714C86"/>
    <w:rsid w:val="00714E55"/>
    <w:rsid w:val="00715191"/>
    <w:rsid w:val="007158B0"/>
    <w:rsid w:val="00715947"/>
    <w:rsid w:val="00715B5E"/>
    <w:rsid w:val="00715FAA"/>
    <w:rsid w:val="00716306"/>
    <w:rsid w:val="00716C12"/>
    <w:rsid w:val="00716D82"/>
    <w:rsid w:val="00716EF3"/>
    <w:rsid w:val="0071709C"/>
    <w:rsid w:val="00717D23"/>
    <w:rsid w:val="00717D75"/>
    <w:rsid w:val="00720FB5"/>
    <w:rsid w:val="00721149"/>
    <w:rsid w:val="007214CC"/>
    <w:rsid w:val="00721768"/>
    <w:rsid w:val="00722638"/>
    <w:rsid w:val="0072283A"/>
    <w:rsid w:val="007228EC"/>
    <w:rsid w:val="00722AB1"/>
    <w:rsid w:val="00722F5F"/>
    <w:rsid w:val="0072308A"/>
    <w:rsid w:val="007232AE"/>
    <w:rsid w:val="007239AF"/>
    <w:rsid w:val="00723D1D"/>
    <w:rsid w:val="00723DEE"/>
    <w:rsid w:val="007246DC"/>
    <w:rsid w:val="00724860"/>
    <w:rsid w:val="00724FF5"/>
    <w:rsid w:val="00726343"/>
    <w:rsid w:val="007269DC"/>
    <w:rsid w:val="00726A71"/>
    <w:rsid w:val="00726F56"/>
    <w:rsid w:val="0072727E"/>
    <w:rsid w:val="00727BEB"/>
    <w:rsid w:val="00727EB9"/>
    <w:rsid w:val="007306FE"/>
    <w:rsid w:val="0073088D"/>
    <w:rsid w:val="00730AB2"/>
    <w:rsid w:val="007315D5"/>
    <w:rsid w:val="0073187F"/>
    <w:rsid w:val="00731BBC"/>
    <w:rsid w:val="00732525"/>
    <w:rsid w:val="0073283F"/>
    <w:rsid w:val="00732DB2"/>
    <w:rsid w:val="00732EF9"/>
    <w:rsid w:val="0073312E"/>
    <w:rsid w:val="0073325A"/>
    <w:rsid w:val="00733901"/>
    <w:rsid w:val="00733D6E"/>
    <w:rsid w:val="00733F2C"/>
    <w:rsid w:val="00734422"/>
    <w:rsid w:val="00734E20"/>
    <w:rsid w:val="007352EF"/>
    <w:rsid w:val="00735568"/>
    <w:rsid w:val="007360A8"/>
    <w:rsid w:val="007362C6"/>
    <w:rsid w:val="007362FC"/>
    <w:rsid w:val="00736729"/>
    <w:rsid w:val="007369C3"/>
    <w:rsid w:val="00736A21"/>
    <w:rsid w:val="00737040"/>
    <w:rsid w:val="007370DD"/>
    <w:rsid w:val="00737A1F"/>
    <w:rsid w:val="00737AD3"/>
    <w:rsid w:val="00737DE3"/>
    <w:rsid w:val="00737EE4"/>
    <w:rsid w:val="0074052E"/>
    <w:rsid w:val="00740DFF"/>
    <w:rsid w:val="00741FDE"/>
    <w:rsid w:val="0074273A"/>
    <w:rsid w:val="00743128"/>
    <w:rsid w:val="00743784"/>
    <w:rsid w:val="007437AD"/>
    <w:rsid w:val="0074402E"/>
    <w:rsid w:val="0074449A"/>
    <w:rsid w:val="0074465D"/>
    <w:rsid w:val="00745846"/>
    <w:rsid w:val="00745AE5"/>
    <w:rsid w:val="00745AFF"/>
    <w:rsid w:val="00746B6B"/>
    <w:rsid w:val="007472D1"/>
    <w:rsid w:val="007473E3"/>
    <w:rsid w:val="00747C4A"/>
    <w:rsid w:val="00747ECB"/>
    <w:rsid w:val="00750389"/>
    <w:rsid w:val="00750398"/>
    <w:rsid w:val="007505F9"/>
    <w:rsid w:val="00750A6A"/>
    <w:rsid w:val="00751243"/>
    <w:rsid w:val="0075151A"/>
    <w:rsid w:val="007516FA"/>
    <w:rsid w:val="0075269F"/>
    <w:rsid w:val="00752974"/>
    <w:rsid w:val="00752C65"/>
    <w:rsid w:val="00753935"/>
    <w:rsid w:val="00753EB0"/>
    <w:rsid w:val="00754551"/>
    <w:rsid w:val="007547E8"/>
    <w:rsid w:val="007547FA"/>
    <w:rsid w:val="00754AA7"/>
    <w:rsid w:val="00754D9B"/>
    <w:rsid w:val="00754EC9"/>
    <w:rsid w:val="00754F65"/>
    <w:rsid w:val="00755770"/>
    <w:rsid w:val="00755F54"/>
    <w:rsid w:val="00755F7F"/>
    <w:rsid w:val="00756108"/>
    <w:rsid w:val="007565F4"/>
    <w:rsid w:val="007568EE"/>
    <w:rsid w:val="007576A9"/>
    <w:rsid w:val="007578C8"/>
    <w:rsid w:val="00757B2E"/>
    <w:rsid w:val="00757FB2"/>
    <w:rsid w:val="00757FEB"/>
    <w:rsid w:val="00760C3D"/>
    <w:rsid w:val="00760D4C"/>
    <w:rsid w:val="00761548"/>
    <w:rsid w:val="00761D29"/>
    <w:rsid w:val="00762AA6"/>
    <w:rsid w:val="00762AA8"/>
    <w:rsid w:val="00762E49"/>
    <w:rsid w:val="00762EB3"/>
    <w:rsid w:val="00763DBA"/>
    <w:rsid w:val="00764665"/>
    <w:rsid w:val="0076485F"/>
    <w:rsid w:val="00764D6C"/>
    <w:rsid w:val="00765104"/>
    <w:rsid w:val="007655B7"/>
    <w:rsid w:val="00766857"/>
    <w:rsid w:val="0076750E"/>
    <w:rsid w:val="007678F9"/>
    <w:rsid w:val="00767BF4"/>
    <w:rsid w:val="007700AA"/>
    <w:rsid w:val="00770684"/>
    <w:rsid w:val="00771049"/>
    <w:rsid w:val="007713EC"/>
    <w:rsid w:val="007715B5"/>
    <w:rsid w:val="00771810"/>
    <w:rsid w:val="00771CAC"/>
    <w:rsid w:val="00772878"/>
    <w:rsid w:val="00772E00"/>
    <w:rsid w:val="00772E67"/>
    <w:rsid w:val="00773A51"/>
    <w:rsid w:val="00773F0B"/>
    <w:rsid w:val="00774884"/>
    <w:rsid w:val="00774ACE"/>
    <w:rsid w:val="00774D1B"/>
    <w:rsid w:val="00774E7B"/>
    <w:rsid w:val="00775F45"/>
    <w:rsid w:val="00776403"/>
    <w:rsid w:val="00776AC0"/>
    <w:rsid w:val="00776E60"/>
    <w:rsid w:val="00777350"/>
    <w:rsid w:val="007775B1"/>
    <w:rsid w:val="0077778F"/>
    <w:rsid w:val="00777849"/>
    <w:rsid w:val="007778F1"/>
    <w:rsid w:val="00777C57"/>
    <w:rsid w:val="00777D29"/>
    <w:rsid w:val="00780615"/>
    <w:rsid w:val="007808C4"/>
    <w:rsid w:val="007812C6"/>
    <w:rsid w:val="00781740"/>
    <w:rsid w:val="00781DA8"/>
    <w:rsid w:val="0078255B"/>
    <w:rsid w:val="00782C10"/>
    <w:rsid w:val="00782F84"/>
    <w:rsid w:val="007835FF"/>
    <w:rsid w:val="00783930"/>
    <w:rsid w:val="00783A9D"/>
    <w:rsid w:val="00784080"/>
    <w:rsid w:val="00784900"/>
    <w:rsid w:val="00784EEE"/>
    <w:rsid w:val="00784FA3"/>
    <w:rsid w:val="00785E90"/>
    <w:rsid w:val="0078647D"/>
    <w:rsid w:val="007865CD"/>
    <w:rsid w:val="00786F87"/>
    <w:rsid w:val="0078747E"/>
    <w:rsid w:val="007874CA"/>
    <w:rsid w:val="00787AA1"/>
    <w:rsid w:val="00790D0C"/>
    <w:rsid w:val="007913E0"/>
    <w:rsid w:val="00791BDE"/>
    <w:rsid w:val="00791DCA"/>
    <w:rsid w:val="00792067"/>
    <w:rsid w:val="00792334"/>
    <w:rsid w:val="0079296E"/>
    <w:rsid w:val="00792EDF"/>
    <w:rsid w:val="00793425"/>
    <w:rsid w:val="0079352E"/>
    <w:rsid w:val="007937A7"/>
    <w:rsid w:val="0079382A"/>
    <w:rsid w:val="00793882"/>
    <w:rsid w:val="00793FE3"/>
    <w:rsid w:val="007946B6"/>
    <w:rsid w:val="007948C2"/>
    <w:rsid w:val="00794947"/>
    <w:rsid w:val="00794C85"/>
    <w:rsid w:val="00795183"/>
    <w:rsid w:val="007951E5"/>
    <w:rsid w:val="00795928"/>
    <w:rsid w:val="00795A24"/>
    <w:rsid w:val="00795B88"/>
    <w:rsid w:val="00795E7B"/>
    <w:rsid w:val="00796052"/>
    <w:rsid w:val="0079632E"/>
    <w:rsid w:val="007968C4"/>
    <w:rsid w:val="00796B7A"/>
    <w:rsid w:val="007971AA"/>
    <w:rsid w:val="00797885"/>
    <w:rsid w:val="00797960"/>
    <w:rsid w:val="007A0706"/>
    <w:rsid w:val="007A0BF4"/>
    <w:rsid w:val="007A0CE1"/>
    <w:rsid w:val="007A1959"/>
    <w:rsid w:val="007A1B26"/>
    <w:rsid w:val="007A2550"/>
    <w:rsid w:val="007A2645"/>
    <w:rsid w:val="007A299F"/>
    <w:rsid w:val="007A31EB"/>
    <w:rsid w:val="007A3C05"/>
    <w:rsid w:val="007A438C"/>
    <w:rsid w:val="007A53F7"/>
    <w:rsid w:val="007A5A0F"/>
    <w:rsid w:val="007A5D85"/>
    <w:rsid w:val="007A632E"/>
    <w:rsid w:val="007A6B7F"/>
    <w:rsid w:val="007A6D2F"/>
    <w:rsid w:val="007A7285"/>
    <w:rsid w:val="007A774E"/>
    <w:rsid w:val="007A7C23"/>
    <w:rsid w:val="007A7C7F"/>
    <w:rsid w:val="007A7DEB"/>
    <w:rsid w:val="007B05C5"/>
    <w:rsid w:val="007B0C93"/>
    <w:rsid w:val="007B2048"/>
    <w:rsid w:val="007B2C03"/>
    <w:rsid w:val="007B2C52"/>
    <w:rsid w:val="007B3124"/>
    <w:rsid w:val="007B33AA"/>
    <w:rsid w:val="007B35C6"/>
    <w:rsid w:val="007B3BB0"/>
    <w:rsid w:val="007B41D1"/>
    <w:rsid w:val="007B4418"/>
    <w:rsid w:val="007B44AF"/>
    <w:rsid w:val="007B4886"/>
    <w:rsid w:val="007B5518"/>
    <w:rsid w:val="007B5BCA"/>
    <w:rsid w:val="007B660A"/>
    <w:rsid w:val="007B69FC"/>
    <w:rsid w:val="007B7197"/>
    <w:rsid w:val="007B7851"/>
    <w:rsid w:val="007B7900"/>
    <w:rsid w:val="007B7B04"/>
    <w:rsid w:val="007C021F"/>
    <w:rsid w:val="007C0333"/>
    <w:rsid w:val="007C053A"/>
    <w:rsid w:val="007C126C"/>
    <w:rsid w:val="007C1809"/>
    <w:rsid w:val="007C1E47"/>
    <w:rsid w:val="007C1F2F"/>
    <w:rsid w:val="007C22D6"/>
    <w:rsid w:val="007C259D"/>
    <w:rsid w:val="007C4A07"/>
    <w:rsid w:val="007C4D84"/>
    <w:rsid w:val="007C4DFC"/>
    <w:rsid w:val="007C5018"/>
    <w:rsid w:val="007C50E3"/>
    <w:rsid w:val="007C517A"/>
    <w:rsid w:val="007C5314"/>
    <w:rsid w:val="007C5461"/>
    <w:rsid w:val="007C5737"/>
    <w:rsid w:val="007C5740"/>
    <w:rsid w:val="007C65B7"/>
    <w:rsid w:val="007C7059"/>
    <w:rsid w:val="007C757B"/>
    <w:rsid w:val="007D0854"/>
    <w:rsid w:val="007D148A"/>
    <w:rsid w:val="007D24E1"/>
    <w:rsid w:val="007D25F1"/>
    <w:rsid w:val="007D2787"/>
    <w:rsid w:val="007D27B2"/>
    <w:rsid w:val="007D2A94"/>
    <w:rsid w:val="007D2C19"/>
    <w:rsid w:val="007D3404"/>
    <w:rsid w:val="007D3C28"/>
    <w:rsid w:val="007D3F00"/>
    <w:rsid w:val="007D42F5"/>
    <w:rsid w:val="007D4A41"/>
    <w:rsid w:val="007D4D69"/>
    <w:rsid w:val="007D4D8E"/>
    <w:rsid w:val="007D4DBA"/>
    <w:rsid w:val="007D5222"/>
    <w:rsid w:val="007D59F7"/>
    <w:rsid w:val="007D5D73"/>
    <w:rsid w:val="007D604D"/>
    <w:rsid w:val="007D6407"/>
    <w:rsid w:val="007D65DB"/>
    <w:rsid w:val="007D6647"/>
    <w:rsid w:val="007D6975"/>
    <w:rsid w:val="007D7098"/>
    <w:rsid w:val="007D738E"/>
    <w:rsid w:val="007D7B61"/>
    <w:rsid w:val="007E069F"/>
    <w:rsid w:val="007E08EC"/>
    <w:rsid w:val="007E0CF5"/>
    <w:rsid w:val="007E1271"/>
    <w:rsid w:val="007E17A9"/>
    <w:rsid w:val="007E1AC2"/>
    <w:rsid w:val="007E35D6"/>
    <w:rsid w:val="007E368D"/>
    <w:rsid w:val="007E38C0"/>
    <w:rsid w:val="007E3CCC"/>
    <w:rsid w:val="007E4A04"/>
    <w:rsid w:val="007E4B7B"/>
    <w:rsid w:val="007E4D67"/>
    <w:rsid w:val="007E5081"/>
    <w:rsid w:val="007E5AEA"/>
    <w:rsid w:val="007E5C3D"/>
    <w:rsid w:val="007E5E9F"/>
    <w:rsid w:val="007E6A9F"/>
    <w:rsid w:val="007E6CAB"/>
    <w:rsid w:val="007E776D"/>
    <w:rsid w:val="007E7AE2"/>
    <w:rsid w:val="007E7B0B"/>
    <w:rsid w:val="007F00D6"/>
    <w:rsid w:val="007F010A"/>
    <w:rsid w:val="007F04ED"/>
    <w:rsid w:val="007F094D"/>
    <w:rsid w:val="007F1183"/>
    <w:rsid w:val="007F120F"/>
    <w:rsid w:val="007F145A"/>
    <w:rsid w:val="007F152A"/>
    <w:rsid w:val="007F1549"/>
    <w:rsid w:val="007F163F"/>
    <w:rsid w:val="007F16D6"/>
    <w:rsid w:val="007F1BE4"/>
    <w:rsid w:val="007F2550"/>
    <w:rsid w:val="007F2563"/>
    <w:rsid w:val="007F3698"/>
    <w:rsid w:val="007F38DC"/>
    <w:rsid w:val="007F3BE6"/>
    <w:rsid w:val="007F3E2C"/>
    <w:rsid w:val="007F442C"/>
    <w:rsid w:val="007F4A15"/>
    <w:rsid w:val="007F4D0C"/>
    <w:rsid w:val="007F51DA"/>
    <w:rsid w:val="007F5538"/>
    <w:rsid w:val="007F5807"/>
    <w:rsid w:val="007F5967"/>
    <w:rsid w:val="007F5DE4"/>
    <w:rsid w:val="007F5FEE"/>
    <w:rsid w:val="007F6106"/>
    <w:rsid w:val="007F6121"/>
    <w:rsid w:val="007F695A"/>
    <w:rsid w:val="007F6E50"/>
    <w:rsid w:val="007F7090"/>
    <w:rsid w:val="007F71E5"/>
    <w:rsid w:val="007F7720"/>
    <w:rsid w:val="007F773F"/>
    <w:rsid w:val="007F77A3"/>
    <w:rsid w:val="008003CA"/>
    <w:rsid w:val="008004D0"/>
    <w:rsid w:val="0080071B"/>
    <w:rsid w:val="00800887"/>
    <w:rsid w:val="00800DA2"/>
    <w:rsid w:val="008013AF"/>
    <w:rsid w:val="00802197"/>
    <w:rsid w:val="00802EB6"/>
    <w:rsid w:val="0080342C"/>
    <w:rsid w:val="0080366F"/>
    <w:rsid w:val="00803A26"/>
    <w:rsid w:val="00803C17"/>
    <w:rsid w:val="00803F1B"/>
    <w:rsid w:val="0080482F"/>
    <w:rsid w:val="00804DB9"/>
    <w:rsid w:val="00804DD3"/>
    <w:rsid w:val="00805227"/>
    <w:rsid w:val="0080549A"/>
    <w:rsid w:val="008057F5"/>
    <w:rsid w:val="0080584E"/>
    <w:rsid w:val="00805A98"/>
    <w:rsid w:val="008068D6"/>
    <w:rsid w:val="00806E3D"/>
    <w:rsid w:val="00806F24"/>
    <w:rsid w:val="008070E6"/>
    <w:rsid w:val="008073D8"/>
    <w:rsid w:val="0080761F"/>
    <w:rsid w:val="00807626"/>
    <w:rsid w:val="00807A14"/>
    <w:rsid w:val="008100F8"/>
    <w:rsid w:val="008107AB"/>
    <w:rsid w:val="008109F8"/>
    <w:rsid w:val="00810CC8"/>
    <w:rsid w:val="0081103E"/>
    <w:rsid w:val="0081215A"/>
    <w:rsid w:val="008126BD"/>
    <w:rsid w:val="0081275E"/>
    <w:rsid w:val="00812D15"/>
    <w:rsid w:val="0081389B"/>
    <w:rsid w:val="0081447D"/>
    <w:rsid w:val="00814A7B"/>
    <w:rsid w:val="00814E4F"/>
    <w:rsid w:val="0081690F"/>
    <w:rsid w:val="00816A53"/>
    <w:rsid w:val="00816D0B"/>
    <w:rsid w:val="00817233"/>
    <w:rsid w:val="00817300"/>
    <w:rsid w:val="00817649"/>
    <w:rsid w:val="008178BA"/>
    <w:rsid w:val="00817E13"/>
    <w:rsid w:val="00820508"/>
    <w:rsid w:val="00821AD7"/>
    <w:rsid w:val="00821E7E"/>
    <w:rsid w:val="00822151"/>
    <w:rsid w:val="008225FB"/>
    <w:rsid w:val="008236AE"/>
    <w:rsid w:val="00823C62"/>
    <w:rsid w:val="00823FDC"/>
    <w:rsid w:val="008240AC"/>
    <w:rsid w:val="008248D4"/>
    <w:rsid w:val="00825071"/>
    <w:rsid w:val="00825C80"/>
    <w:rsid w:val="0082612D"/>
    <w:rsid w:val="008265C6"/>
    <w:rsid w:val="0082677A"/>
    <w:rsid w:val="008269CC"/>
    <w:rsid w:val="00826D3C"/>
    <w:rsid w:val="00826ED0"/>
    <w:rsid w:val="0082714F"/>
    <w:rsid w:val="008305CD"/>
    <w:rsid w:val="00830A35"/>
    <w:rsid w:val="00830D9C"/>
    <w:rsid w:val="00830EEF"/>
    <w:rsid w:val="00831422"/>
    <w:rsid w:val="008314A9"/>
    <w:rsid w:val="0083156C"/>
    <w:rsid w:val="00831585"/>
    <w:rsid w:val="00831A30"/>
    <w:rsid w:val="0083240B"/>
    <w:rsid w:val="008324E9"/>
    <w:rsid w:val="008327D8"/>
    <w:rsid w:val="00833091"/>
    <w:rsid w:val="00834086"/>
    <w:rsid w:val="00834691"/>
    <w:rsid w:val="00834EF8"/>
    <w:rsid w:val="0083550D"/>
    <w:rsid w:val="00835655"/>
    <w:rsid w:val="00835974"/>
    <w:rsid w:val="00835D69"/>
    <w:rsid w:val="008366DE"/>
    <w:rsid w:val="00836B05"/>
    <w:rsid w:val="00836B71"/>
    <w:rsid w:val="00837E90"/>
    <w:rsid w:val="008406E4"/>
    <w:rsid w:val="00840899"/>
    <w:rsid w:val="008411CE"/>
    <w:rsid w:val="008416C2"/>
    <w:rsid w:val="00841850"/>
    <w:rsid w:val="00841AFB"/>
    <w:rsid w:val="00841E49"/>
    <w:rsid w:val="008430F6"/>
    <w:rsid w:val="0084323A"/>
    <w:rsid w:val="008435CE"/>
    <w:rsid w:val="0084376A"/>
    <w:rsid w:val="00843858"/>
    <w:rsid w:val="00844756"/>
    <w:rsid w:val="00844763"/>
    <w:rsid w:val="0084476A"/>
    <w:rsid w:val="008447C5"/>
    <w:rsid w:val="008449CA"/>
    <w:rsid w:val="008457AE"/>
    <w:rsid w:val="00845BED"/>
    <w:rsid w:val="0084723A"/>
    <w:rsid w:val="0084729B"/>
    <w:rsid w:val="008500AB"/>
    <w:rsid w:val="00850352"/>
    <w:rsid w:val="00851B9C"/>
    <w:rsid w:val="00851E10"/>
    <w:rsid w:val="00851E89"/>
    <w:rsid w:val="00852015"/>
    <w:rsid w:val="00852310"/>
    <w:rsid w:val="008528BB"/>
    <w:rsid w:val="008529D4"/>
    <w:rsid w:val="00852BE7"/>
    <w:rsid w:val="00852DF7"/>
    <w:rsid w:val="00852EDB"/>
    <w:rsid w:val="00852FC3"/>
    <w:rsid w:val="00853734"/>
    <w:rsid w:val="008537E3"/>
    <w:rsid w:val="00853A9E"/>
    <w:rsid w:val="00853E0E"/>
    <w:rsid w:val="00854815"/>
    <w:rsid w:val="00854BEE"/>
    <w:rsid w:val="00854F5E"/>
    <w:rsid w:val="0085545D"/>
    <w:rsid w:val="0085607A"/>
    <w:rsid w:val="00856099"/>
    <w:rsid w:val="008562D0"/>
    <w:rsid w:val="008564CE"/>
    <w:rsid w:val="00856770"/>
    <w:rsid w:val="00856E58"/>
    <w:rsid w:val="00856E6F"/>
    <w:rsid w:val="00857094"/>
    <w:rsid w:val="00857E2D"/>
    <w:rsid w:val="00861171"/>
    <w:rsid w:val="00861192"/>
    <w:rsid w:val="0086119B"/>
    <w:rsid w:val="0086194D"/>
    <w:rsid w:val="00862124"/>
    <w:rsid w:val="008622C1"/>
    <w:rsid w:val="00862BA7"/>
    <w:rsid w:val="00863833"/>
    <w:rsid w:val="00863F0A"/>
    <w:rsid w:val="00864573"/>
    <w:rsid w:val="00865B86"/>
    <w:rsid w:val="00865C6B"/>
    <w:rsid w:val="0086748D"/>
    <w:rsid w:val="00867F68"/>
    <w:rsid w:val="00870030"/>
    <w:rsid w:val="00870DDA"/>
    <w:rsid w:val="008710CF"/>
    <w:rsid w:val="0087154C"/>
    <w:rsid w:val="008715A3"/>
    <w:rsid w:val="00871D99"/>
    <w:rsid w:val="00871F98"/>
    <w:rsid w:val="0087225E"/>
    <w:rsid w:val="00872DEC"/>
    <w:rsid w:val="00872E17"/>
    <w:rsid w:val="00872F77"/>
    <w:rsid w:val="0087326D"/>
    <w:rsid w:val="008739B0"/>
    <w:rsid w:val="00873A79"/>
    <w:rsid w:val="00873C40"/>
    <w:rsid w:val="0087419C"/>
    <w:rsid w:val="00874419"/>
    <w:rsid w:val="0087459C"/>
    <w:rsid w:val="008746A8"/>
    <w:rsid w:val="0087533F"/>
    <w:rsid w:val="008757C3"/>
    <w:rsid w:val="00875EC4"/>
    <w:rsid w:val="0087632D"/>
    <w:rsid w:val="0087653D"/>
    <w:rsid w:val="0087729E"/>
    <w:rsid w:val="00877816"/>
    <w:rsid w:val="00880779"/>
    <w:rsid w:val="008809DC"/>
    <w:rsid w:val="0088153D"/>
    <w:rsid w:val="008815FE"/>
    <w:rsid w:val="00881A25"/>
    <w:rsid w:val="00881F55"/>
    <w:rsid w:val="00882011"/>
    <w:rsid w:val="008821BD"/>
    <w:rsid w:val="008825BB"/>
    <w:rsid w:val="008827E3"/>
    <w:rsid w:val="00882BFE"/>
    <w:rsid w:val="00883D74"/>
    <w:rsid w:val="008842D5"/>
    <w:rsid w:val="008843E8"/>
    <w:rsid w:val="008845DA"/>
    <w:rsid w:val="008847FB"/>
    <w:rsid w:val="00885042"/>
    <w:rsid w:val="00885299"/>
    <w:rsid w:val="008853DC"/>
    <w:rsid w:val="008859E0"/>
    <w:rsid w:val="00885EE9"/>
    <w:rsid w:val="00886474"/>
    <w:rsid w:val="00886530"/>
    <w:rsid w:val="0088695A"/>
    <w:rsid w:val="00887355"/>
    <w:rsid w:val="00887D4D"/>
    <w:rsid w:val="00887E3D"/>
    <w:rsid w:val="00890089"/>
    <w:rsid w:val="008905A1"/>
    <w:rsid w:val="008906D0"/>
    <w:rsid w:val="00890F04"/>
    <w:rsid w:val="008910C9"/>
    <w:rsid w:val="008914F1"/>
    <w:rsid w:val="008918CB"/>
    <w:rsid w:val="00892220"/>
    <w:rsid w:val="00892530"/>
    <w:rsid w:val="00892579"/>
    <w:rsid w:val="008926FC"/>
    <w:rsid w:val="008929CE"/>
    <w:rsid w:val="00892A9D"/>
    <w:rsid w:val="008930FA"/>
    <w:rsid w:val="0089329F"/>
    <w:rsid w:val="00893C79"/>
    <w:rsid w:val="00893E3F"/>
    <w:rsid w:val="00894326"/>
    <w:rsid w:val="008943FD"/>
    <w:rsid w:val="008948F1"/>
    <w:rsid w:val="008948F8"/>
    <w:rsid w:val="00894CA7"/>
    <w:rsid w:val="008950A7"/>
    <w:rsid w:val="00895D29"/>
    <w:rsid w:val="008961B6"/>
    <w:rsid w:val="008967B4"/>
    <w:rsid w:val="00896C70"/>
    <w:rsid w:val="00896F8B"/>
    <w:rsid w:val="008A05A2"/>
    <w:rsid w:val="008A05C7"/>
    <w:rsid w:val="008A0EBF"/>
    <w:rsid w:val="008A1DA8"/>
    <w:rsid w:val="008A2543"/>
    <w:rsid w:val="008A2700"/>
    <w:rsid w:val="008A2A94"/>
    <w:rsid w:val="008A371E"/>
    <w:rsid w:val="008A38EF"/>
    <w:rsid w:val="008A526F"/>
    <w:rsid w:val="008A56DB"/>
    <w:rsid w:val="008A5837"/>
    <w:rsid w:val="008A5CD1"/>
    <w:rsid w:val="008A616A"/>
    <w:rsid w:val="008A6322"/>
    <w:rsid w:val="008A649D"/>
    <w:rsid w:val="008A6620"/>
    <w:rsid w:val="008A6FC0"/>
    <w:rsid w:val="008A7064"/>
    <w:rsid w:val="008A7B70"/>
    <w:rsid w:val="008A7D99"/>
    <w:rsid w:val="008B0206"/>
    <w:rsid w:val="008B0979"/>
    <w:rsid w:val="008B0AE0"/>
    <w:rsid w:val="008B18EB"/>
    <w:rsid w:val="008B1A2D"/>
    <w:rsid w:val="008B1C87"/>
    <w:rsid w:val="008B2000"/>
    <w:rsid w:val="008B2131"/>
    <w:rsid w:val="008B21FF"/>
    <w:rsid w:val="008B223D"/>
    <w:rsid w:val="008B336B"/>
    <w:rsid w:val="008B37FF"/>
    <w:rsid w:val="008B4241"/>
    <w:rsid w:val="008B4687"/>
    <w:rsid w:val="008B46CC"/>
    <w:rsid w:val="008B5031"/>
    <w:rsid w:val="008B506C"/>
    <w:rsid w:val="008B5305"/>
    <w:rsid w:val="008B60EC"/>
    <w:rsid w:val="008B6375"/>
    <w:rsid w:val="008B64EC"/>
    <w:rsid w:val="008B70BC"/>
    <w:rsid w:val="008B73B8"/>
    <w:rsid w:val="008B74DF"/>
    <w:rsid w:val="008B789F"/>
    <w:rsid w:val="008B7AAC"/>
    <w:rsid w:val="008B7C43"/>
    <w:rsid w:val="008B7C71"/>
    <w:rsid w:val="008B7E15"/>
    <w:rsid w:val="008C0020"/>
    <w:rsid w:val="008C02B2"/>
    <w:rsid w:val="008C031A"/>
    <w:rsid w:val="008C0669"/>
    <w:rsid w:val="008C06A4"/>
    <w:rsid w:val="008C24E2"/>
    <w:rsid w:val="008C2E12"/>
    <w:rsid w:val="008C2FA4"/>
    <w:rsid w:val="008C31AD"/>
    <w:rsid w:val="008C37DD"/>
    <w:rsid w:val="008C4C4A"/>
    <w:rsid w:val="008C559D"/>
    <w:rsid w:val="008C5AAE"/>
    <w:rsid w:val="008C61F9"/>
    <w:rsid w:val="008C62E2"/>
    <w:rsid w:val="008C66F8"/>
    <w:rsid w:val="008C67E7"/>
    <w:rsid w:val="008C6806"/>
    <w:rsid w:val="008C6B8B"/>
    <w:rsid w:val="008C7698"/>
    <w:rsid w:val="008C786F"/>
    <w:rsid w:val="008C7901"/>
    <w:rsid w:val="008C7E19"/>
    <w:rsid w:val="008D11B9"/>
    <w:rsid w:val="008D1596"/>
    <w:rsid w:val="008D1830"/>
    <w:rsid w:val="008D1CA7"/>
    <w:rsid w:val="008D1DB4"/>
    <w:rsid w:val="008D1EFA"/>
    <w:rsid w:val="008D2104"/>
    <w:rsid w:val="008D2476"/>
    <w:rsid w:val="008D264F"/>
    <w:rsid w:val="008D27AF"/>
    <w:rsid w:val="008D2D10"/>
    <w:rsid w:val="008D2E03"/>
    <w:rsid w:val="008D328D"/>
    <w:rsid w:val="008D33E6"/>
    <w:rsid w:val="008D36C1"/>
    <w:rsid w:val="008D40EA"/>
    <w:rsid w:val="008D4340"/>
    <w:rsid w:val="008D4527"/>
    <w:rsid w:val="008D4BDD"/>
    <w:rsid w:val="008D5495"/>
    <w:rsid w:val="008D55D2"/>
    <w:rsid w:val="008D5902"/>
    <w:rsid w:val="008D5B6F"/>
    <w:rsid w:val="008D5CC9"/>
    <w:rsid w:val="008D602B"/>
    <w:rsid w:val="008D63CC"/>
    <w:rsid w:val="008D6483"/>
    <w:rsid w:val="008D66E6"/>
    <w:rsid w:val="008D6E83"/>
    <w:rsid w:val="008D7A0D"/>
    <w:rsid w:val="008D7CF9"/>
    <w:rsid w:val="008E03D6"/>
    <w:rsid w:val="008E07BA"/>
    <w:rsid w:val="008E0DF4"/>
    <w:rsid w:val="008E1326"/>
    <w:rsid w:val="008E15D2"/>
    <w:rsid w:val="008E16DF"/>
    <w:rsid w:val="008E1A91"/>
    <w:rsid w:val="008E1B00"/>
    <w:rsid w:val="008E1D4B"/>
    <w:rsid w:val="008E2802"/>
    <w:rsid w:val="008E31FC"/>
    <w:rsid w:val="008E36B1"/>
    <w:rsid w:val="008E3AF6"/>
    <w:rsid w:val="008E47FC"/>
    <w:rsid w:val="008E4E07"/>
    <w:rsid w:val="008E5BF2"/>
    <w:rsid w:val="008E5C14"/>
    <w:rsid w:val="008E6145"/>
    <w:rsid w:val="008E6F01"/>
    <w:rsid w:val="008E718A"/>
    <w:rsid w:val="008E71A9"/>
    <w:rsid w:val="008E7E0D"/>
    <w:rsid w:val="008E7F3B"/>
    <w:rsid w:val="008F02EA"/>
    <w:rsid w:val="008F05FD"/>
    <w:rsid w:val="008F0892"/>
    <w:rsid w:val="008F08A9"/>
    <w:rsid w:val="008F0DDB"/>
    <w:rsid w:val="008F187C"/>
    <w:rsid w:val="008F2098"/>
    <w:rsid w:val="008F20FC"/>
    <w:rsid w:val="008F2105"/>
    <w:rsid w:val="008F23CE"/>
    <w:rsid w:val="008F2D45"/>
    <w:rsid w:val="008F31AF"/>
    <w:rsid w:val="008F3849"/>
    <w:rsid w:val="008F3983"/>
    <w:rsid w:val="008F3BCA"/>
    <w:rsid w:val="008F4070"/>
    <w:rsid w:val="008F429D"/>
    <w:rsid w:val="008F42DE"/>
    <w:rsid w:val="008F4378"/>
    <w:rsid w:val="008F4439"/>
    <w:rsid w:val="008F4508"/>
    <w:rsid w:val="008F456A"/>
    <w:rsid w:val="008F47D3"/>
    <w:rsid w:val="008F4BDD"/>
    <w:rsid w:val="008F51B2"/>
    <w:rsid w:val="008F56FB"/>
    <w:rsid w:val="008F65C5"/>
    <w:rsid w:val="008F661F"/>
    <w:rsid w:val="008F671D"/>
    <w:rsid w:val="008F6A4B"/>
    <w:rsid w:val="008F771C"/>
    <w:rsid w:val="008F7B14"/>
    <w:rsid w:val="008F7E32"/>
    <w:rsid w:val="009000A8"/>
    <w:rsid w:val="009002F6"/>
    <w:rsid w:val="0090041A"/>
    <w:rsid w:val="00900447"/>
    <w:rsid w:val="009009C0"/>
    <w:rsid w:val="00900B1D"/>
    <w:rsid w:val="00900E01"/>
    <w:rsid w:val="009016B1"/>
    <w:rsid w:val="009016B8"/>
    <w:rsid w:val="0090252B"/>
    <w:rsid w:val="009028AE"/>
    <w:rsid w:val="00903220"/>
    <w:rsid w:val="00903A2B"/>
    <w:rsid w:val="00903C45"/>
    <w:rsid w:val="00904074"/>
    <w:rsid w:val="00904724"/>
    <w:rsid w:val="00904E28"/>
    <w:rsid w:val="00904E4A"/>
    <w:rsid w:val="009050BC"/>
    <w:rsid w:val="009050D0"/>
    <w:rsid w:val="00905682"/>
    <w:rsid w:val="00905887"/>
    <w:rsid w:val="0090616B"/>
    <w:rsid w:val="0090679E"/>
    <w:rsid w:val="00906DA9"/>
    <w:rsid w:val="00906F3F"/>
    <w:rsid w:val="0090714F"/>
    <w:rsid w:val="00907DF1"/>
    <w:rsid w:val="009101C6"/>
    <w:rsid w:val="009103CE"/>
    <w:rsid w:val="0091069A"/>
    <w:rsid w:val="00910BDA"/>
    <w:rsid w:val="009110B5"/>
    <w:rsid w:val="0091118D"/>
    <w:rsid w:val="00911289"/>
    <w:rsid w:val="00911326"/>
    <w:rsid w:val="00911B20"/>
    <w:rsid w:val="00911BA0"/>
    <w:rsid w:val="00912A1D"/>
    <w:rsid w:val="00912AC7"/>
    <w:rsid w:val="00913E28"/>
    <w:rsid w:val="00913EB9"/>
    <w:rsid w:val="00914D57"/>
    <w:rsid w:val="009156FD"/>
    <w:rsid w:val="00915DA6"/>
    <w:rsid w:val="00916A77"/>
    <w:rsid w:val="00916B1A"/>
    <w:rsid w:val="00917359"/>
    <w:rsid w:val="00917613"/>
    <w:rsid w:val="00920868"/>
    <w:rsid w:val="00920B9B"/>
    <w:rsid w:val="00921303"/>
    <w:rsid w:val="00921501"/>
    <w:rsid w:val="00921F61"/>
    <w:rsid w:val="0092294C"/>
    <w:rsid w:val="00922DCA"/>
    <w:rsid w:val="00922E24"/>
    <w:rsid w:val="00922EE0"/>
    <w:rsid w:val="00922F60"/>
    <w:rsid w:val="009233BE"/>
    <w:rsid w:val="009233D2"/>
    <w:rsid w:val="00923CF9"/>
    <w:rsid w:val="00923FDB"/>
    <w:rsid w:val="0092401C"/>
    <w:rsid w:val="00924708"/>
    <w:rsid w:val="009249E9"/>
    <w:rsid w:val="00924B34"/>
    <w:rsid w:val="0092524D"/>
    <w:rsid w:val="009259A8"/>
    <w:rsid w:val="00925B62"/>
    <w:rsid w:val="00925BBC"/>
    <w:rsid w:val="00925C62"/>
    <w:rsid w:val="00925D42"/>
    <w:rsid w:val="009264F5"/>
    <w:rsid w:val="009269AA"/>
    <w:rsid w:val="00926EDB"/>
    <w:rsid w:val="009275A8"/>
    <w:rsid w:val="00930116"/>
    <w:rsid w:val="009303E0"/>
    <w:rsid w:val="00930683"/>
    <w:rsid w:val="00930C0A"/>
    <w:rsid w:val="00930C68"/>
    <w:rsid w:val="00930F92"/>
    <w:rsid w:val="00931287"/>
    <w:rsid w:val="0093217F"/>
    <w:rsid w:val="00932325"/>
    <w:rsid w:val="00932448"/>
    <w:rsid w:val="009335BB"/>
    <w:rsid w:val="00933C74"/>
    <w:rsid w:val="00933D33"/>
    <w:rsid w:val="00933DB8"/>
    <w:rsid w:val="00934DAE"/>
    <w:rsid w:val="00934EA6"/>
    <w:rsid w:val="00935126"/>
    <w:rsid w:val="00935503"/>
    <w:rsid w:val="00935719"/>
    <w:rsid w:val="00935A24"/>
    <w:rsid w:val="00935A63"/>
    <w:rsid w:val="00935BEF"/>
    <w:rsid w:val="00936561"/>
    <w:rsid w:val="0093656B"/>
    <w:rsid w:val="0093690F"/>
    <w:rsid w:val="00936979"/>
    <w:rsid w:val="00936B5F"/>
    <w:rsid w:val="009370F6"/>
    <w:rsid w:val="009377F3"/>
    <w:rsid w:val="00937FFE"/>
    <w:rsid w:val="00940D96"/>
    <w:rsid w:val="00940DC3"/>
    <w:rsid w:val="00940E84"/>
    <w:rsid w:val="00941181"/>
    <w:rsid w:val="009412FC"/>
    <w:rsid w:val="009415B1"/>
    <w:rsid w:val="00941801"/>
    <w:rsid w:val="009419AC"/>
    <w:rsid w:val="00941D62"/>
    <w:rsid w:val="00941EE6"/>
    <w:rsid w:val="00942F07"/>
    <w:rsid w:val="00942FF8"/>
    <w:rsid w:val="00943356"/>
    <w:rsid w:val="009437F0"/>
    <w:rsid w:val="0094382C"/>
    <w:rsid w:val="00944379"/>
    <w:rsid w:val="00944950"/>
    <w:rsid w:val="009449DE"/>
    <w:rsid w:val="0094512B"/>
    <w:rsid w:val="00945BAF"/>
    <w:rsid w:val="00945E29"/>
    <w:rsid w:val="00946019"/>
    <w:rsid w:val="0094636F"/>
    <w:rsid w:val="0094639C"/>
    <w:rsid w:val="00946592"/>
    <w:rsid w:val="009468A9"/>
    <w:rsid w:val="00946C30"/>
    <w:rsid w:val="00947948"/>
    <w:rsid w:val="009503CE"/>
    <w:rsid w:val="00950471"/>
    <w:rsid w:val="00950A90"/>
    <w:rsid w:val="00951C12"/>
    <w:rsid w:val="00952614"/>
    <w:rsid w:val="009528F9"/>
    <w:rsid w:val="00952BB8"/>
    <w:rsid w:val="00952E5C"/>
    <w:rsid w:val="00952F9A"/>
    <w:rsid w:val="00953816"/>
    <w:rsid w:val="00953954"/>
    <w:rsid w:val="00953A6C"/>
    <w:rsid w:val="00953EF5"/>
    <w:rsid w:val="00954504"/>
    <w:rsid w:val="00954652"/>
    <w:rsid w:val="0095465E"/>
    <w:rsid w:val="00954D08"/>
    <w:rsid w:val="00955A1B"/>
    <w:rsid w:val="00955D08"/>
    <w:rsid w:val="009560DD"/>
    <w:rsid w:val="00956247"/>
    <w:rsid w:val="00956426"/>
    <w:rsid w:val="009565C6"/>
    <w:rsid w:val="009569BB"/>
    <w:rsid w:val="00956BA6"/>
    <w:rsid w:val="00956BD9"/>
    <w:rsid w:val="00957810"/>
    <w:rsid w:val="009579BA"/>
    <w:rsid w:val="00957BD3"/>
    <w:rsid w:val="009611F9"/>
    <w:rsid w:val="00961460"/>
    <w:rsid w:val="009614E9"/>
    <w:rsid w:val="009630D2"/>
    <w:rsid w:val="00965931"/>
    <w:rsid w:val="00966065"/>
    <w:rsid w:val="009663A2"/>
    <w:rsid w:val="009668B3"/>
    <w:rsid w:val="00966C98"/>
    <w:rsid w:val="00966D7E"/>
    <w:rsid w:val="0096704D"/>
    <w:rsid w:val="009670C8"/>
    <w:rsid w:val="009672F9"/>
    <w:rsid w:val="00967DC0"/>
    <w:rsid w:val="0097002B"/>
    <w:rsid w:val="009705EA"/>
    <w:rsid w:val="009705EC"/>
    <w:rsid w:val="00970637"/>
    <w:rsid w:val="00970EFD"/>
    <w:rsid w:val="009712D4"/>
    <w:rsid w:val="009714C2"/>
    <w:rsid w:val="00971640"/>
    <w:rsid w:val="00971712"/>
    <w:rsid w:val="009719DA"/>
    <w:rsid w:val="00971CDD"/>
    <w:rsid w:val="0097218E"/>
    <w:rsid w:val="0097220B"/>
    <w:rsid w:val="0097284B"/>
    <w:rsid w:val="0097296D"/>
    <w:rsid w:val="009729DE"/>
    <w:rsid w:val="00972A5B"/>
    <w:rsid w:val="00972D65"/>
    <w:rsid w:val="00972FE1"/>
    <w:rsid w:val="009735D4"/>
    <w:rsid w:val="00973629"/>
    <w:rsid w:val="009739D3"/>
    <w:rsid w:val="00974AD8"/>
    <w:rsid w:val="009758D4"/>
    <w:rsid w:val="009762A9"/>
    <w:rsid w:val="00976507"/>
    <w:rsid w:val="0097651C"/>
    <w:rsid w:val="00976A84"/>
    <w:rsid w:val="0097794F"/>
    <w:rsid w:val="00981253"/>
    <w:rsid w:val="009819F1"/>
    <w:rsid w:val="00981A88"/>
    <w:rsid w:val="00981CB4"/>
    <w:rsid w:val="00981F4F"/>
    <w:rsid w:val="009821AB"/>
    <w:rsid w:val="009822DB"/>
    <w:rsid w:val="009823D1"/>
    <w:rsid w:val="009825AD"/>
    <w:rsid w:val="00982E3A"/>
    <w:rsid w:val="0098463E"/>
    <w:rsid w:val="00984968"/>
    <w:rsid w:val="00985AF2"/>
    <w:rsid w:val="00985B8D"/>
    <w:rsid w:val="00985D30"/>
    <w:rsid w:val="0098648B"/>
    <w:rsid w:val="0098661E"/>
    <w:rsid w:val="00986A58"/>
    <w:rsid w:val="00987923"/>
    <w:rsid w:val="00987DC8"/>
    <w:rsid w:val="00990273"/>
    <w:rsid w:val="0099061B"/>
    <w:rsid w:val="00990BEE"/>
    <w:rsid w:val="00990D88"/>
    <w:rsid w:val="00991397"/>
    <w:rsid w:val="009913AC"/>
    <w:rsid w:val="00991A4C"/>
    <w:rsid w:val="00991B5F"/>
    <w:rsid w:val="00991CC2"/>
    <w:rsid w:val="00991E63"/>
    <w:rsid w:val="00991F80"/>
    <w:rsid w:val="00992369"/>
    <w:rsid w:val="00992B22"/>
    <w:rsid w:val="00992C72"/>
    <w:rsid w:val="00992E93"/>
    <w:rsid w:val="00993E5A"/>
    <w:rsid w:val="009952F0"/>
    <w:rsid w:val="00995A17"/>
    <w:rsid w:val="00995A1E"/>
    <w:rsid w:val="00995F79"/>
    <w:rsid w:val="009964FF"/>
    <w:rsid w:val="00996A12"/>
    <w:rsid w:val="00996B2A"/>
    <w:rsid w:val="0099708F"/>
    <w:rsid w:val="0099773D"/>
    <w:rsid w:val="009977AA"/>
    <w:rsid w:val="00997871"/>
    <w:rsid w:val="009978ED"/>
    <w:rsid w:val="00997CF4"/>
    <w:rsid w:val="00997E99"/>
    <w:rsid w:val="00997F4B"/>
    <w:rsid w:val="009A0578"/>
    <w:rsid w:val="009A0E81"/>
    <w:rsid w:val="009A0EF1"/>
    <w:rsid w:val="009A0F41"/>
    <w:rsid w:val="009A1528"/>
    <w:rsid w:val="009A1955"/>
    <w:rsid w:val="009A1CAC"/>
    <w:rsid w:val="009A1EC5"/>
    <w:rsid w:val="009A269C"/>
    <w:rsid w:val="009A285B"/>
    <w:rsid w:val="009A298E"/>
    <w:rsid w:val="009A2CF5"/>
    <w:rsid w:val="009A2F56"/>
    <w:rsid w:val="009A3099"/>
    <w:rsid w:val="009A35B3"/>
    <w:rsid w:val="009A38A7"/>
    <w:rsid w:val="009A3C14"/>
    <w:rsid w:val="009A44D7"/>
    <w:rsid w:val="009A5B08"/>
    <w:rsid w:val="009A5F5F"/>
    <w:rsid w:val="009A6500"/>
    <w:rsid w:val="009A668B"/>
    <w:rsid w:val="009A672C"/>
    <w:rsid w:val="009A778A"/>
    <w:rsid w:val="009A79C1"/>
    <w:rsid w:val="009A7C1F"/>
    <w:rsid w:val="009A7E2C"/>
    <w:rsid w:val="009B00FC"/>
    <w:rsid w:val="009B02E8"/>
    <w:rsid w:val="009B0419"/>
    <w:rsid w:val="009B06E3"/>
    <w:rsid w:val="009B0722"/>
    <w:rsid w:val="009B0880"/>
    <w:rsid w:val="009B0B10"/>
    <w:rsid w:val="009B15F3"/>
    <w:rsid w:val="009B1615"/>
    <w:rsid w:val="009B1B77"/>
    <w:rsid w:val="009B1BAA"/>
    <w:rsid w:val="009B24FB"/>
    <w:rsid w:val="009B274D"/>
    <w:rsid w:val="009B2864"/>
    <w:rsid w:val="009B2F21"/>
    <w:rsid w:val="009B3A19"/>
    <w:rsid w:val="009B42E5"/>
    <w:rsid w:val="009B436A"/>
    <w:rsid w:val="009B4E57"/>
    <w:rsid w:val="009B5011"/>
    <w:rsid w:val="009B5291"/>
    <w:rsid w:val="009B56B1"/>
    <w:rsid w:val="009B6DBC"/>
    <w:rsid w:val="009B7552"/>
    <w:rsid w:val="009C004A"/>
    <w:rsid w:val="009C0CD8"/>
    <w:rsid w:val="009C0DCD"/>
    <w:rsid w:val="009C0F0B"/>
    <w:rsid w:val="009C0F5A"/>
    <w:rsid w:val="009C106D"/>
    <w:rsid w:val="009C1625"/>
    <w:rsid w:val="009C164E"/>
    <w:rsid w:val="009C1B05"/>
    <w:rsid w:val="009C1E07"/>
    <w:rsid w:val="009C2018"/>
    <w:rsid w:val="009C20E0"/>
    <w:rsid w:val="009C244D"/>
    <w:rsid w:val="009C2890"/>
    <w:rsid w:val="009C2EEB"/>
    <w:rsid w:val="009C3187"/>
    <w:rsid w:val="009C3D00"/>
    <w:rsid w:val="009C3FF5"/>
    <w:rsid w:val="009C42B7"/>
    <w:rsid w:val="009C44DA"/>
    <w:rsid w:val="009C47B3"/>
    <w:rsid w:val="009C4859"/>
    <w:rsid w:val="009C4A7E"/>
    <w:rsid w:val="009C4B18"/>
    <w:rsid w:val="009C5061"/>
    <w:rsid w:val="009C52B1"/>
    <w:rsid w:val="009C5426"/>
    <w:rsid w:val="009C56CE"/>
    <w:rsid w:val="009C5998"/>
    <w:rsid w:val="009C5EB5"/>
    <w:rsid w:val="009C6428"/>
    <w:rsid w:val="009C64D2"/>
    <w:rsid w:val="009C6545"/>
    <w:rsid w:val="009C6961"/>
    <w:rsid w:val="009C69D2"/>
    <w:rsid w:val="009C6D2C"/>
    <w:rsid w:val="009C7494"/>
    <w:rsid w:val="009C7AA4"/>
    <w:rsid w:val="009C7BBA"/>
    <w:rsid w:val="009C7C51"/>
    <w:rsid w:val="009C7D52"/>
    <w:rsid w:val="009C7DDA"/>
    <w:rsid w:val="009D0359"/>
    <w:rsid w:val="009D116C"/>
    <w:rsid w:val="009D2513"/>
    <w:rsid w:val="009D26FA"/>
    <w:rsid w:val="009D304C"/>
    <w:rsid w:val="009D3139"/>
    <w:rsid w:val="009D334A"/>
    <w:rsid w:val="009D351B"/>
    <w:rsid w:val="009D36AE"/>
    <w:rsid w:val="009D3F9D"/>
    <w:rsid w:val="009D4191"/>
    <w:rsid w:val="009D431E"/>
    <w:rsid w:val="009D4D97"/>
    <w:rsid w:val="009D4EAE"/>
    <w:rsid w:val="009D544A"/>
    <w:rsid w:val="009D5555"/>
    <w:rsid w:val="009D56EC"/>
    <w:rsid w:val="009D65D0"/>
    <w:rsid w:val="009D662E"/>
    <w:rsid w:val="009D6815"/>
    <w:rsid w:val="009D6B15"/>
    <w:rsid w:val="009D6B1F"/>
    <w:rsid w:val="009D6B48"/>
    <w:rsid w:val="009D6D9B"/>
    <w:rsid w:val="009E0212"/>
    <w:rsid w:val="009E0C5A"/>
    <w:rsid w:val="009E216E"/>
    <w:rsid w:val="009E21F0"/>
    <w:rsid w:val="009E220B"/>
    <w:rsid w:val="009E27B7"/>
    <w:rsid w:val="009E28B9"/>
    <w:rsid w:val="009E2A54"/>
    <w:rsid w:val="009E2CCE"/>
    <w:rsid w:val="009E3789"/>
    <w:rsid w:val="009E4822"/>
    <w:rsid w:val="009E4AAB"/>
    <w:rsid w:val="009E4AE0"/>
    <w:rsid w:val="009E5303"/>
    <w:rsid w:val="009E62BB"/>
    <w:rsid w:val="009E6379"/>
    <w:rsid w:val="009E64B6"/>
    <w:rsid w:val="009E65BB"/>
    <w:rsid w:val="009E67F3"/>
    <w:rsid w:val="009E6BC0"/>
    <w:rsid w:val="009E6E88"/>
    <w:rsid w:val="009E70D7"/>
    <w:rsid w:val="009E7735"/>
    <w:rsid w:val="009E7C67"/>
    <w:rsid w:val="009F01A9"/>
    <w:rsid w:val="009F0C83"/>
    <w:rsid w:val="009F1B71"/>
    <w:rsid w:val="009F238E"/>
    <w:rsid w:val="009F2854"/>
    <w:rsid w:val="009F2D4D"/>
    <w:rsid w:val="009F2EB6"/>
    <w:rsid w:val="009F3602"/>
    <w:rsid w:val="009F3799"/>
    <w:rsid w:val="009F38DF"/>
    <w:rsid w:val="009F40C6"/>
    <w:rsid w:val="009F418E"/>
    <w:rsid w:val="009F4774"/>
    <w:rsid w:val="009F47C4"/>
    <w:rsid w:val="009F50F3"/>
    <w:rsid w:val="009F5203"/>
    <w:rsid w:val="009F5866"/>
    <w:rsid w:val="009F5947"/>
    <w:rsid w:val="009F5DA8"/>
    <w:rsid w:val="009F5F6E"/>
    <w:rsid w:val="009F6383"/>
    <w:rsid w:val="009F6573"/>
    <w:rsid w:val="009F6A73"/>
    <w:rsid w:val="009F6A93"/>
    <w:rsid w:val="009F6AB7"/>
    <w:rsid w:val="009F6D0F"/>
    <w:rsid w:val="009F6D92"/>
    <w:rsid w:val="009F72F9"/>
    <w:rsid w:val="009F75F2"/>
    <w:rsid w:val="009F767A"/>
    <w:rsid w:val="009F7DA8"/>
    <w:rsid w:val="00A00BE4"/>
    <w:rsid w:val="00A0176D"/>
    <w:rsid w:val="00A01A22"/>
    <w:rsid w:val="00A0264F"/>
    <w:rsid w:val="00A030EA"/>
    <w:rsid w:val="00A03471"/>
    <w:rsid w:val="00A034E7"/>
    <w:rsid w:val="00A03562"/>
    <w:rsid w:val="00A0386B"/>
    <w:rsid w:val="00A03993"/>
    <w:rsid w:val="00A03F30"/>
    <w:rsid w:val="00A0426D"/>
    <w:rsid w:val="00A04C0E"/>
    <w:rsid w:val="00A05660"/>
    <w:rsid w:val="00A05D06"/>
    <w:rsid w:val="00A05DE2"/>
    <w:rsid w:val="00A06714"/>
    <w:rsid w:val="00A06848"/>
    <w:rsid w:val="00A06C82"/>
    <w:rsid w:val="00A07524"/>
    <w:rsid w:val="00A077A5"/>
    <w:rsid w:val="00A07A0C"/>
    <w:rsid w:val="00A10199"/>
    <w:rsid w:val="00A10642"/>
    <w:rsid w:val="00A10E7B"/>
    <w:rsid w:val="00A10FC7"/>
    <w:rsid w:val="00A116E8"/>
    <w:rsid w:val="00A12345"/>
    <w:rsid w:val="00A1234F"/>
    <w:rsid w:val="00A12562"/>
    <w:rsid w:val="00A12A6C"/>
    <w:rsid w:val="00A1364A"/>
    <w:rsid w:val="00A137CD"/>
    <w:rsid w:val="00A13845"/>
    <w:rsid w:val="00A14DF9"/>
    <w:rsid w:val="00A14F33"/>
    <w:rsid w:val="00A15245"/>
    <w:rsid w:val="00A1663F"/>
    <w:rsid w:val="00A174C6"/>
    <w:rsid w:val="00A17502"/>
    <w:rsid w:val="00A175A2"/>
    <w:rsid w:val="00A176A0"/>
    <w:rsid w:val="00A176B7"/>
    <w:rsid w:val="00A20169"/>
    <w:rsid w:val="00A20CC8"/>
    <w:rsid w:val="00A20FB5"/>
    <w:rsid w:val="00A211D9"/>
    <w:rsid w:val="00A21ACF"/>
    <w:rsid w:val="00A22505"/>
    <w:rsid w:val="00A225AE"/>
    <w:rsid w:val="00A244CC"/>
    <w:rsid w:val="00A26158"/>
    <w:rsid w:val="00A26655"/>
    <w:rsid w:val="00A2752C"/>
    <w:rsid w:val="00A27D85"/>
    <w:rsid w:val="00A30A17"/>
    <w:rsid w:val="00A30D80"/>
    <w:rsid w:val="00A3102F"/>
    <w:rsid w:val="00A31204"/>
    <w:rsid w:val="00A314AF"/>
    <w:rsid w:val="00A31764"/>
    <w:rsid w:val="00A31BBF"/>
    <w:rsid w:val="00A32BA9"/>
    <w:rsid w:val="00A32E7B"/>
    <w:rsid w:val="00A332A4"/>
    <w:rsid w:val="00A332CD"/>
    <w:rsid w:val="00A3354D"/>
    <w:rsid w:val="00A33E44"/>
    <w:rsid w:val="00A33F7F"/>
    <w:rsid w:val="00A33F9D"/>
    <w:rsid w:val="00A348CE"/>
    <w:rsid w:val="00A34B3F"/>
    <w:rsid w:val="00A352DB"/>
    <w:rsid w:val="00A355BA"/>
    <w:rsid w:val="00A365AE"/>
    <w:rsid w:val="00A36FD1"/>
    <w:rsid w:val="00A377A2"/>
    <w:rsid w:val="00A37A77"/>
    <w:rsid w:val="00A37B9B"/>
    <w:rsid w:val="00A40122"/>
    <w:rsid w:val="00A4025C"/>
    <w:rsid w:val="00A40BBE"/>
    <w:rsid w:val="00A418EC"/>
    <w:rsid w:val="00A41927"/>
    <w:rsid w:val="00A41BDA"/>
    <w:rsid w:val="00A41E80"/>
    <w:rsid w:val="00A42030"/>
    <w:rsid w:val="00A42737"/>
    <w:rsid w:val="00A44040"/>
    <w:rsid w:val="00A44705"/>
    <w:rsid w:val="00A4487F"/>
    <w:rsid w:val="00A44CDC"/>
    <w:rsid w:val="00A44DD7"/>
    <w:rsid w:val="00A45E49"/>
    <w:rsid w:val="00A45EFF"/>
    <w:rsid w:val="00A46108"/>
    <w:rsid w:val="00A46708"/>
    <w:rsid w:val="00A4759E"/>
    <w:rsid w:val="00A47822"/>
    <w:rsid w:val="00A47F03"/>
    <w:rsid w:val="00A50C0D"/>
    <w:rsid w:val="00A50F79"/>
    <w:rsid w:val="00A5124D"/>
    <w:rsid w:val="00A51268"/>
    <w:rsid w:val="00A5198F"/>
    <w:rsid w:val="00A51AA6"/>
    <w:rsid w:val="00A51C2E"/>
    <w:rsid w:val="00A52227"/>
    <w:rsid w:val="00A53149"/>
    <w:rsid w:val="00A53197"/>
    <w:rsid w:val="00A53334"/>
    <w:rsid w:val="00A5371F"/>
    <w:rsid w:val="00A544F5"/>
    <w:rsid w:val="00A5517E"/>
    <w:rsid w:val="00A5521E"/>
    <w:rsid w:val="00A55487"/>
    <w:rsid w:val="00A564AD"/>
    <w:rsid w:val="00A5697B"/>
    <w:rsid w:val="00A56FF4"/>
    <w:rsid w:val="00A570E5"/>
    <w:rsid w:val="00A575B6"/>
    <w:rsid w:val="00A57724"/>
    <w:rsid w:val="00A57887"/>
    <w:rsid w:val="00A57982"/>
    <w:rsid w:val="00A60481"/>
    <w:rsid w:val="00A606BE"/>
    <w:rsid w:val="00A60E02"/>
    <w:rsid w:val="00A60F5C"/>
    <w:rsid w:val="00A610B0"/>
    <w:rsid w:val="00A61580"/>
    <w:rsid w:val="00A61758"/>
    <w:rsid w:val="00A62896"/>
    <w:rsid w:val="00A628A2"/>
    <w:rsid w:val="00A62B20"/>
    <w:rsid w:val="00A62EC9"/>
    <w:rsid w:val="00A6389E"/>
    <w:rsid w:val="00A638FE"/>
    <w:rsid w:val="00A6468C"/>
    <w:rsid w:val="00A64887"/>
    <w:rsid w:val="00A64C07"/>
    <w:rsid w:val="00A65A0A"/>
    <w:rsid w:val="00A65D91"/>
    <w:rsid w:val="00A65D95"/>
    <w:rsid w:val="00A665D6"/>
    <w:rsid w:val="00A6694D"/>
    <w:rsid w:val="00A66DD0"/>
    <w:rsid w:val="00A671F4"/>
    <w:rsid w:val="00A6739A"/>
    <w:rsid w:val="00A67A40"/>
    <w:rsid w:val="00A7048A"/>
    <w:rsid w:val="00A705E6"/>
    <w:rsid w:val="00A7074A"/>
    <w:rsid w:val="00A7094E"/>
    <w:rsid w:val="00A70AF2"/>
    <w:rsid w:val="00A70BE2"/>
    <w:rsid w:val="00A70D19"/>
    <w:rsid w:val="00A70DEF"/>
    <w:rsid w:val="00A71316"/>
    <w:rsid w:val="00A71968"/>
    <w:rsid w:val="00A71AB8"/>
    <w:rsid w:val="00A71C6D"/>
    <w:rsid w:val="00A71C8A"/>
    <w:rsid w:val="00A71FDA"/>
    <w:rsid w:val="00A723F4"/>
    <w:rsid w:val="00A7265D"/>
    <w:rsid w:val="00A72D6C"/>
    <w:rsid w:val="00A73038"/>
    <w:rsid w:val="00A7345B"/>
    <w:rsid w:val="00A734D2"/>
    <w:rsid w:val="00A745A6"/>
    <w:rsid w:val="00A74A7F"/>
    <w:rsid w:val="00A74D02"/>
    <w:rsid w:val="00A75024"/>
    <w:rsid w:val="00A75126"/>
    <w:rsid w:val="00A75517"/>
    <w:rsid w:val="00A757D9"/>
    <w:rsid w:val="00A759DE"/>
    <w:rsid w:val="00A759FE"/>
    <w:rsid w:val="00A76D0D"/>
    <w:rsid w:val="00A76E0C"/>
    <w:rsid w:val="00A76EF7"/>
    <w:rsid w:val="00A779C0"/>
    <w:rsid w:val="00A779CA"/>
    <w:rsid w:val="00A77AE4"/>
    <w:rsid w:val="00A77C0B"/>
    <w:rsid w:val="00A80050"/>
    <w:rsid w:val="00A80A32"/>
    <w:rsid w:val="00A80A5C"/>
    <w:rsid w:val="00A819B9"/>
    <w:rsid w:val="00A81CA8"/>
    <w:rsid w:val="00A8204A"/>
    <w:rsid w:val="00A8245A"/>
    <w:rsid w:val="00A82503"/>
    <w:rsid w:val="00A82DB2"/>
    <w:rsid w:val="00A83134"/>
    <w:rsid w:val="00A831B8"/>
    <w:rsid w:val="00A831F3"/>
    <w:rsid w:val="00A83435"/>
    <w:rsid w:val="00A83979"/>
    <w:rsid w:val="00A83E16"/>
    <w:rsid w:val="00A843A5"/>
    <w:rsid w:val="00A84A57"/>
    <w:rsid w:val="00A8516F"/>
    <w:rsid w:val="00A857CF"/>
    <w:rsid w:val="00A85B74"/>
    <w:rsid w:val="00A85D75"/>
    <w:rsid w:val="00A87261"/>
    <w:rsid w:val="00A87473"/>
    <w:rsid w:val="00A875E2"/>
    <w:rsid w:val="00A876E6"/>
    <w:rsid w:val="00A87B23"/>
    <w:rsid w:val="00A87C53"/>
    <w:rsid w:val="00A9008A"/>
    <w:rsid w:val="00A904F3"/>
    <w:rsid w:val="00A91026"/>
    <w:rsid w:val="00A9111F"/>
    <w:rsid w:val="00A918A9"/>
    <w:rsid w:val="00A91B17"/>
    <w:rsid w:val="00A91C91"/>
    <w:rsid w:val="00A9236D"/>
    <w:rsid w:val="00A931AD"/>
    <w:rsid w:val="00A932BE"/>
    <w:rsid w:val="00A93858"/>
    <w:rsid w:val="00A93C87"/>
    <w:rsid w:val="00A944CA"/>
    <w:rsid w:val="00A94543"/>
    <w:rsid w:val="00A94C5E"/>
    <w:rsid w:val="00A94EE5"/>
    <w:rsid w:val="00A94FBF"/>
    <w:rsid w:val="00A954C8"/>
    <w:rsid w:val="00A95564"/>
    <w:rsid w:val="00A961AE"/>
    <w:rsid w:val="00A9635D"/>
    <w:rsid w:val="00A96801"/>
    <w:rsid w:val="00A9696E"/>
    <w:rsid w:val="00A96A44"/>
    <w:rsid w:val="00A97024"/>
    <w:rsid w:val="00A971DD"/>
    <w:rsid w:val="00A97ABA"/>
    <w:rsid w:val="00A97C8A"/>
    <w:rsid w:val="00AA00D3"/>
    <w:rsid w:val="00AA06C6"/>
    <w:rsid w:val="00AA06F5"/>
    <w:rsid w:val="00AA09BC"/>
    <w:rsid w:val="00AA1C79"/>
    <w:rsid w:val="00AA2581"/>
    <w:rsid w:val="00AA28AB"/>
    <w:rsid w:val="00AA3141"/>
    <w:rsid w:val="00AA400F"/>
    <w:rsid w:val="00AA4267"/>
    <w:rsid w:val="00AA4ED1"/>
    <w:rsid w:val="00AA5463"/>
    <w:rsid w:val="00AA5880"/>
    <w:rsid w:val="00AA5FFE"/>
    <w:rsid w:val="00AA65C8"/>
    <w:rsid w:val="00AA66F5"/>
    <w:rsid w:val="00AA6C58"/>
    <w:rsid w:val="00AB0016"/>
    <w:rsid w:val="00AB03EC"/>
    <w:rsid w:val="00AB0DE3"/>
    <w:rsid w:val="00AB103F"/>
    <w:rsid w:val="00AB12BA"/>
    <w:rsid w:val="00AB20D3"/>
    <w:rsid w:val="00AB232D"/>
    <w:rsid w:val="00AB29E5"/>
    <w:rsid w:val="00AB2D8F"/>
    <w:rsid w:val="00AB2EC4"/>
    <w:rsid w:val="00AB2FAA"/>
    <w:rsid w:val="00AB3309"/>
    <w:rsid w:val="00AB3538"/>
    <w:rsid w:val="00AB3989"/>
    <w:rsid w:val="00AB3B50"/>
    <w:rsid w:val="00AB429F"/>
    <w:rsid w:val="00AB44FD"/>
    <w:rsid w:val="00AB46EA"/>
    <w:rsid w:val="00AB4B4F"/>
    <w:rsid w:val="00AB6151"/>
    <w:rsid w:val="00AB63ED"/>
    <w:rsid w:val="00AB67D0"/>
    <w:rsid w:val="00AB6925"/>
    <w:rsid w:val="00AB6EF2"/>
    <w:rsid w:val="00AB74F5"/>
    <w:rsid w:val="00AB7B92"/>
    <w:rsid w:val="00AC0423"/>
    <w:rsid w:val="00AC0B68"/>
    <w:rsid w:val="00AC0F3E"/>
    <w:rsid w:val="00AC10C5"/>
    <w:rsid w:val="00AC19A7"/>
    <w:rsid w:val="00AC2971"/>
    <w:rsid w:val="00AC2F79"/>
    <w:rsid w:val="00AC3182"/>
    <w:rsid w:val="00AC3A42"/>
    <w:rsid w:val="00AC445B"/>
    <w:rsid w:val="00AC52D1"/>
    <w:rsid w:val="00AC5580"/>
    <w:rsid w:val="00AC57B5"/>
    <w:rsid w:val="00AC5934"/>
    <w:rsid w:val="00AC5A1C"/>
    <w:rsid w:val="00AC6655"/>
    <w:rsid w:val="00AC671A"/>
    <w:rsid w:val="00AC6E8E"/>
    <w:rsid w:val="00AC6EED"/>
    <w:rsid w:val="00AC77DF"/>
    <w:rsid w:val="00AD0D43"/>
    <w:rsid w:val="00AD1098"/>
    <w:rsid w:val="00AD1642"/>
    <w:rsid w:val="00AD185C"/>
    <w:rsid w:val="00AD1ADD"/>
    <w:rsid w:val="00AD2634"/>
    <w:rsid w:val="00AD3328"/>
    <w:rsid w:val="00AD3B9E"/>
    <w:rsid w:val="00AD4CAF"/>
    <w:rsid w:val="00AD4D15"/>
    <w:rsid w:val="00AD5DE5"/>
    <w:rsid w:val="00AD6127"/>
    <w:rsid w:val="00AD64AD"/>
    <w:rsid w:val="00AD6C6B"/>
    <w:rsid w:val="00AD6E47"/>
    <w:rsid w:val="00AD7187"/>
    <w:rsid w:val="00AD74F2"/>
    <w:rsid w:val="00AD7642"/>
    <w:rsid w:val="00AD7A93"/>
    <w:rsid w:val="00AE0921"/>
    <w:rsid w:val="00AE0932"/>
    <w:rsid w:val="00AE13F3"/>
    <w:rsid w:val="00AE1DB6"/>
    <w:rsid w:val="00AE21A9"/>
    <w:rsid w:val="00AE2B83"/>
    <w:rsid w:val="00AE2D8B"/>
    <w:rsid w:val="00AE2F16"/>
    <w:rsid w:val="00AE4350"/>
    <w:rsid w:val="00AE47F4"/>
    <w:rsid w:val="00AE589F"/>
    <w:rsid w:val="00AE5B6D"/>
    <w:rsid w:val="00AE5EF6"/>
    <w:rsid w:val="00AE6345"/>
    <w:rsid w:val="00AE65ED"/>
    <w:rsid w:val="00AE6EFD"/>
    <w:rsid w:val="00AE7658"/>
    <w:rsid w:val="00AE7881"/>
    <w:rsid w:val="00AF05C3"/>
    <w:rsid w:val="00AF08FF"/>
    <w:rsid w:val="00AF0D3B"/>
    <w:rsid w:val="00AF1117"/>
    <w:rsid w:val="00AF1222"/>
    <w:rsid w:val="00AF12AB"/>
    <w:rsid w:val="00AF1AF6"/>
    <w:rsid w:val="00AF2210"/>
    <w:rsid w:val="00AF2B0D"/>
    <w:rsid w:val="00AF314D"/>
    <w:rsid w:val="00AF3293"/>
    <w:rsid w:val="00AF35F4"/>
    <w:rsid w:val="00AF3773"/>
    <w:rsid w:val="00AF4417"/>
    <w:rsid w:val="00AF5017"/>
    <w:rsid w:val="00AF5408"/>
    <w:rsid w:val="00AF5D56"/>
    <w:rsid w:val="00AF5EE9"/>
    <w:rsid w:val="00AF5F48"/>
    <w:rsid w:val="00AF6D2B"/>
    <w:rsid w:val="00AF7139"/>
    <w:rsid w:val="00AF78D0"/>
    <w:rsid w:val="00B004E7"/>
    <w:rsid w:val="00B00D43"/>
    <w:rsid w:val="00B0141E"/>
    <w:rsid w:val="00B01A97"/>
    <w:rsid w:val="00B01BDD"/>
    <w:rsid w:val="00B01EB7"/>
    <w:rsid w:val="00B01F71"/>
    <w:rsid w:val="00B02189"/>
    <w:rsid w:val="00B021AE"/>
    <w:rsid w:val="00B0343D"/>
    <w:rsid w:val="00B043FE"/>
    <w:rsid w:val="00B04556"/>
    <w:rsid w:val="00B04B0A"/>
    <w:rsid w:val="00B04C71"/>
    <w:rsid w:val="00B04EB9"/>
    <w:rsid w:val="00B04F9A"/>
    <w:rsid w:val="00B05116"/>
    <w:rsid w:val="00B05235"/>
    <w:rsid w:val="00B05411"/>
    <w:rsid w:val="00B05B66"/>
    <w:rsid w:val="00B05C88"/>
    <w:rsid w:val="00B07975"/>
    <w:rsid w:val="00B07A3E"/>
    <w:rsid w:val="00B07A5A"/>
    <w:rsid w:val="00B07F33"/>
    <w:rsid w:val="00B07FF7"/>
    <w:rsid w:val="00B11214"/>
    <w:rsid w:val="00B112BE"/>
    <w:rsid w:val="00B113C0"/>
    <w:rsid w:val="00B11ED0"/>
    <w:rsid w:val="00B121A4"/>
    <w:rsid w:val="00B123AF"/>
    <w:rsid w:val="00B127F3"/>
    <w:rsid w:val="00B12D33"/>
    <w:rsid w:val="00B12DCD"/>
    <w:rsid w:val="00B12EBE"/>
    <w:rsid w:val="00B13016"/>
    <w:rsid w:val="00B13113"/>
    <w:rsid w:val="00B13338"/>
    <w:rsid w:val="00B13388"/>
    <w:rsid w:val="00B139B8"/>
    <w:rsid w:val="00B13ADA"/>
    <w:rsid w:val="00B141ED"/>
    <w:rsid w:val="00B142C6"/>
    <w:rsid w:val="00B142CA"/>
    <w:rsid w:val="00B14415"/>
    <w:rsid w:val="00B1484A"/>
    <w:rsid w:val="00B14E78"/>
    <w:rsid w:val="00B15403"/>
    <w:rsid w:val="00B15495"/>
    <w:rsid w:val="00B16490"/>
    <w:rsid w:val="00B171E2"/>
    <w:rsid w:val="00B17594"/>
    <w:rsid w:val="00B178A2"/>
    <w:rsid w:val="00B20004"/>
    <w:rsid w:val="00B2023E"/>
    <w:rsid w:val="00B2095D"/>
    <w:rsid w:val="00B20CE9"/>
    <w:rsid w:val="00B21794"/>
    <w:rsid w:val="00B21C9C"/>
    <w:rsid w:val="00B21CFB"/>
    <w:rsid w:val="00B22234"/>
    <w:rsid w:val="00B2257C"/>
    <w:rsid w:val="00B22B9E"/>
    <w:rsid w:val="00B2365C"/>
    <w:rsid w:val="00B23DE5"/>
    <w:rsid w:val="00B24908"/>
    <w:rsid w:val="00B24961"/>
    <w:rsid w:val="00B25535"/>
    <w:rsid w:val="00B25658"/>
    <w:rsid w:val="00B2592A"/>
    <w:rsid w:val="00B25AE0"/>
    <w:rsid w:val="00B264B2"/>
    <w:rsid w:val="00B26851"/>
    <w:rsid w:val="00B26FBD"/>
    <w:rsid w:val="00B27732"/>
    <w:rsid w:val="00B3022B"/>
    <w:rsid w:val="00B30830"/>
    <w:rsid w:val="00B30F53"/>
    <w:rsid w:val="00B30F5B"/>
    <w:rsid w:val="00B3120B"/>
    <w:rsid w:val="00B316BD"/>
    <w:rsid w:val="00B31AF0"/>
    <w:rsid w:val="00B31CF6"/>
    <w:rsid w:val="00B31DB2"/>
    <w:rsid w:val="00B320BF"/>
    <w:rsid w:val="00B321F1"/>
    <w:rsid w:val="00B323D8"/>
    <w:rsid w:val="00B32468"/>
    <w:rsid w:val="00B329D8"/>
    <w:rsid w:val="00B32AAC"/>
    <w:rsid w:val="00B33866"/>
    <w:rsid w:val="00B346D8"/>
    <w:rsid w:val="00B34E11"/>
    <w:rsid w:val="00B35A98"/>
    <w:rsid w:val="00B35C20"/>
    <w:rsid w:val="00B35D31"/>
    <w:rsid w:val="00B3658E"/>
    <w:rsid w:val="00B37269"/>
    <w:rsid w:val="00B37D39"/>
    <w:rsid w:val="00B40017"/>
    <w:rsid w:val="00B40944"/>
    <w:rsid w:val="00B41729"/>
    <w:rsid w:val="00B4193A"/>
    <w:rsid w:val="00B41960"/>
    <w:rsid w:val="00B41CFA"/>
    <w:rsid w:val="00B41D3A"/>
    <w:rsid w:val="00B41E5B"/>
    <w:rsid w:val="00B42E59"/>
    <w:rsid w:val="00B435B5"/>
    <w:rsid w:val="00B43664"/>
    <w:rsid w:val="00B43B90"/>
    <w:rsid w:val="00B43C58"/>
    <w:rsid w:val="00B43E68"/>
    <w:rsid w:val="00B4461E"/>
    <w:rsid w:val="00B44F17"/>
    <w:rsid w:val="00B45393"/>
    <w:rsid w:val="00B45B3E"/>
    <w:rsid w:val="00B4655C"/>
    <w:rsid w:val="00B472BA"/>
    <w:rsid w:val="00B47DB7"/>
    <w:rsid w:val="00B500A9"/>
    <w:rsid w:val="00B50522"/>
    <w:rsid w:val="00B50860"/>
    <w:rsid w:val="00B509FC"/>
    <w:rsid w:val="00B50F33"/>
    <w:rsid w:val="00B51065"/>
    <w:rsid w:val="00B516D9"/>
    <w:rsid w:val="00B516F7"/>
    <w:rsid w:val="00B520D4"/>
    <w:rsid w:val="00B52A01"/>
    <w:rsid w:val="00B52AD2"/>
    <w:rsid w:val="00B53076"/>
    <w:rsid w:val="00B533FD"/>
    <w:rsid w:val="00B53C51"/>
    <w:rsid w:val="00B53E37"/>
    <w:rsid w:val="00B545C0"/>
    <w:rsid w:val="00B5494E"/>
    <w:rsid w:val="00B549B9"/>
    <w:rsid w:val="00B54A20"/>
    <w:rsid w:val="00B54AC0"/>
    <w:rsid w:val="00B54C18"/>
    <w:rsid w:val="00B54DD4"/>
    <w:rsid w:val="00B54E14"/>
    <w:rsid w:val="00B55015"/>
    <w:rsid w:val="00B55327"/>
    <w:rsid w:val="00B55D81"/>
    <w:rsid w:val="00B561AB"/>
    <w:rsid w:val="00B56B63"/>
    <w:rsid w:val="00B571D8"/>
    <w:rsid w:val="00B578CA"/>
    <w:rsid w:val="00B60206"/>
    <w:rsid w:val="00B6046A"/>
    <w:rsid w:val="00B605BC"/>
    <w:rsid w:val="00B606FE"/>
    <w:rsid w:val="00B61B21"/>
    <w:rsid w:val="00B61BF3"/>
    <w:rsid w:val="00B61E6A"/>
    <w:rsid w:val="00B6238D"/>
    <w:rsid w:val="00B623F5"/>
    <w:rsid w:val="00B62572"/>
    <w:rsid w:val="00B62DA2"/>
    <w:rsid w:val="00B62F40"/>
    <w:rsid w:val="00B63C4A"/>
    <w:rsid w:val="00B63FCE"/>
    <w:rsid w:val="00B64447"/>
    <w:rsid w:val="00B6472C"/>
    <w:rsid w:val="00B64919"/>
    <w:rsid w:val="00B65AFD"/>
    <w:rsid w:val="00B65CD0"/>
    <w:rsid w:val="00B65D38"/>
    <w:rsid w:val="00B65DEE"/>
    <w:rsid w:val="00B65EAE"/>
    <w:rsid w:val="00B66093"/>
    <w:rsid w:val="00B660F5"/>
    <w:rsid w:val="00B664A7"/>
    <w:rsid w:val="00B667EA"/>
    <w:rsid w:val="00B66C17"/>
    <w:rsid w:val="00B66F77"/>
    <w:rsid w:val="00B673C0"/>
    <w:rsid w:val="00B67DB4"/>
    <w:rsid w:val="00B70107"/>
    <w:rsid w:val="00B70142"/>
    <w:rsid w:val="00B7039C"/>
    <w:rsid w:val="00B703DC"/>
    <w:rsid w:val="00B71425"/>
    <w:rsid w:val="00B71A8E"/>
    <w:rsid w:val="00B722C9"/>
    <w:rsid w:val="00B72399"/>
    <w:rsid w:val="00B732D0"/>
    <w:rsid w:val="00B738F4"/>
    <w:rsid w:val="00B73AA4"/>
    <w:rsid w:val="00B73DF7"/>
    <w:rsid w:val="00B74045"/>
    <w:rsid w:val="00B7407D"/>
    <w:rsid w:val="00B74B8C"/>
    <w:rsid w:val="00B75156"/>
    <w:rsid w:val="00B75870"/>
    <w:rsid w:val="00B75EEF"/>
    <w:rsid w:val="00B76509"/>
    <w:rsid w:val="00B767BB"/>
    <w:rsid w:val="00B76BD1"/>
    <w:rsid w:val="00B76DFB"/>
    <w:rsid w:val="00B76F8A"/>
    <w:rsid w:val="00B77183"/>
    <w:rsid w:val="00B773C1"/>
    <w:rsid w:val="00B776B1"/>
    <w:rsid w:val="00B77B47"/>
    <w:rsid w:val="00B77C77"/>
    <w:rsid w:val="00B77C7D"/>
    <w:rsid w:val="00B77CBF"/>
    <w:rsid w:val="00B807A7"/>
    <w:rsid w:val="00B8080C"/>
    <w:rsid w:val="00B80AB0"/>
    <w:rsid w:val="00B80D08"/>
    <w:rsid w:val="00B80EC6"/>
    <w:rsid w:val="00B81004"/>
    <w:rsid w:val="00B812E4"/>
    <w:rsid w:val="00B8167C"/>
    <w:rsid w:val="00B81833"/>
    <w:rsid w:val="00B81A39"/>
    <w:rsid w:val="00B81EDF"/>
    <w:rsid w:val="00B82017"/>
    <w:rsid w:val="00B8242B"/>
    <w:rsid w:val="00B82EF8"/>
    <w:rsid w:val="00B83615"/>
    <w:rsid w:val="00B8374F"/>
    <w:rsid w:val="00B8395E"/>
    <w:rsid w:val="00B83B5B"/>
    <w:rsid w:val="00B841EE"/>
    <w:rsid w:val="00B8456B"/>
    <w:rsid w:val="00B8489A"/>
    <w:rsid w:val="00B848AC"/>
    <w:rsid w:val="00B84B87"/>
    <w:rsid w:val="00B86827"/>
    <w:rsid w:val="00B868EA"/>
    <w:rsid w:val="00B877A9"/>
    <w:rsid w:val="00B87A99"/>
    <w:rsid w:val="00B87EDA"/>
    <w:rsid w:val="00B90062"/>
    <w:rsid w:val="00B90077"/>
    <w:rsid w:val="00B90BBB"/>
    <w:rsid w:val="00B90CCA"/>
    <w:rsid w:val="00B91182"/>
    <w:rsid w:val="00B913ED"/>
    <w:rsid w:val="00B9199A"/>
    <w:rsid w:val="00B91E7C"/>
    <w:rsid w:val="00B92A49"/>
    <w:rsid w:val="00B93B4F"/>
    <w:rsid w:val="00B93CA4"/>
    <w:rsid w:val="00B93D10"/>
    <w:rsid w:val="00B93E1D"/>
    <w:rsid w:val="00B93F30"/>
    <w:rsid w:val="00B94737"/>
    <w:rsid w:val="00B94C1F"/>
    <w:rsid w:val="00B95B78"/>
    <w:rsid w:val="00B95D85"/>
    <w:rsid w:val="00B96167"/>
    <w:rsid w:val="00B969EA"/>
    <w:rsid w:val="00B96C11"/>
    <w:rsid w:val="00B96F19"/>
    <w:rsid w:val="00B97606"/>
    <w:rsid w:val="00B97AA2"/>
    <w:rsid w:val="00B97D07"/>
    <w:rsid w:val="00B97F2E"/>
    <w:rsid w:val="00BA0426"/>
    <w:rsid w:val="00BA07D5"/>
    <w:rsid w:val="00BA0974"/>
    <w:rsid w:val="00BA0C40"/>
    <w:rsid w:val="00BA1272"/>
    <w:rsid w:val="00BA13E2"/>
    <w:rsid w:val="00BA173D"/>
    <w:rsid w:val="00BA1CCF"/>
    <w:rsid w:val="00BA2311"/>
    <w:rsid w:val="00BA3082"/>
    <w:rsid w:val="00BA3243"/>
    <w:rsid w:val="00BA3831"/>
    <w:rsid w:val="00BA4B41"/>
    <w:rsid w:val="00BA5441"/>
    <w:rsid w:val="00BA593F"/>
    <w:rsid w:val="00BA5A1F"/>
    <w:rsid w:val="00BA6CE8"/>
    <w:rsid w:val="00BA7030"/>
    <w:rsid w:val="00BA725C"/>
    <w:rsid w:val="00BA799B"/>
    <w:rsid w:val="00BA7B1A"/>
    <w:rsid w:val="00BB0510"/>
    <w:rsid w:val="00BB066A"/>
    <w:rsid w:val="00BB08A9"/>
    <w:rsid w:val="00BB08B3"/>
    <w:rsid w:val="00BB0C78"/>
    <w:rsid w:val="00BB1194"/>
    <w:rsid w:val="00BB122D"/>
    <w:rsid w:val="00BB18E9"/>
    <w:rsid w:val="00BB1C4C"/>
    <w:rsid w:val="00BB1C62"/>
    <w:rsid w:val="00BB1E50"/>
    <w:rsid w:val="00BB26BA"/>
    <w:rsid w:val="00BB3CE1"/>
    <w:rsid w:val="00BB3FF6"/>
    <w:rsid w:val="00BB467B"/>
    <w:rsid w:val="00BB4A9B"/>
    <w:rsid w:val="00BB4CDE"/>
    <w:rsid w:val="00BB4F88"/>
    <w:rsid w:val="00BB63FC"/>
    <w:rsid w:val="00BB7406"/>
    <w:rsid w:val="00BB7B9B"/>
    <w:rsid w:val="00BB7D0B"/>
    <w:rsid w:val="00BC012D"/>
    <w:rsid w:val="00BC066D"/>
    <w:rsid w:val="00BC0C46"/>
    <w:rsid w:val="00BC0DCF"/>
    <w:rsid w:val="00BC0E7F"/>
    <w:rsid w:val="00BC112E"/>
    <w:rsid w:val="00BC12DC"/>
    <w:rsid w:val="00BC13DE"/>
    <w:rsid w:val="00BC13F5"/>
    <w:rsid w:val="00BC143C"/>
    <w:rsid w:val="00BC189E"/>
    <w:rsid w:val="00BC19E8"/>
    <w:rsid w:val="00BC1F3F"/>
    <w:rsid w:val="00BC1F93"/>
    <w:rsid w:val="00BC2327"/>
    <w:rsid w:val="00BC291D"/>
    <w:rsid w:val="00BC3323"/>
    <w:rsid w:val="00BC3F61"/>
    <w:rsid w:val="00BC4916"/>
    <w:rsid w:val="00BC4B7D"/>
    <w:rsid w:val="00BC4BB5"/>
    <w:rsid w:val="00BC4F12"/>
    <w:rsid w:val="00BC5B41"/>
    <w:rsid w:val="00BC5E2C"/>
    <w:rsid w:val="00BC6D16"/>
    <w:rsid w:val="00BC7585"/>
    <w:rsid w:val="00BC76E7"/>
    <w:rsid w:val="00BC79F1"/>
    <w:rsid w:val="00BD00EE"/>
    <w:rsid w:val="00BD030F"/>
    <w:rsid w:val="00BD0333"/>
    <w:rsid w:val="00BD1162"/>
    <w:rsid w:val="00BD1AC6"/>
    <w:rsid w:val="00BD2687"/>
    <w:rsid w:val="00BD29E7"/>
    <w:rsid w:val="00BD3534"/>
    <w:rsid w:val="00BD3E5C"/>
    <w:rsid w:val="00BD447C"/>
    <w:rsid w:val="00BD4AF4"/>
    <w:rsid w:val="00BD4E69"/>
    <w:rsid w:val="00BD5E08"/>
    <w:rsid w:val="00BD63AC"/>
    <w:rsid w:val="00BD6B68"/>
    <w:rsid w:val="00BD6DB9"/>
    <w:rsid w:val="00BD7213"/>
    <w:rsid w:val="00BD7C76"/>
    <w:rsid w:val="00BD7D40"/>
    <w:rsid w:val="00BD7DA4"/>
    <w:rsid w:val="00BD7EF4"/>
    <w:rsid w:val="00BE0841"/>
    <w:rsid w:val="00BE0898"/>
    <w:rsid w:val="00BE0A53"/>
    <w:rsid w:val="00BE231E"/>
    <w:rsid w:val="00BE245F"/>
    <w:rsid w:val="00BE269F"/>
    <w:rsid w:val="00BE2C79"/>
    <w:rsid w:val="00BE2E68"/>
    <w:rsid w:val="00BE30F4"/>
    <w:rsid w:val="00BE3344"/>
    <w:rsid w:val="00BE3B6C"/>
    <w:rsid w:val="00BE3E21"/>
    <w:rsid w:val="00BE41F3"/>
    <w:rsid w:val="00BE42D8"/>
    <w:rsid w:val="00BE4B0D"/>
    <w:rsid w:val="00BE5686"/>
    <w:rsid w:val="00BE5893"/>
    <w:rsid w:val="00BE5C1F"/>
    <w:rsid w:val="00BE5E73"/>
    <w:rsid w:val="00BE5F87"/>
    <w:rsid w:val="00BE649A"/>
    <w:rsid w:val="00BE691C"/>
    <w:rsid w:val="00BE6981"/>
    <w:rsid w:val="00BE6A31"/>
    <w:rsid w:val="00BE6A4A"/>
    <w:rsid w:val="00BE6EA2"/>
    <w:rsid w:val="00BE731C"/>
    <w:rsid w:val="00BF00FD"/>
    <w:rsid w:val="00BF039F"/>
    <w:rsid w:val="00BF0564"/>
    <w:rsid w:val="00BF0C96"/>
    <w:rsid w:val="00BF1378"/>
    <w:rsid w:val="00BF1C1F"/>
    <w:rsid w:val="00BF1D17"/>
    <w:rsid w:val="00BF2648"/>
    <w:rsid w:val="00BF2A79"/>
    <w:rsid w:val="00BF2E38"/>
    <w:rsid w:val="00BF36EA"/>
    <w:rsid w:val="00BF3899"/>
    <w:rsid w:val="00BF3CB5"/>
    <w:rsid w:val="00BF56B0"/>
    <w:rsid w:val="00BF5AAF"/>
    <w:rsid w:val="00BF5D05"/>
    <w:rsid w:val="00BF5D08"/>
    <w:rsid w:val="00BF600A"/>
    <w:rsid w:val="00BF6DDD"/>
    <w:rsid w:val="00BF71BA"/>
    <w:rsid w:val="00BF7297"/>
    <w:rsid w:val="00BF7EBB"/>
    <w:rsid w:val="00C00BB9"/>
    <w:rsid w:val="00C00FF3"/>
    <w:rsid w:val="00C01531"/>
    <w:rsid w:val="00C01773"/>
    <w:rsid w:val="00C0211F"/>
    <w:rsid w:val="00C027F5"/>
    <w:rsid w:val="00C03EEC"/>
    <w:rsid w:val="00C0410E"/>
    <w:rsid w:val="00C04660"/>
    <w:rsid w:val="00C04AAF"/>
    <w:rsid w:val="00C04AC7"/>
    <w:rsid w:val="00C04C0A"/>
    <w:rsid w:val="00C05918"/>
    <w:rsid w:val="00C05BA6"/>
    <w:rsid w:val="00C06837"/>
    <w:rsid w:val="00C07231"/>
    <w:rsid w:val="00C0749D"/>
    <w:rsid w:val="00C07825"/>
    <w:rsid w:val="00C0798D"/>
    <w:rsid w:val="00C07F79"/>
    <w:rsid w:val="00C07F7B"/>
    <w:rsid w:val="00C10458"/>
    <w:rsid w:val="00C10485"/>
    <w:rsid w:val="00C10706"/>
    <w:rsid w:val="00C11198"/>
    <w:rsid w:val="00C1139D"/>
    <w:rsid w:val="00C115DD"/>
    <w:rsid w:val="00C11B49"/>
    <w:rsid w:val="00C121E5"/>
    <w:rsid w:val="00C1350C"/>
    <w:rsid w:val="00C13595"/>
    <w:rsid w:val="00C13AB1"/>
    <w:rsid w:val="00C14978"/>
    <w:rsid w:val="00C14A0E"/>
    <w:rsid w:val="00C151B7"/>
    <w:rsid w:val="00C155B1"/>
    <w:rsid w:val="00C161B2"/>
    <w:rsid w:val="00C16353"/>
    <w:rsid w:val="00C1641C"/>
    <w:rsid w:val="00C1652D"/>
    <w:rsid w:val="00C16583"/>
    <w:rsid w:val="00C172E8"/>
    <w:rsid w:val="00C174CE"/>
    <w:rsid w:val="00C17862"/>
    <w:rsid w:val="00C17CD5"/>
    <w:rsid w:val="00C201C7"/>
    <w:rsid w:val="00C20971"/>
    <w:rsid w:val="00C2139C"/>
    <w:rsid w:val="00C2273D"/>
    <w:rsid w:val="00C227A3"/>
    <w:rsid w:val="00C22DE8"/>
    <w:rsid w:val="00C22FE0"/>
    <w:rsid w:val="00C231D5"/>
    <w:rsid w:val="00C231F0"/>
    <w:rsid w:val="00C23D0B"/>
    <w:rsid w:val="00C24391"/>
    <w:rsid w:val="00C24767"/>
    <w:rsid w:val="00C262A1"/>
    <w:rsid w:val="00C26CF2"/>
    <w:rsid w:val="00C27059"/>
    <w:rsid w:val="00C271CD"/>
    <w:rsid w:val="00C276D0"/>
    <w:rsid w:val="00C27BE6"/>
    <w:rsid w:val="00C306C4"/>
    <w:rsid w:val="00C3087B"/>
    <w:rsid w:val="00C30B5E"/>
    <w:rsid w:val="00C30B63"/>
    <w:rsid w:val="00C31161"/>
    <w:rsid w:val="00C31282"/>
    <w:rsid w:val="00C31F55"/>
    <w:rsid w:val="00C326F7"/>
    <w:rsid w:val="00C32C59"/>
    <w:rsid w:val="00C335D1"/>
    <w:rsid w:val="00C337BA"/>
    <w:rsid w:val="00C3394F"/>
    <w:rsid w:val="00C33ACD"/>
    <w:rsid w:val="00C33D5C"/>
    <w:rsid w:val="00C33DB7"/>
    <w:rsid w:val="00C34018"/>
    <w:rsid w:val="00C34E50"/>
    <w:rsid w:val="00C3538C"/>
    <w:rsid w:val="00C35395"/>
    <w:rsid w:val="00C354CF"/>
    <w:rsid w:val="00C35BCE"/>
    <w:rsid w:val="00C36104"/>
    <w:rsid w:val="00C36126"/>
    <w:rsid w:val="00C366E9"/>
    <w:rsid w:val="00C369CE"/>
    <w:rsid w:val="00C37123"/>
    <w:rsid w:val="00C3736B"/>
    <w:rsid w:val="00C3763C"/>
    <w:rsid w:val="00C37AF1"/>
    <w:rsid w:val="00C37C61"/>
    <w:rsid w:val="00C37E5C"/>
    <w:rsid w:val="00C4016F"/>
    <w:rsid w:val="00C40260"/>
    <w:rsid w:val="00C40672"/>
    <w:rsid w:val="00C411C0"/>
    <w:rsid w:val="00C412BB"/>
    <w:rsid w:val="00C417E5"/>
    <w:rsid w:val="00C41C17"/>
    <w:rsid w:val="00C41E5E"/>
    <w:rsid w:val="00C41EDE"/>
    <w:rsid w:val="00C422FF"/>
    <w:rsid w:val="00C427B1"/>
    <w:rsid w:val="00C430DB"/>
    <w:rsid w:val="00C43508"/>
    <w:rsid w:val="00C4371F"/>
    <w:rsid w:val="00C43964"/>
    <w:rsid w:val="00C44739"/>
    <w:rsid w:val="00C4493A"/>
    <w:rsid w:val="00C44C62"/>
    <w:rsid w:val="00C4517C"/>
    <w:rsid w:val="00C4683D"/>
    <w:rsid w:val="00C475AB"/>
    <w:rsid w:val="00C47636"/>
    <w:rsid w:val="00C47A48"/>
    <w:rsid w:val="00C47ED5"/>
    <w:rsid w:val="00C502CA"/>
    <w:rsid w:val="00C50C29"/>
    <w:rsid w:val="00C50D5B"/>
    <w:rsid w:val="00C50D6B"/>
    <w:rsid w:val="00C5150E"/>
    <w:rsid w:val="00C51552"/>
    <w:rsid w:val="00C518A2"/>
    <w:rsid w:val="00C51A49"/>
    <w:rsid w:val="00C51EC1"/>
    <w:rsid w:val="00C51F1B"/>
    <w:rsid w:val="00C5222A"/>
    <w:rsid w:val="00C528A8"/>
    <w:rsid w:val="00C5321B"/>
    <w:rsid w:val="00C535F4"/>
    <w:rsid w:val="00C538BC"/>
    <w:rsid w:val="00C539C6"/>
    <w:rsid w:val="00C53AED"/>
    <w:rsid w:val="00C53B7D"/>
    <w:rsid w:val="00C53F8F"/>
    <w:rsid w:val="00C54472"/>
    <w:rsid w:val="00C54867"/>
    <w:rsid w:val="00C54873"/>
    <w:rsid w:val="00C55636"/>
    <w:rsid w:val="00C567FE"/>
    <w:rsid w:val="00C56B16"/>
    <w:rsid w:val="00C56C57"/>
    <w:rsid w:val="00C56E52"/>
    <w:rsid w:val="00C5766A"/>
    <w:rsid w:val="00C5766C"/>
    <w:rsid w:val="00C5771E"/>
    <w:rsid w:val="00C57816"/>
    <w:rsid w:val="00C60205"/>
    <w:rsid w:val="00C60574"/>
    <w:rsid w:val="00C60D87"/>
    <w:rsid w:val="00C60E13"/>
    <w:rsid w:val="00C611A1"/>
    <w:rsid w:val="00C611BC"/>
    <w:rsid w:val="00C63289"/>
    <w:rsid w:val="00C63702"/>
    <w:rsid w:val="00C63AF9"/>
    <w:rsid w:val="00C63ED9"/>
    <w:rsid w:val="00C641D7"/>
    <w:rsid w:val="00C64E44"/>
    <w:rsid w:val="00C64F54"/>
    <w:rsid w:val="00C652D7"/>
    <w:rsid w:val="00C653AF"/>
    <w:rsid w:val="00C70518"/>
    <w:rsid w:val="00C7069A"/>
    <w:rsid w:val="00C717EC"/>
    <w:rsid w:val="00C719FE"/>
    <w:rsid w:val="00C71B27"/>
    <w:rsid w:val="00C71EAA"/>
    <w:rsid w:val="00C727C7"/>
    <w:rsid w:val="00C7285E"/>
    <w:rsid w:val="00C73596"/>
    <w:rsid w:val="00C7374C"/>
    <w:rsid w:val="00C73F63"/>
    <w:rsid w:val="00C745D3"/>
    <w:rsid w:val="00C74931"/>
    <w:rsid w:val="00C7497A"/>
    <w:rsid w:val="00C750B8"/>
    <w:rsid w:val="00C75223"/>
    <w:rsid w:val="00C75A34"/>
    <w:rsid w:val="00C75FD7"/>
    <w:rsid w:val="00C7604A"/>
    <w:rsid w:val="00C7632A"/>
    <w:rsid w:val="00C7674F"/>
    <w:rsid w:val="00C76C73"/>
    <w:rsid w:val="00C76E63"/>
    <w:rsid w:val="00C76EA3"/>
    <w:rsid w:val="00C76EF6"/>
    <w:rsid w:val="00C77AB7"/>
    <w:rsid w:val="00C807D0"/>
    <w:rsid w:val="00C8087F"/>
    <w:rsid w:val="00C80AFC"/>
    <w:rsid w:val="00C812AE"/>
    <w:rsid w:val="00C822D3"/>
    <w:rsid w:val="00C82CC8"/>
    <w:rsid w:val="00C83149"/>
    <w:rsid w:val="00C83379"/>
    <w:rsid w:val="00C83551"/>
    <w:rsid w:val="00C836ED"/>
    <w:rsid w:val="00C836FB"/>
    <w:rsid w:val="00C83B29"/>
    <w:rsid w:val="00C84535"/>
    <w:rsid w:val="00C84654"/>
    <w:rsid w:val="00C849DA"/>
    <w:rsid w:val="00C8520E"/>
    <w:rsid w:val="00C8542F"/>
    <w:rsid w:val="00C8546A"/>
    <w:rsid w:val="00C85733"/>
    <w:rsid w:val="00C85B3C"/>
    <w:rsid w:val="00C85E80"/>
    <w:rsid w:val="00C85F80"/>
    <w:rsid w:val="00C863B8"/>
    <w:rsid w:val="00C867CB"/>
    <w:rsid w:val="00C867F2"/>
    <w:rsid w:val="00C86C47"/>
    <w:rsid w:val="00C86E45"/>
    <w:rsid w:val="00C86EC8"/>
    <w:rsid w:val="00C87199"/>
    <w:rsid w:val="00C87669"/>
    <w:rsid w:val="00C87DE6"/>
    <w:rsid w:val="00C87F11"/>
    <w:rsid w:val="00C901EB"/>
    <w:rsid w:val="00C91287"/>
    <w:rsid w:val="00C918CF"/>
    <w:rsid w:val="00C91962"/>
    <w:rsid w:val="00C91B71"/>
    <w:rsid w:val="00C91DC8"/>
    <w:rsid w:val="00C92151"/>
    <w:rsid w:val="00C93988"/>
    <w:rsid w:val="00C93A66"/>
    <w:rsid w:val="00C93CE6"/>
    <w:rsid w:val="00C9442B"/>
    <w:rsid w:val="00C94EF6"/>
    <w:rsid w:val="00C95039"/>
    <w:rsid w:val="00C9556D"/>
    <w:rsid w:val="00C9557C"/>
    <w:rsid w:val="00C9568F"/>
    <w:rsid w:val="00C958E9"/>
    <w:rsid w:val="00C95BA4"/>
    <w:rsid w:val="00C96764"/>
    <w:rsid w:val="00C9682E"/>
    <w:rsid w:val="00C96A98"/>
    <w:rsid w:val="00C96B1E"/>
    <w:rsid w:val="00C96E0F"/>
    <w:rsid w:val="00C97073"/>
    <w:rsid w:val="00C97078"/>
    <w:rsid w:val="00C9725F"/>
    <w:rsid w:val="00C97262"/>
    <w:rsid w:val="00C97342"/>
    <w:rsid w:val="00C97E16"/>
    <w:rsid w:val="00CA02F1"/>
    <w:rsid w:val="00CA086F"/>
    <w:rsid w:val="00CA13D6"/>
    <w:rsid w:val="00CA17B5"/>
    <w:rsid w:val="00CA1B08"/>
    <w:rsid w:val="00CA1F10"/>
    <w:rsid w:val="00CA2417"/>
    <w:rsid w:val="00CA2AEB"/>
    <w:rsid w:val="00CA2F2C"/>
    <w:rsid w:val="00CA320C"/>
    <w:rsid w:val="00CA3234"/>
    <w:rsid w:val="00CA39AB"/>
    <w:rsid w:val="00CA4019"/>
    <w:rsid w:val="00CA40F1"/>
    <w:rsid w:val="00CA43F5"/>
    <w:rsid w:val="00CA4DB9"/>
    <w:rsid w:val="00CA4F3D"/>
    <w:rsid w:val="00CA502D"/>
    <w:rsid w:val="00CA5433"/>
    <w:rsid w:val="00CA54BE"/>
    <w:rsid w:val="00CA5D9A"/>
    <w:rsid w:val="00CA62CA"/>
    <w:rsid w:val="00CA6B73"/>
    <w:rsid w:val="00CA6CDE"/>
    <w:rsid w:val="00CA6E50"/>
    <w:rsid w:val="00CA743C"/>
    <w:rsid w:val="00CA7DD5"/>
    <w:rsid w:val="00CB15CD"/>
    <w:rsid w:val="00CB1650"/>
    <w:rsid w:val="00CB218B"/>
    <w:rsid w:val="00CB2786"/>
    <w:rsid w:val="00CB29DE"/>
    <w:rsid w:val="00CB2C55"/>
    <w:rsid w:val="00CB2D16"/>
    <w:rsid w:val="00CB30F7"/>
    <w:rsid w:val="00CB374A"/>
    <w:rsid w:val="00CB37A8"/>
    <w:rsid w:val="00CB3AA6"/>
    <w:rsid w:val="00CB4261"/>
    <w:rsid w:val="00CB451B"/>
    <w:rsid w:val="00CB5005"/>
    <w:rsid w:val="00CB58E2"/>
    <w:rsid w:val="00CB5E40"/>
    <w:rsid w:val="00CB65FE"/>
    <w:rsid w:val="00CB6A26"/>
    <w:rsid w:val="00CB6AD9"/>
    <w:rsid w:val="00CB6CE1"/>
    <w:rsid w:val="00CB74B8"/>
    <w:rsid w:val="00CB74EE"/>
    <w:rsid w:val="00CB7AC5"/>
    <w:rsid w:val="00CB7F98"/>
    <w:rsid w:val="00CC0073"/>
    <w:rsid w:val="00CC06DA"/>
    <w:rsid w:val="00CC07F8"/>
    <w:rsid w:val="00CC119C"/>
    <w:rsid w:val="00CC14FD"/>
    <w:rsid w:val="00CC1E2B"/>
    <w:rsid w:val="00CC2096"/>
    <w:rsid w:val="00CC224E"/>
    <w:rsid w:val="00CC260C"/>
    <w:rsid w:val="00CC2A54"/>
    <w:rsid w:val="00CC2EA2"/>
    <w:rsid w:val="00CC38D3"/>
    <w:rsid w:val="00CC3949"/>
    <w:rsid w:val="00CC3F86"/>
    <w:rsid w:val="00CC45A0"/>
    <w:rsid w:val="00CC46BB"/>
    <w:rsid w:val="00CC48AC"/>
    <w:rsid w:val="00CC4D32"/>
    <w:rsid w:val="00CC4F6C"/>
    <w:rsid w:val="00CC50EC"/>
    <w:rsid w:val="00CC573C"/>
    <w:rsid w:val="00CC5AB6"/>
    <w:rsid w:val="00CC5F59"/>
    <w:rsid w:val="00CC6459"/>
    <w:rsid w:val="00CC683E"/>
    <w:rsid w:val="00CC6862"/>
    <w:rsid w:val="00CC6D4E"/>
    <w:rsid w:val="00CC7167"/>
    <w:rsid w:val="00CC77A7"/>
    <w:rsid w:val="00CC7BE4"/>
    <w:rsid w:val="00CD0261"/>
    <w:rsid w:val="00CD0663"/>
    <w:rsid w:val="00CD068C"/>
    <w:rsid w:val="00CD0C11"/>
    <w:rsid w:val="00CD0CC1"/>
    <w:rsid w:val="00CD0CC8"/>
    <w:rsid w:val="00CD0F8D"/>
    <w:rsid w:val="00CD1757"/>
    <w:rsid w:val="00CD1E79"/>
    <w:rsid w:val="00CD201A"/>
    <w:rsid w:val="00CD22F8"/>
    <w:rsid w:val="00CD2502"/>
    <w:rsid w:val="00CD2585"/>
    <w:rsid w:val="00CD3341"/>
    <w:rsid w:val="00CD343B"/>
    <w:rsid w:val="00CD396B"/>
    <w:rsid w:val="00CD3A6E"/>
    <w:rsid w:val="00CD450A"/>
    <w:rsid w:val="00CD46B2"/>
    <w:rsid w:val="00CD4877"/>
    <w:rsid w:val="00CD4A1C"/>
    <w:rsid w:val="00CD4C31"/>
    <w:rsid w:val="00CD4C37"/>
    <w:rsid w:val="00CD4CE8"/>
    <w:rsid w:val="00CD4FE6"/>
    <w:rsid w:val="00CD5680"/>
    <w:rsid w:val="00CD5CD3"/>
    <w:rsid w:val="00CD5E04"/>
    <w:rsid w:val="00CD66D8"/>
    <w:rsid w:val="00CD68B8"/>
    <w:rsid w:val="00CD6941"/>
    <w:rsid w:val="00CD74DD"/>
    <w:rsid w:val="00CE008E"/>
    <w:rsid w:val="00CE014E"/>
    <w:rsid w:val="00CE027A"/>
    <w:rsid w:val="00CE04D7"/>
    <w:rsid w:val="00CE0B00"/>
    <w:rsid w:val="00CE1805"/>
    <w:rsid w:val="00CE183F"/>
    <w:rsid w:val="00CE1C97"/>
    <w:rsid w:val="00CE2026"/>
    <w:rsid w:val="00CE219E"/>
    <w:rsid w:val="00CE2D48"/>
    <w:rsid w:val="00CE2EAB"/>
    <w:rsid w:val="00CE3FBE"/>
    <w:rsid w:val="00CE4656"/>
    <w:rsid w:val="00CE4E36"/>
    <w:rsid w:val="00CE4FB9"/>
    <w:rsid w:val="00CE51FB"/>
    <w:rsid w:val="00CE5594"/>
    <w:rsid w:val="00CE5790"/>
    <w:rsid w:val="00CE5F8B"/>
    <w:rsid w:val="00CE6447"/>
    <w:rsid w:val="00CE698A"/>
    <w:rsid w:val="00CE6A14"/>
    <w:rsid w:val="00CE7127"/>
    <w:rsid w:val="00CF0158"/>
    <w:rsid w:val="00CF046D"/>
    <w:rsid w:val="00CF0502"/>
    <w:rsid w:val="00CF084F"/>
    <w:rsid w:val="00CF0DE2"/>
    <w:rsid w:val="00CF12B9"/>
    <w:rsid w:val="00CF14E7"/>
    <w:rsid w:val="00CF1F18"/>
    <w:rsid w:val="00CF1F6B"/>
    <w:rsid w:val="00CF203C"/>
    <w:rsid w:val="00CF21F7"/>
    <w:rsid w:val="00CF2249"/>
    <w:rsid w:val="00CF225D"/>
    <w:rsid w:val="00CF2485"/>
    <w:rsid w:val="00CF2A93"/>
    <w:rsid w:val="00CF3023"/>
    <w:rsid w:val="00CF3570"/>
    <w:rsid w:val="00CF3982"/>
    <w:rsid w:val="00CF3C46"/>
    <w:rsid w:val="00CF3EA6"/>
    <w:rsid w:val="00CF3ECE"/>
    <w:rsid w:val="00CF5301"/>
    <w:rsid w:val="00CF5CC5"/>
    <w:rsid w:val="00CF5D1A"/>
    <w:rsid w:val="00CF606B"/>
    <w:rsid w:val="00CF612C"/>
    <w:rsid w:val="00CF6A09"/>
    <w:rsid w:val="00CF7066"/>
    <w:rsid w:val="00D004F3"/>
    <w:rsid w:val="00D009F2"/>
    <w:rsid w:val="00D03342"/>
    <w:rsid w:val="00D03E1C"/>
    <w:rsid w:val="00D04857"/>
    <w:rsid w:val="00D04A96"/>
    <w:rsid w:val="00D05159"/>
    <w:rsid w:val="00D06C23"/>
    <w:rsid w:val="00D06CDE"/>
    <w:rsid w:val="00D06D7C"/>
    <w:rsid w:val="00D06EB2"/>
    <w:rsid w:val="00D076DE"/>
    <w:rsid w:val="00D07AF9"/>
    <w:rsid w:val="00D07B19"/>
    <w:rsid w:val="00D07E5D"/>
    <w:rsid w:val="00D10466"/>
    <w:rsid w:val="00D107E1"/>
    <w:rsid w:val="00D1095B"/>
    <w:rsid w:val="00D10DE4"/>
    <w:rsid w:val="00D10EAF"/>
    <w:rsid w:val="00D11E8F"/>
    <w:rsid w:val="00D13051"/>
    <w:rsid w:val="00D13211"/>
    <w:rsid w:val="00D144F4"/>
    <w:rsid w:val="00D14959"/>
    <w:rsid w:val="00D14EA4"/>
    <w:rsid w:val="00D15056"/>
    <w:rsid w:val="00D159EF"/>
    <w:rsid w:val="00D15CA9"/>
    <w:rsid w:val="00D16379"/>
    <w:rsid w:val="00D168B9"/>
    <w:rsid w:val="00D16E02"/>
    <w:rsid w:val="00D17759"/>
    <w:rsid w:val="00D17D62"/>
    <w:rsid w:val="00D17EC1"/>
    <w:rsid w:val="00D2183E"/>
    <w:rsid w:val="00D218F8"/>
    <w:rsid w:val="00D21B77"/>
    <w:rsid w:val="00D22218"/>
    <w:rsid w:val="00D2296A"/>
    <w:rsid w:val="00D22EF3"/>
    <w:rsid w:val="00D235EA"/>
    <w:rsid w:val="00D241EF"/>
    <w:rsid w:val="00D243EB"/>
    <w:rsid w:val="00D24513"/>
    <w:rsid w:val="00D2470F"/>
    <w:rsid w:val="00D2495F"/>
    <w:rsid w:val="00D24B3F"/>
    <w:rsid w:val="00D2522D"/>
    <w:rsid w:val="00D25772"/>
    <w:rsid w:val="00D25A41"/>
    <w:rsid w:val="00D25B41"/>
    <w:rsid w:val="00D26246"/>
    <w:rsid w:val="00D26D06"/>
    <w:rsid w:val="00D2742B"/>
    <w:rsid w:val="00D275D5"/>
    <w:rsid w:val="00D306CF"/>
    <w:rsid w:val="00D308DC"/>
    <w:rsid w:val="00D30E1A"/>
    <w:rsid w:val="00D310EC"/>
    <w:rsid w:val="00D31376"/>
    <w:rsid w:val="00D3173D"/>
    <w:rsid w:val="00D31BC7"/>
    <w:rsid w:val="00D31DE9"/>
    <w:rsid w:val="00D32318"/>
    <w:rsid w:val="00D323DB"/>
    <w:rsid w:val="00D32E0C"/>
    <w:rsid w:val="00D32E81"/>
    <w:rsid w:val="00D33923"/>
    <w:rsid w:val="00D33CD2"/>
    <w:rsid w:val="00D33CF5"/>
    <w:rsid w:val="00D34B64"/>
    <w:rsid w:val="00D3511A"/>
    <w:rsid w:val="00D35491"/>
    <w:rsid w:val="00D35E97"/>
    <w:rsid w:val="00D3600F"/>
    <w:rsid w:val="00D36551"/>
    <w:rsid w:val="00D366B8"/>
    <w:rsid w:val="00D36C43"/>
    <w:rsid w:val="00D3717D"/>
    <w:rsid w:val="00D37542"/>
    <w:rsid w:val="00D375F9"/>
    <w:rsid w:val="00D401A4"/>
    <w:rsid w:val="00D40685"/>
    <w:rsid w:val="00D40B05"/>
    <w:rsid w:val="00D40D11"/>
    <w:rsid w:val="00D40DF3"/>
    <w:rsid w:val="00D411CE"/>
    <w:rsid w:val="00D417FB"/>
    <w:rsid w:val="00D41A57"/>
    <w:rsid w:val="00D42065"/>
    <w:rsid w:val="00D4276B"/>
    <w:rsid w:val="00D4309A"/>
    <w:rsid w:val="00D449BE"/>
    <w:rsid w:val="00D44AE8"/>
    <w:rsid w:val="00D44E2D"/>
    <w:rsid w:val="00D44F9F"/>
    <w:rsid w:val="00D4503E"/>
    <w:rsid w:val="00D450C6"/>
    <w:rsid w:val="00D4514C"/>
    <w:rsid w:val="00D460A9"/>
    <w:rsid w:val="00D460EC"/>
    <w:rsid w:val="00D462E7"/>
    <w:rsid w:val="00D4643E"/>
    <w:rsid w:val="00D46824"/>
    <w:rsid w:val="00D46912"/>
    <w:rsid w:val="00D46971"/>
    <w:rsid w:val="00D46E8D"/>
    <w:rsid w:val="00D50519"/>
    <w:rsid w:val="00D508B8"/>
    <w:rsid w:val="00D50AE3"/>
    <w:rsid w:val="00D518EF"/>
    <w:rsid w:val="00D51B7C"/>
    <w:rsid w:val="00D51B8F"/>
    <w:rsid w:val="00D52403"/>
    <w:rsid w:val="00D5273D"/>
    <w:rsid w:val="00D52A22"/>
    <w:rsid w:val="00D5392E"/>
    <w:rsid w:val="00D539FC"/>
    <w:rsid w:val="00D5422F"/>
    <w:rsid w:val="00D54F2B"/>
    <w:rsid w:val="00D5530F"/>
    <w:rsid w:val="00D559BB"/>
    <w:rsid w:val="00D55A0D"/>
    <w:rsid w:val="00D5600C"/>
    <w:rsid w:val="00D568DC"/>
    <w:rsid w:val="00D57209"/>
    <w:rsid w:val="00D57B3C"/>
    <w:rsid w:val="00D606E2"/>
    <w:rsid w:val="00D60A42"/>
    <w:rsid w:val="00D60F62"/>
    <w:rsid w:val="00D6148D"/>
    <w:rsid w:val="00D61E2E"/>
    <w:rsid w:val="00D620D1"/>
    <w:rsid w:val="00D628BD"/>
    <w:rsid w:val="00D62CDB"/>
    <w:rsid w:val="00D62FD4"/>
    <w:rsid w:val="00D62FD5"/>
    <w:rsid w:val="00D63BC5"/>
    <w:rsid w:val="00D6423B"/>
    <w:rsid w:val="00D64A7B"/>
    <w:rsid w:val="00D64D55"/>
    <w:rsid w:val="00D64F94"/>
    <w:rsid w:val="00D65320"/>
    <w:rsid w:val="00D659DA"/>
    <w:rsid w:val="00D65AFC"/>
    <w:rsid w:val="00D65E59"/>
    <w:rsid w:val="00D660D8"/>
    <w:rsid w:val="00D662E2"/>
    <w:rsid w:val="00D66F6B"/>
    <w:rsid w:val="00D67522"/>
    <w:rsid w:val="00D675F0"/>
    <w:rsid w:val="00D6763B"/>
    <w:rsid w:val="00D70936"/>
    <w:rsid w:val="00D70DBB"/>
    <w:rsid w:val="00D71648"/>
    <w:rsid w:val="00D718E2"/>
    <w:rsid w:val="00D72117"/>
    <w:rsid w:val="00D72C52"/>
    <w:rsid w:val="00D73227"/>
    <w:rsid w:val="00D733AC"/>
    <w:rsid w:val="00D73626"/>
    <w:rsid w:val="00D73675"/>
    <w:rsid w:val="00D736DF"/>
    <w:rsid w:val="00D73E8C"/>
    <w:rsid w:val="00D74275"/>
    <w:rsid w:val="00D74339"/>
    <w:rsid w:val="00D7474A"/>
    <w:rsid w:val="00D749E5"/>
    <w:rsid w:val="00D75226"/>
    <w:rsid w:val="00D75716"/>
    <w:rsid w:val="00D75C62"/>
    <w:rsid w:val="00D75CE7"/>
    <w:rsid w:val="00D75D84"/>
    <w:rsid w:val="00D765E3"/>
    <w:rsid w:val="00D8076B"/>
    <w:rsid w:val="00D80A16"/>
    <w:rsid w:val="00D810FC"/>
    <w:rsid w:val="00D818CE"/>
    <w:rsid w:val="00D82272"/>
    <w:rsid w:val="00D827E5"/>
    <w:rsid w:val="00D828B3"/>
    <w:rsid w:val="00D82934"/>
    <w:rsid w:val="00D82B2A"/>
    <w:rsid w:val="00D82B5B"/>
    <w:rsid w:val="00D82D93"/>
    <w:rsid w:val="00D8344D"/>
    <w:rsid w:val="00D83CF5"/>
    <w:rsid w:val="00D83D27"/>
    <w:rsid w:val="00D845D7"/>
    <w:rsid w:val="00D84FB0"/>
    <w:rsid w:val="00D8501B"/>
    <w:rsid w:val="00D851D9"/>
    <w:rsid w:val="00D85D1E"/>
    <w:rsid w:val="00D85F50"/>
    <w:rsid w:val="00D85FBD"/>
    <w:rsid w:val="00D860ED"/>
    <w:rsid w:val="00D86310"/>
    <w:rsid w:val="00D866F7"/>
    <w:rsid w:val="00D86F61"/>
    <w:rsid w:val="00D86F6D"/>
    <w:rsid w:val="00D876A7"/>
    <w:rsid w:val="00D87C8F"/>
    <w:rsid w:val="00D9035D"/>
    <w:rsid w:val="00D90F00"/>
    <w:rsid w:val="00D919F6"/>
    <w:rsid w:val="00D91F8F"/>
    <w:rsid w:val="00D929F2"/>
    <w:rsid w:val="00D92B3A"/>
    <w:rsid w:val="00D930A3"/>
    <w:rsid w:val="00D936E6"/>
    <w:rsid w:val="00D939DC"/>
    <w:rsid w:val="00D9421C"/>
    <w:rsid w:val="00D945D9"/>
    <w:rsid w:val="00D94A0A"/>
    <w:rsid w:val="00D953B3"/>
    <w:rsid w:val="00D95B93"/>
    <w:rsid w:val="00D96045"/>
    <w:rsid w:val="00D96208"/>
    <w:rsid w:val="00D962E7"/>
    <w:rsid w:val="00D96453"/>
    <w:rsid w:val="00D96633"/>
    <w:rsid w:val="00D9663D"/>
    <w:rsid w:val="00D96918"/>
    <w:rsid w:val="00D96CFF"/>
    <w:rsid w:val="00D97092"/>
    <w:rsid w:val="00D9714B"/>
    <w:rsid w:val="00D976B0"/>
    <w:rsid w:val="00D97B5F"/>
    <w:rsid w:val="00DA0078"/>
    <w:rsid w:val="00DA00A9"/>
    <w:rsid w:val="00DA09F4"/>
    <w:rsid w:val="00DA1553"/>
    <w:rsid w:val="00DA1625"/>
    <w:rsid w:val="00DA1862"/>
    <w:rsid w:val="00DA1DF0"/>
    <w:rsid w:val="00DA2093"/>
    <w:rsid w:val="00DA2188"/>
    <w:rsid w:val="00DA2317"/>
    <w:rsid w:val="00DA2428"/>
    <w:rsid w:val="00DA2504"/>
    <w:rsid w:val="00DA32B2"/>
    <w:rsid w:val="00DA336A"/>
    <w:rsid w:val="00DA35F3"/>
    <w:rsid w:val="00DA3DF9"/>
    <w:rsid w:val="00DA44A7"/>
    <w:rsid w:val="00DA4646"/>
    <w:rsid w:val="00DA4CFB"/>
    <w:rsid w:val="00DA4FD2"/>
    <w:rsid w:val="00DA53D7"/>
    <w:rsid w:val="00DA5609"/>
    <w:rsid w:val="00DA5E26"/>
    <w:rsid w:val="00DA6681"/>
    <w:rsid w:val="00DA6892"/>
    <w:rsid w:val="00DA6F8D"/>
    <w:rsid w:val="00DA72A8"/>
    <w:rsid w:val="00DA770D"/>
    <w:rsid w:val="00DA7C06"/>
    <w:rsid w:val="00DB0328"/>
    <w:rsid w:val="00DB032B"/>
    <w:rsid w:val="00DB0A30"/>
    <w:rsid w:val="00DB0ACE"/>
    <w:rsid w:val="00DB117B"/>
    <w:rsid w:val="00DB143F"/>
    <w:rsid w:val="00DB178B"/>
    <w:rsid w:val="00DB18F4"/>
    <w:rsid w:val="00DB1A20"/>
    <w:rsid w:val="00DB249E"/>
    <w:rsid w:val="00DB2847"/>
    <w:rsid w:val="00DB2AA8"/>
    <w:rsid w:val="00DB2E68"/>
    <w:rsid w:val="00DB311E"/>
    <w:rsid w:val="00DB340F"/>
    <w:rsid w:val="00DB42D5"/>
    <w:rsid w:val="00DB499A"/>
    <w:rsid w:val="00DB5006"/>
    <w:rsid w:val="00DB55BF"/>
    <w:rsid w:val="00DB57FD"/>
    <w:rsid w:val="00DB5B64"/>
    <w:rsid w:val="00DB5F30"/>
    <w:rsid w:val="00DB623D"/>
    <w:rsid w:val="00DB6C85"/>
    <w:rsid w:val="00DB74E4"/>
    <w:rsid w:val="00DB752E"/>
    <w:rsid w:val="00DC049E"/>
    <w:rsid w:val="00DC09AC"/>
    <w:rsid w:val="00DC0CDA"/>
    <w:rsid w:val="00DC0D97"/>
    <w:rsid w:val="00DC1087"/>
    <w:rsid w:val="00DC1536"/>
    <w:rsid w:val="00DC1768"/>
    <w:rsid w:val="00DC1BCA"/>
    <w:rsid w:val="00DC3825"/>
    <w:rsid w:val="00DC3A20"/>
    <w:rsid w:val="00DC401F"/>
    <w:rsid w:val="00DC4901"/>
    <w:rsid w:val="00DC4B03"/>
    <w:rsid w:val="00DC4D95"/>
    <w:rsid w:val="00DC50FF"/>
    <w:rsid w:val="00DC57C9"/>
    <w:rsid w:val="00DC5A1C"/>
    <w:rsid w:val="00DC5C9B"/>
    <w:rsid w:val="00DC6582"/>
    <w:rsid w:val="00DC6AC8"/>
    <w:rsid w:val="00DC6FAE"/>
    <w:rsid w:val="00DC6FE1"/>
    <w:rsid w:val="00DC711E"/>
    <w:rsid w:val="00DC751E"/>
    <w:rsid w:val="00DC792A"/>
    <w:rsid w:val="00DD0487"/>
    <w:rsid w:val="00DD0CEA"/>
    <w:rsid w:val="00DD0E94"/>
    <w:rsid w:val="00DD0F49"/>
    <w:rsid w:val="00DD1269"/>
    <w:rsid w:val="00DD139A"/>
    <w:rsid w:val="00DD16AB"/>
    <w:rsid w:val="00DD1827"/>
    <w:rsid w:val="00DD2578"/>
    <w:rsid w:val="00DD27A2"/>
    <w:rsid w:val="00DD2979"/>
    <w:rsid w:val="00DD3469"/>
    <w:rsid w:val="00DD35A5"/>
    <w:rsid w:val="00DD38E7"/>
    <w:rsid w:val="00DD4112"/>
    <w:rsid w:val="00DD47A5"/>
    <w:rsid w:val="00DD503D"/>
    <w:rsid w:val="00DD527A"/>
    <w:rsid w:val="00DD6277"/>
    <w:rsid w:val="00DD6BA2"/>
    <w:rsid w:val="00DD6CC1"/>
    <w:rsid w:val="00DD6F55"/>
    <w:rsid w:val="00DE001F"/>
    <w:rsid w:val="00DE012B"/>
    <w:rsid w:val="00DE102E"/>
    <w:rsid w:val="00DE1290"/>
    <w:rsid w:val="00DE14F8"/>
    <w:rsid w:val="00DE1630"/>
    <w:rsid w:val="00DE18D0"/>
    <w:rsid w:val="00DE223C"/>
    <w:rsid w:val="00DE240A"/>
    <w:rsid w:val="00DE25F7"/>
    <w:rsid w:val="00DE33DB"/>
    <w:rsid w:val="00DE38B3"/>
    <w:rsid w:val="00DE432C"/>
    <w:rsid w:val="00DE47C6"/>
    <w:rsid w:val="00DE4842"/>
    <w:rsid w:val="00DE4DE5"/>
    <w:rsid w:val="00DE4E4D"/>
    <w:rsid w:val="00DE5273"/>
    <w:rsid w:val="00DE5E58"/>
    <w:rsid w:val="00DE615C"/>
    <w:rsid w:val="00DE6775"/>
    <w:rsid w:val="00DE6ADA"/>
    <w:rsid w:val="00DE7F74"/>
    <w:rsid w:val="00DF055D"/>
    <w:rsid w:val="00DF0587"/>
    <w:rsid w:val="00DF08EF"/>
    <w:rsid w:val="00DF0BA9"/>
    <w:rsid w:val="00DF1D77"/>
    <w:rsid w:val="00DF26F0"/>
    <w:rsid w:val="00DF27DD"/>
    <w:rsid w:val="00DF30E0"/>
    <w:rsid w:val="00DF32DC"/>
    <w:rsid w:val="00DF34B0"/>
    <w:rsid w:val="00DF3786"/>
    <w:rsid w:val="00DF42C7"/>
    <w:rsid w:val="00DF479C"/>
    <w:rsid w:val="00DF49B3"/>
    <w:rsid w:val="00DF536B"/>
    <w:rsid w:val="00DF6A78"/>
    <w:rsid w:val="00DF6C1E"/>
    <w:rsid w:val="00DF6E26"/>
    <w:rsid w:val="00DF6FE5"/>
    <w:rsid w:val="00DF7774"/>
    <w:rsid w:val="00DF7B8D"/>
    <w:rsid w:val="00DF7C85"/>
    <w:rsid w:val="00DF7FC6"/>
    <w:rsid w:val="00E000B5"/>
    <w:rsid w:val="00E002DF"/>
    <w:rsid w:val="00E00332"/>
    <w:rsid w:val="00E006BC"/>
    <w:rsid w:val="00E008D2"/>
    <w:rsid w:val="00E008EA"/>
    <w:rsid w:val="00E00A3D"/>
    <w:rsid w:val="00E01523"/>
    <w:rsid w:val="00E01A0F"/>
    <w:rsid w:val="00E01C03"/>
    <w:rsid w:val="00E023E9"/>
    <w:rsid w:val="00E02504"/>
    <w:rsid w:val="00E0293C"/>
    <w:rsid w:val="00E02DF2"/>
    <w:rsid w:val="00E0329D"/>
    <w:rsid w:val="00E03AB6"/>
    <w:rsid w:val="00E0402A"/>
    <w:rsid w:val="00E04298"/>
    <w:rsid w:val="00E0443C"/>
    <w:rsid w:val="00E04B0E"/>
    <w:rsid w:val="00E04BA0"/>
    <w:rsid w:val="00E053E9"/>
    <w:rsid w:val="00E05B4D"/>
    <w:rsid w:val="00E05C0D"/>
    <w:rsid w:val="00E06C3E"/>
    <w:rsid w:val="00E06E15"/>
    <w:rsid w:val="00E0765B"/>
    <w:rsid w:val="00E078A0"/>
    <w:rsid w:val="00E1008A"/>
    <w:rsid w:val="00E101AF"/>
    <w:rsid w:val="00E10202"/>
    <w:rsid w:val="00E10626"/>
    <w:rsid w:val="00E107A3"/>
    <w:rsid w:val="00E10BA3"/>
    <w:rsid w:val="00E10DDF"/>
    <w:rsid w:val="00E11034"/>
    <w:rsid w:val="00E11056"/>
    <w:rsid w:val="00E116C2"/>
    <w:rsid w:val="00E11E3D"/>
    <w:rsid w:val="00E12749"/>
    <w:rsid w:val="00E12B96"/>
    <w:rsid w:val="00E12E78"/>
    <w:rsid w:val="00E12F03"/>
    <w:rsid w:val="00E12FEF"/>
    <w:rsid w:val="00E138D5"/>
    <w:rsid w:val="00E13DE1"/>
    <w:rsid w:val="00E140BF"/>
    <w:rsid w:val="00E1489E"/>
    <w:rsid w:val="00E148D7"/>
    <w:rsid w:val="00E15531"/>
    <w:rsid w:val="00E15C99"/>
    <w:rsid w:val="00E1611A"/>
    <w:rsid w:val="00E169D2"/>
    <w:rsid w:val="00E16C0D"/>
    <w:rsid w:val="00E16F59"/>
    <w:rsid w:val="00E1725D"/>
    <w:rsid w:val="00E1748C"/>
    <w:rsid w:val="00E17B50"/>
    <w:rsid w:val="00E17E9E"/>
    <w:rsid w:val="00E17EC7"/>
    <w:rsid w:val="00E200F3"/>
    <w:rsid w:val="00E20504"/>
    <w:rsid w:val="00E20FCF"/>
    <w:rsid w:val="00E211AD"/>
    <w:rsid w:val="00E211E6"/>
    <w:rsid w:val="00E212F2"/>
    <w:rsid w:val="00E215AA"/>
    <w:rsid w:val="00E21794"/>
    <w:rsid w:val="00E220AC"/>
    <w:rsid w:val="00E228A3"/>
    <w:rsid w:val="00E22924"/>
    <w:rsid w:val="00E22D33"/>
    <w:rsid w:val="00E23199"/>
    <w:rsid w:val="00E232F6"/>
    <w:rsid w:val="00E23D72"/>
    <w:rsid w:val="00E23E12"/>
    <w:rsid w:val="00E23FDE"/>
    <w:rsid w:val="00E2425F"/>
    <w:rsid w:val="00E245A8"/>
    <w:rsid w:val="00E24752"/>
    <w:rsid w:val="00E254C9"/>
    <w:rsid w:val="00E25A29"/>
    <w:rsid w:val="00E2652A"/>
    <w:rsid w:val="00E268C8"/>
    <w:rsid w:val="00E2693B"/>
    <w:rsid w:val="00E26AEA"/>
    <w:rsid w:val="00E27170"/>
    <w:rsid w:val="00E27351"/>
    <w:rsid w:val="00E27418"/>
    <w:rsid w:val="00E275DF"/>
    <w:rsid w:val="00E2765B"/>
    <w:rsid w:val="00E2767E"/>
    <w:rsid w:val="00E27A06"/>
    <w:rsid w:val="00E27DED"/>
    <w:rsid w:val="00E27F25"/>
    <w:rsid w:val="00E3028E"/>
    <w:rsid w:val="00E30660"/>
    <w:rsid w:val="00E308C2"/>
    <w:rsid w:val="00E31747"/>
    <w:rsid w:val="00E318FB"/>
    <w:rsid w:val="00E31B21"/>
    <w:rsid w:val="00E31B42"/>
    <w:rsid w:val="00E32168"/>
    <w:rsid w:val="00E32729"/>
    <w:rsid w:val="00E327F0"/>
    <w:rsid w:val="00E33147"/>
    <w:rsid w:val="00E3374A"/>
    <w:rsid w:val="00E34856"/>
    <w:rsid w:val="00E348F7"/>
    <w:rsid w:val="00E34E21"/>
    <w:rsid w:val="00E3516F"/>
    <w:rsid w:val="00E351FF"/>
    <w:rsid w:val="00E35588"/>
    <w:rsid w:val="00E35700"/>
    <w:rsid w:val="00E35775"/>
    <w:rsid w:val="00E35DEF"/>
    <w:rsid w:val="00E35ED3"/>
    <w:rsid w:val="00E35F07"/>
    <w:rsid w:val="00E35F35"/>
    <w:rsid w:val="00E3602C"/>
    <w:rsid w:val="00E3606F"/>
    <w:rsid w:val="00E361A5"/>
    <w:rsid w:val="00E3657B"/>
    <w:rsid w:val="00E36AEE"/>
    <w:rsid w:val="00E36C1D"/>
    <w:rsid w:val="00E37253"/>
    <w:rsid w:val="00E373E5"/>
    <w:rsid w:val="00E3748B"/>
    <w:rsid w:val="00E40007"/>
    <w:rsid w:val="00E402D1"/>
    <w:rsid w:val="00E404C3"/>
    <w:rsid w:val="00E40D19"/>
    <w:rsid w:val="00E40E7B"/>
    <w:rsid w:val="00E41573"/>
    <w:rsid w:val="00E4162C"/>
    <w:rsid w:val="00E41755"/>
    <w:rsid w:val="00E41A19"/>
    <w:rsid w:val="00E41C56"/>
    <w:rsid w:val="00E42174"/>
    <w:rsid w:val="00E421E9"/>
    <w:rsid w:val="00E42664"/>
    <w:rsid w:val="00E42692"/>
    <w:rsid w:val="00E4278A"/>
    <w:rsid w:val="00E42F1D"/>
    <w:rsid w:val="00E4328A"/>
    <w:rsid w:val="00E43EA9"/>
    <w:rsid w:val="00E43F2A"/>
    <w:rsid w:val="00E44168"/>
    <w:rsid w:val="00E441FF"/>
    <w:rsid w:val="00E4499C"/>
    <w:rsid w:val="00E44C90"/>
    <w:rsid w:val="00E44CDA"/>
    <w:rsid w:val="00E44F8C"/>
    <w:rsid w:val="00E4502A"/>
    <w:rsid w:val="00E45FF2"/>
    <w:rsid w:val="00E4667F"/>
    <w:rsid w:val="00E46818"/>
    <w:rsid w:val="00E4727B"/>
    <w:rsid w:val="00E47428"/>
    <w:rsid w:val="00E4779A"/>
    <w:rsid w:val="00E47D7B"/>
    <w:rsid w:val="00E47E0F"/>
    <w:rsid w:val="00E47EF5"/>
    <w:rsid w:val="00E47FD2"/>
    <w:rsid w:val="00E50AC9"/>
    <w:rsid w:val="00E50B3E"/>
    <w:rsid w:val="00E50EF5"/>
    <w:rsid w:val="00E52004"/>
    <w:rsid w:val="00E521CD"/>
    <w:rsid w:val="00E5263E"/>
    <w:rsid w:val="00E532BC"/>
    <w:rsid w:val="00E538D8"/>
    <w:rsid w:val="00E53949"/>
    <w:rsid w:val="00E53B6A"/>
    <w:rsid w:val="00E53FE6"/>
    <w:rsid w:val="00E5403C"/>
    <w:rsid w:val="00E546C2"/>
    <w:rsid w:val="00E54AD9"/>
    <w:rsid w:val="00E55A77"/>
    <w:rsid w:val="00E55F20"/>
    <w:rsid w:val="00E56016"/>
    <w:rsid w:val="00E5606C"/>
    <w:rsid w:val="00E56163"/>
    <w:rsid w:val="00E56332"/>
    <w:rsid w:val="00E56690"/>
    <w:rsid w:val="00E56727"/>
    <w:rsid w:val="00E56B24"/>
    <w:rsid w:val="00E577EE"/>
    <w:rsid w:val="00E578AE"/>
    <w:rsid w:val="00E57D35"/>
    <w:rsid w:val="00E57E74"/>
    <w:rsid w:val="00E6020E"/>
    <w:rsid w:val="00E60293"/>
    <w:rsid w:val="00E60C55"/>
    <w:rsid w:val="00E60E65"/>
    <w:rsid w:val="00E60EE4"/>
    <w:rsid w:val="00E612DE"/>
    <w:rsid w:val="00E61632"/>
    <w:rsid w:val="00E61761"/>
    <w:rsid w:val="00E61E52"/>
    <w:rsid w:val="00E6210E"/>
    <w:rsid w:val="00E621AC"/>
    <w:rsid w:val="00E625CC"/>
    <w:rsid w:val="00E637BF"/>
    <w:rsid w:val="00E6390F"/>
    <w:rsid w:val="00E644E2"/>
    <w:rsid w:val="00E6483D"/>
    <w:rsid w:val="00E64BBB"/>
    <w:rsid w:val="00E64BE2"/>
    <w:rsid w:val="00E64FB3"/>
    <w:rsid w:val="00E656A4"/>
    <w:rsid w:val="00E6573E"/>
    <w:rsid w:val="00E65921"/>
    <w:rsid w:val="00E65DF7"/>
    <w:rsid w:val="00E6610E"/>
    <w:rsid w:val="00E667FE"/>
    <w:rsid w:val="00E66E9C"/>
    <w:rsid w:val="00E66FB7"/>
    <w:rsid w:val="00E67547"/>
    <w:rsid w:val="00E700DA"/>
    <w:rsid w:val="00E70332"/>
    <w:rsid w:val="00E703E2"/>
    <w:rsid w:val="00E70B53"/>
    <w:rsid w:val="00E7164C"/>
    <w:rsid w:val="00E71896"/>
    <w:rsid w:val="00E7195F"/>
    <w:rsid w:val="00E71AB2"/>
    <w:rsid w:val="00E71CE8"/>
    <w:rsid w:val="00E71E14"/>
    <w:rsid w:val="00E728D7"/>
    <w:rsid w:val="00E72C68"/>
    <w:rsid w:val="00E72DE4"/>
    <w:rsid w:val="00E73120"/>
    <w:rsid w:val="00E735D7"/>
    <w:rsid w:val="00E73A24"/>
    <w:rsid w:val="00E73F6C"/>
    <w:rsid w:val="00E74409"/>
    <w:rsid w:val="00E74AE6"/>
    <w:rsid w:val="00E765FD"/>
    <w:rsid w:val="00E76B14"/>
    <w:rsid w:val="00E76CBC"/>
    <w:rsid w:val="00E77322"/>
    <w:rsid w:val="00E7748B"/>
    <w:rsid w:val="00E77B5E"/>
    <w:rsid w:val="00E77CDE"/>
    <w:rsid w:val="00E8025A"/>
    <w:rsid w:val="00E80BCD"/>
    <w:rsid w:val="00E80E53"/>
    <w:rsid w:val="00E80F42"/>
    <w:rsid w:val="00E8134C"/>
    <w:rsid w:val="00E81AFB"/>
    <w:rsid w:val="00E81CC9"/>
    <w:rsid w:val="00E82160"/>
    <w:rsid w:val="00E8225E"/>
    <w:rsid w:val="00E823B6"/>
    <w:rsid w:val="00E82E21"/>
    <w:rsid w:val="00E83313"/>
    <w:rsid w:val="00E833FC"/>
    <w:rsid w:val="00E8362D"/>
    <w:rsid w:val="00E837BD"/>
    <w:rsid w:val="00E837D4"/>
    <w:rsid w:val="00E85346"/>
    <w:rsid w:val="00E8580F"/>
    <w:rsid w:val="00E8690E"/>
    <w:rsid w:val="00E86AE5"/>
    <w:rsid w:val="00E86EFE"/>
    <w:rsid w:val="00E86F42"/>
    <w:rsid w:val="00E870E0"/>
    <w:rsid w:val="00E87204"/>
    <w:rsid w:val="00E879FC"/>
    <w:rsid w:val="00E87CBF"/>
    <w:rsid w:val="00E87E5F"/>
    <w:rsid w:val="00E90411"/>
    <w:rsid w:val="00E90541"/>
    <w:rsid w:val="00E90669"/>
    <w:rsid w:val="00E90A75"/>
    <w:rsid w:val="00E910BE"/>
    <w:rsid w:val="00E91637"/>
    <w:rsid w:val="00E9179F"/>
    <w:rsid w:val="00E91887"/>
    <w:rsid w:val="00E926C5"/>
    <w:rsid w:val="00E92D76"/>
    <w:rsid w:val="00E92E48"/>
    <w:rsid w:val="00E945EF"/>
    <w:rsid w:val="00E94917"/>
    <w:rsid w:val="00E95703"/>
    <w:rsid w:val="00E9573D"/>
    <w:rsid w:val="00E966CE"/>
    <w:rsid w:val="00E96C32"/>
    <w:rsid w:val="00E96E1B"/>
    <w:rsid w:val="00E979FA"/>
    <w:rsid w:val="00E97F56"/>
    <w:rsid w:val="00EA0952"/>
    <w:rsid w:val="00EA09F2"/>
    <w:rsid w:val="00EA19DA"/>
    <w:rsid w:val="00EA2943"/>
    <w:rsid w:val="00EA2CB9"/>
    <w:rsid w:val="00EA33CC"/>
    <w:rsid w:val="00EA3572"/>
    <w:rsid w:val="00EA3BF8"/>
    <w:rsid w:val="00EA3C4E"/>
    <w:rsid w:val="00EA3E73"/>
    <w:rsid w:val="00EA43BF"/>
    <w:rsid w:val="00EA4451"/>
    <w:rsid w:val="00EA47A4"/>
    <w:rsid w:val="00EA4B36"/>
    <w:rsid w:val="00EA4F09"/>
    <w:rsid w:val="00EA5AC4"/>
    <w:rsid w:val="00EA5C3A"/>
    <w:rsid w:val="00EA5F48"/>
    <w:rsid w:val="00EA616E"/>
    <w:rsid w:val="00EA6268"/>
    <w:rsid w:val="00EA62C1"/>
    <w:rsid w:val="00EA647B"/>
    <w:rsid w:val="00EA6487"/>
    <w:rsid w:val="00EA6E3D"/>
    <w:rsid w:val="00EA741B"/>
    <w:rsid w:val="00EA7458"/>
    <w:rsid w:val="00EA767C"/>
    <w:rsid w:val="00EA7B89"/>
    <w:rsid w:val="00EA7D84"/>
    <w:rsid w:val="00EA7DD3"/>
    <w:rsid w:val="00EB03FA"/>
    <w:rsid w:val="00EB048E"/>
    <w:rsid w:val="00EB0B2A"/>
    <w:rsid w:val="00EB12F4"/>
    <w:rsid w:val="00EB1D33"/>
    <w:rsid w:val="00EB31F2"/>
    <w:rsid w:val="00EB3664"/>
    <w:rsid w:val="00EB3AE5"/>
    <w:rsid w:val="00EB3DF9"/>
    <w:rsid w:val="00EB3EB3"/>
    <w:rsid w:val="00EB463F"/>
    <w:rsid w:val="00EB48F5"/>
    <w:rsid w:val="00EB53C5"/>
    <w:rsid w:val="00EB55E7"/>
    <w:rsid w:val="00EB60D7"/>
    <w:rsid w:val="00EB6180"/>
    <w:rsid w:val="00EB6727"/>
    <w:rsid w:val="00EB7DF5"/>
    <w:rsid w:val="00EB7E6B"/>
    <w:rsid w:val="00EC0003"/>
    <w:rsid w:val="00EC1004"/>
    <w:rsid w:val="00EC1422"/>
    <w:rsid w:val="00EC2518"/>
    <w:rsid w:val="00EC2A5F"/>
    <w:rsid w:val="00EC30F8"/>
    <w:rsid w:val="00EC32D6"/>
    <w:rsid w:val="00EC3800"/>
    <w:rsid w:val="00EC3B7F"/>
    <w:rsid w:val="00EC4066"/>
    <w:rsid w:val="00EC423F"/>
    <w:rsid w:val="00EC48E8"/>
    <w:rsid w:val="00EC49A2"/>
    <w:rsid w:val="00EC4B0A"/>
    <w:rsid w:val="00EC4EB7"/>
    <w:rsid w:val="00EC5918"/>
    <w:rsid w:val="00EC5B2B"/>
    <w:rsid w:val="00EC5FBE"/>
    <w:rsid w:val="00EC6A92"/>
    <w:rsid w:val="00EC70E9"/>
    <w:rsid w:val="00EC718A"/>
    <w:rsid w:val="00EC75ED"/>
    <w:rsid w:val="00ED02A6"/>
    <w:rsid w:val="00ED0ED0"/>
    <w:rsid w:val="00ED10D9"/>
    <w:rsid w:val="00ED1186"/>
    <w:rsid w:val="00ED19EB"/>
    <w:rsid w:val="00ED2141"/>
    <w:rsid w:val="00ED227A"/>
    <w:rsid w:val="00ED2516"/>
    <w:rsid w:val="00ED360E"/>
    <w:rsid w:val="00ED384D"/>
    <w:rsid w:val="00ED3912"/>
    <w:rsid w:val="00ED3C4E"/>
    <w:rsid w:val="00ED3CB2"/>
    <w:rsid w:val="00ED3FF6"/>
    <w:rsid w:val="00ED45FA"/>
    <w:rsid w:val="00ED52F8"/>
    <w:rsid w:val="00ED539C"/>
    <w:rsid w:val="00ED5703"/>
    <w:rsid w:val="00ED5F0A"/>
    <w:rsid w:val="00ED6514"/>
    <w:rsid w:val="00ED6B14"/>
    <w:rsid w:val="00ED7C07"/>
    <w:rsid w:val="00EE0530"/>
    <w:rsid w:val="00EE0AB0"/>
    <w:rsid w:val="00EE1365"/>
    <w:rsid w:val="00EE16A9"/>
    <w:rsid w:val="00EE199A"/>
    <w:rsid w:val="00EE2268"/>
    <w:rsid w:val="00EE24AF"/>
    <w:rsid w:val="00EE26DE"/>
    <w:rsid w:val="00EE2954"/>
    <w:rsid w:val="00EE2D02"/>
    <w:rsid w:val="00EE3568"/>
    <w:rsid w:val="00EE458E"/>
    <w:rsid w:val="00EE4817"/>
    <w:rsid w:val="00EE4AA8"/>
    <w:rsid w:val="00EE5563"/>
    <w:rsid w:val="00EE58F3"/>
    <w:rsid w:val="00EE5AAF"/>
    <w:rsid w:val="00EE5C8D"/>
    <w:rsid w:val="00EE6608"/>
    <w:rsid w:val="00EE67ED"/>
    <w:rsid w:val="00EE68E6"/>
    <w:rsid w:val="00EE69C5"/>
    <w:rsid w:val="00EE6C67"/>
    <w:rsid w:val="00EE6CE8"/>
    <w:rsid w:val="00EE6E37"/>
    <w:rsid w:val="00EE6FC9"/>
    <w:rsid w:val="00EE7BF7"/>
    <w:rsid w:val="00EE7E6C"/>
    <w:rsid w:val="00EE7F80"/>
    <w:rsid w:val="00EE7FB1"/>
    <w:rsid w:val="00EF05C6"/>
    <w:rsid w:val="00EF0AA7"/>
    <w:rsid w:val="00EF0DD6"/>
    <w:rsid w:val="00EF128D"/>
    <w:rsid w:val="00EF187B"/>
    <w:rsid w:val="00EF1A07"/>
    <w:rsid w:val="00EF1E52"/>
    <w:rsid w:val="00EF1F82"/>
    <w:rsid w:val="00EF3AE8"/>
    <w:rsid w:val="00EF3E36"/>
    <w:rsid w:val="00EF49C7"/>
    <w:rsid w:val="00EF5BF4"/>
    <w:rsid w:val="00EF6335"/>
    <w:rsid w:val="00EF70FE"/>
    <w:rsid w:val="00EF7356"/>
    <w:rsid w:val="00EF7571"/>
    <w:rsid w:val="00EF7BD8"/>
    <w:rsid w:val="00F0008C"/>
    <w:rsid w:val="00F00268"/>
    <w:rsid w:val="00F0040D"/>
    <w:rsid w:val="00F006AB"/>
    <w:rsid w:val="00F009A1"/>
    <w:rsid w:val="00F010D8"/>
    <w:rsid w:val="00F010DF"/>
    <w:rsid w:val="00F01531"/>
    <w:rsid w:val="00F015B9"/>
    <w:rsid w:val="00F019ED"/>
    <w:rsid w:val="00F01B44"/>
    <w:rsid w:val="00F01E7B"/>
    <w:rsid w:val="00F020A6"/>
    <w:rsid w:val="00F02D72"/>
    <w:rsid w:val="00F048B9"/>
    <w:rsid w:val="00F04EEB"/>
    <w:rsid w:val="00F04F3C"/>
    <w:rsid w:val="00F050EF"/>
    <w:rsid w:val="00F05FA7"/>
    <w:rsid w:val="00F06781"/>
    <w:rsid w:val="00F06BD5"/>
    <w:rsid w:val="00F07029"/>
    <w:rsid w:val="00F071F4"/>
    <w:rsid w:val="00F07638"/>
    <w:rsid w:val="00F077FB"/>
    <w:rsid w:val="00F10E0E"/>
    <w:rsid w:val="00F1152C"/>
    <w:rsid w:val="00F11E24"/>
    <w:rsid w:val="00F11F6F"/>
    <w:rsid w:val="00F1266D"/>
    <w:rsid w:val="00F12946"/>
    <w:rsid w:val="00F13D9C"/>
    <w:rsid w:val="00F13DFA"/>
    <w:rsid w:val="00F140C2"/>
    <w:rsid w:val="00F1413B"/>
    <w:rsid w:val="00F14756"/>
    <w:rsid w:val="00F14F4F"/>
    <w:rsid w:val="00F155A4"/>
    <w:rsid w:val="00F15769"/>
    <w:rsid w:val="00F15CBB"/>
    <w:rsid w:val="00F163CD"/>
    <w:rsid w:val="00F16727"/>
    <w:rsid w:val="00F16C00"/>
    <w:rsid w:val="00F16CA8"/>
    <w:rsid w:val="00F171A0"/>
    <w:rsid w:val="00F17656"/>
    <w:rsid w:val="00F17895"/>
    <w:rsid w:val="00F17C3A"/>
    <w:rsid w:val="00F17CC7"/>
    <w:rsid w:val="00F20F89"/>
    <w:rsid w:val="00F216AC"/>
    <w:rsid w:val="00F2178F"/>
    <w:rsid w:val="00F21878"/>
    <w:rsid w:val="00F219E0"/>
    <w:rsid w:val="00F22051"/>
    <w:rsid w:val="00F222D5"/>
    <w:rsid w:val="00F224DA"/>
    <w:rsid w:val="00F22507"/>
    <w:rsid w:val="00F228CD"/>
    <w:rsid w:val="00F22E50"/>
    <w:rsid w:val="00F22FAD"/>
    <w:rsid w:val="00F23835"/>
    <w:rsid w:val="00F239D4"/>
    <w:rsid w:val="00F2464D"/>
    <w:rsid w:val="00F2477D"/>
    <w:rsid w:val="00F2488D"/>
    <w:rsid w:val="00F24D2A"/>
    <w:rsid w:val="00F253A5"/>
    <w:rsid w:val="00F253D9"/>
    <w:rsid w:val="00F25531"/>
    <w:rsid w:val="00F257FA"/>
    <w:rsid w:val="00F25B7F"/>
    <w:rsid w:val="00F2632B"/>
    <w:rsid w:val="00F26B63"/>
    <w:rsid w:val="00F26B85"/>
    <w:rsid w:val="00F26C6E"/>
    <w:rsid w:val="00F26E1D"/>
    <w:rsid w:val="00F272A2"/>
    <w:rsid w:val="00F3077C"/>
    <w:rsid w:val="00F31679"/>
    <w:rsid w:val="00F3171C"/>
    <w:rsid w:val="00F31805"/>
    <w:rsid w:val="00F31DE4"/>
    <w:rsid w:val="00F32303"/>
    <w:rsid w:val="00F326E1"/>
    <w:rsid w:val="00F32818"/>
    <w:rsid w:val="00F32882"/>
    <w:rsid w:val="00F32D20"/>
    <w:rsid w:val="00F337AA"/>
    <w:rsid w:val="00F33AC5"/>
    <w:rsid w:val="00F33F24"/>
    <w:rsid w:val="00F33F4A"/>
    <w:rsid w:val="00F347A7"/>
    <w:rsid w:val="00F348A5"/>
    <w:rsid w:val="00F3553B"/>
    <w:rsid w:val="00F35F70"/>
    <w:rsid w:val="00F363FD"/>
    <w:rsid w:val="00F404F3"/>
    <w:rsid w:val="00F40650"/>
    <w:rsid w:val="00F408B6"/>
    <w:rsid w:val="00F40922"/>
    <w:rsid w:val="00F41799"/>
    <w:rsid w:val="00F42107"/>
    <w:rsid w:val="00F421B0"/>
    <w:rsid w:val="00F42262"/>
    <w:rsid w:val="00F43081"/>
    <w:rsid w:val="00F433CE"/>
    <w:rsid w:val="00F43504"/>
    <w:rsid w:val="00F43683"/>
    <w:rsid w:val="00F43A90"/>
    <w:rsid w:val="00F441BD"/>
    <w:rsid w:val="00F44AED"/>
    <w:rsid w:val="00F450CB"/>
    <w:rsid w:val="00F45248"/>
    <w:rsid w:val="00F452B6"/>
    <w:rsid w:val="00F4676E"/>
    <w:rsid w:val="00F470C3"/>
    <w:rsid w:val="00F472B8"/>
    <w:rsid w:val="00F47320"/>
    <w:rsid w:val="00F47566"/>
    <w:rsid w:val="00F479C7"/>
    <w:rsid w:val="00F47AF9"/>
    <w:rsid w:val="00F47DEA"/>
    <w:rsid w:val="00F5032C"/>
    <w:rsid w:val="00F5065D"/>
    <w:rsid w:val="00F5110E"/>
    <w:rsid w:val="00F512C6"/>
    <w:rsid w:val="00F5133D"/>
    <w:rsid w:val="00F51393"/>
    <w:rsid w:val="00F526F6"/>
    <w:rsid w:val="00F52BAB"/>
    <w:rsid w:val="00F52E9D"/>
    <w:rsid w:val="00F53358"/>
    <w:rsid w:val="00F536AC"/>
    <w:rsid w:val="00F53B0C"/>
    <w:rsid w:val="00F53F3D"/>
    <w:rsid w:val="00F5425A"/>
    <w:rsid w:val="00F5428B"/>
    <w:rsid w:val="00F542B9"/>
    <w:rsid w:val="00F54585"/>
    <w:rsid w:val="00F5593F"/>
    <w:rsid w:val="00F561FE"/>
    <w:rsid w:val="00F5623B"/>
    <w:rsid w:val="00F567D6"/>
    <w:rsid w:val="00F56E5B"/>
    <w:rsid w:val="00F573B9"/>
    <w:rsid w:val="00F5742B"/>
    <w:rsid w:val="00F57466"/>
    <w:rsid w:val="00F60996"/>
    <w:rsid w:val="00F60C82"/>
    <w:rsid w:val="00F60CB7"/>
    <w:rsid w:val="00F60DF3"/>
    <w:rsid w:val="00F61396"/>
    <w:rsid w:val="00F62901"/>
    <w:rsid w:val="00F62FF7"/>
    <w:rsid w:val="00F63592"/>
    <w:rsid w:val="00F636C8"/>
    <w:rsid w:val="00F63B7A"/>
    <w:rsid w:val="00F63C71"/>
    <w:rsid w:val="00F63C96"/>
    <w:rsid w:val="00F63EDA"/>
    <w:rsid w:val="00F64038"/>
    <w:rsid w:val="00F64394"/>
    <w:rsid w:val="00F64481"/>
    <w:rsid w:val="00F64AF2"/>
    <w:rsid w:val="00F64CD6"/>
    <w:rsid w:val="00F64FC0"/>
    <w:rsid w:val="00F66357"/>
    <w:rsid w:val="00F66528"/>
    <w:rsid w:val="00F66712"/>
    <w:rsid w:val="00F667E9"/>
    <w:rsid w:val="00F66908"/>
    <w:rsid w:val="00F66ADB"/>
    <w:rsid w:val="00F67EC5"/>
    <w:rsid w:val="00F70DBC"/>
    <w:rsid w:val="00F7152D"/>
    <w:rsid w:val="00F71E1C"/>
    <w:rsid w:val="00F724AE"/>
    <w:rsid w:val="00F726EB"/>
    <w:rsid w:val="00F72922"/>
    <w:rsid w:val="00F72981"/>
    <w:rsid w:val="00F72B0E"/>
    <w:rsid w:val="00F74DF2"/>
    <w:rsid w:val="00F7508C"/>
    <w:rsid w:val="00F752B3"/>
    <w:rsid w:val="00F7531E"/>
    <w:rsid w:val="00F7561C"/>
    <w:rsid w:val="00F75B5F"/>
    <w:rsid w:val="00F75CA6"/>
    <w:rsid w:val="00F75F14"/>
    <w:rsid w:val="00F7601B"/>
    <w:rsid w:val="00F76302"/>
    <w:rsid w:val="00F766DD"/>
    <w:rsid w:val="00F76DE3"/>
    <w:rsid w:val="00F76F72"/>
    <w:rsid w:val="00F77D08"/>
    <w:rsid w:val="00F80029"/>
    <w:rsid w:val="00F80138"/>
    <w:rsid w:val="00F813D4"/>
    <w:rsid w:val="00F8167D"/>
    <w:rsid w:val="00F81E26"/>
    <w:rsid w:val="00F82590"/>
    <w:rsid w:val="00F8323C"/>
    <w:rsid w:val="00F83432"/>
    <w:rsid w:val="00F8351F"/>
    <w:rsid w:val="00F836A7"/>
    <w:rsid w:val="00F83A41"/>
    <w:rsid w:val="00F8410F"/>
    <w:rsid w:val="00F844C9"/>
    <w:rsid w:val="00F8496F"/>
    <w:rsid w:val="00F84DDE"/>
    <w:rsid w:val="00F84E5E"/>
    <w:rsid w:val="00F85AB2"/>
    <w:rsid w:val="00F8603C"/>
    <w:rsid w:val="00F865B8"/>
    <w:rsid w:val="00F86FF6"/>
    <w:rsid w:val="00F87D69"/>
    <w:rsid w:val="00F90D1E"/>
    <w:rsid w:val="00F91526"/>
    <w:rsid w:val="00F91D15"/>
    <w:rsid w:val="00F92764"/>
    <w:rsid w:val="00F92D89"/>
    <w:rsid w:val="00F935FC"/>
    <w:rsid w:val="00F938D4"/>
    <w:rsid w:val="00F93C4B"/>
    <w:rsid w:val="00F93DA1"/>
    <w:rsid w:val="00F9450A"/>
    <w:rsid w:val="00F94D84"/>
    <w:rsid w:val="00F94DC6"/>
    <w:rsid w:val="00F94F49"/>
    <w:rsid w:val="00F950F0"/>
    <w:rsid w:val="00F951A2"/>
    <w:rsid w:val="00F95857"/>
    <w:rsid w:val="00F958E5"/>
    <w:rsid w:val="00F960FC"/>
    <w:rsid w:val="00F97312"/>
    <w:rsid w:val="00F97FCD"/>
    <w:rsid w:val="00FA01A4"/>
    <w:rsid w:val="00FA045D"/>
    <w:rsid w:val="00FA0465"/>
    <w:rsid w:val="00FA0BB9"/>
    <w:rsid w:val="00FA124A"/>
    <w:rsid w:val="00FA16EC"/>
    <w:rsid w:val="00FA1746"/>
    <w:rsid w:val="00FA1B27"/>
    <w:rsid w:val="00FA1BB6"/>
    <w:rsid w:val="00FA2317"/>
    <w:rsid w:val="00FA248F"/>
    <w:rsid w:val="00FA26AF"/>
    <w:rsid w:val="00FA30BF"/>
    <w:rsid w:val="00FA3FBF"/>
    <w:rsid w:val="00FA447D"/>
    <w:rsid w:val="00FA498E"/>
    <w:rsid w:val="00FA4B46"/>
    <w:rsid w:val="00FA5776"/>
    <w:rsid w:val="00FA5951"/>
    <w:rsid w:val="00FA59F7"/>
    <w:rsid w:val="00FA5C7E"/>
    <w:rsid w:val="00FA60E7"/>
    <w:rsid w:val="00FA66F6"/>
    <w:rsid w:val="00FA709D"/>
    <w:rsid w:val="00FA774B"/>
    <w:rsid w:val="00FA7BA4"/>
    <w:rsid w:val="00FB0005"/>
    <w:rsid w:val="00FB0853"/>
    <w:rsid w:val="00FB0AAE"/>
    <w:rsid w:val="00FB0CC5"/>
    <w:rsid w:val="00FB0D3B"/>
    <w:rsid w:val="00FB125B"/>
    <w:rsid w:val="00FB1364"/>
    <w:rsid w:val="00FB1EDC"/>
    <w:rsid w:val="00FB1F76"/>
    <w:rsid w:val="00FB235A"/>
    <w:rsid w:val="00FB2DA7"/>
    <w:rsid w:val="00FB36CF"/>
    <w:rsid w:val="00FB377A"/>
    <w:rsid w:val="00FB3A36"/>
    <w:rsid w:val="00FB3A67"/>
    <w:rsid w:val="00FB4E04"/>
    <w:rsid w:val="00FB4EC1"/>
    <w:rsid w:val="00FB4F7A"/>
    <w:rsid w:val="00FB545E"/>
    <w:rsid w:val="00FB5623"/>
    <w:rsid w:val="00FB7279"/>
    <w:rsid w:val="00FB7D8D"/>
    <w:rsid w:val="00FC0314"/>
    <w:rsid w:val="00FC0480"/>
    <w:rsid w:val="00FC04A5"/>
    <w:rsid w:val="00FC0AFA"/>
    <w:rsid w:val="00FC0C16"/>
    <w:rsid w:val="00FC15BD"/>
    <w:rsid w:val="00FC1840"/>
    <w:rsid w:val="00FC1941"/>
    <w:rsid w:val="00FC2179"/>
    <w:rsid w:val="00FC2235"/>
    <w:rsid w:val="00FC2360"/>
    <w:rsid w:val="00FC2E97"/>
    <w:rsid w:val="00FC3BF8"/>
    <w:rsid w:val="00FC42D3"/>
    <w:rsid w:val="00FC491A"/>
    <w:rsid w:val="00FC5867"/>
    <w:rsid w:val="00FC59F1"/>
    <w:rsid w:val="00FC696D"/>
    <w:rsid w:val="00FC7254"/>
    <w:rsid w:val="00FC7AFF"/>
    <w:rsid w:val="00FC7BBF"/>
    <w:rsid w:val="00FD0671"/>
    <w:rsid w:val="00FD0960"/>
    <w:rsid w:val="00FD0AAB"/>
    <w:rsid w:val="00FD0B71"/>
    <w:rsid w:val="00FD0DB7"/>
    <w:rsid w:val="00FD190E"/>
    <w:rsid w:val="00FD1FC2"/>
    <w:rsid w:val="00FD2214"/>
    <w:rsid w:val="00FD240C"/>
    <w:rsid w:val="00FD24A3"/>
    <w:rsid w:val="00FD2587"/>
    <w:rsid w:val="00FD27D5"/>
    <w:rsid w:val="00FD2E7A"/>
    <w:rsid w:val="00FD30D8"/>
    <w:rsid w:val="00FD3167"/>
    <w:rsid w:val="00FD3378"/>
    <w:rsid w:val="00FD3652"/>
    <w:rsid w:val="00FD3B28"/>
    <w:rsid w:val="00FD3EA7"/>
    <w:rsid w:val="00FD497B"/>
    <w:rsid w:val="00FD51B8"/>
    <w:rsid w:val="00FD66AD"/>
    <w:rsid w:val="00FD6978"/>
    <w:rsid w:val="00FD6ED0"/>
    <w:rsid w:val="00FD714D"/>
    <w:rsid w:val="00FD728C"/>
    <w:rsid w:val="00FD747D"/>
    <w:rsid w:val="00FD758E"/>
    <w:rsid w:val="00FD792B"/>
    <w:rsid w:val="00FD797A"/>
    <w:rsid w:val="00FD7992"/>
    <w:rsid w:val="00FD7F86"/>
    <w:rsid w:val="00FE1598"/>
    <w:rsid w:val="00FE16A4"/>
    <w:rsid w:val="00FE18AD"/>
    <w:rsid w:val="00FE1960"/>
    <w:rsid w:val="00FE196E"/>
    <w:rsid w:val="00FE202B"/>
    <w:rsid w:val="00FE2050"/>
    <w:rsid w:val="00FE39BA"/>
    <w:rsid w:val="00FE4631"/>
    <w:rsid w:val="00FE4A88"/>
    <w:rsid w:val="00FE5BF4"/>
    <w:rsid w:val="00FE6121"/>
    <w:rsid w:val="00FE65F2"/>
    <w:rsid w:val="00FE6636"/>
    <w:rsid w:val="00FE6AD9"/>
    <w:rsid w:val="00FE7280"/>
    <w:rsid w:val="00FE7439"/>
    <w:rsid w:val="00FE75CC"/>
    <w:rsid w:val="00FE794B"/>
    <w:rsid w:val="00FF003C"/>
    <w:rsid w:val="00FF032F"/>
    <w:rsid w:val="00FF041F"/>
    <w:rsid w:val="00FF09E6"/>
    <w:rsid w:val="00FF0A75"/>
    <w:rsid w:val="00FF0B01"/>
    <w:rsid w:val="00FF0E1A"/>
    <w:rsid w:val="00FF1443"/>
    <w:rsid w:val="00FF149E"/>
    <w:rsid w:val="00FF1A65"/>
    <w:rsid w:val="00FF1A69"/>
    <w:rsid w:val="00FF25C7"/>
    <w:rsid w:val="00FF355E"/>
    <w:rsid w:val="00FF437E"/>
    <w:rsid w:val="00FF43EA"/>
    <w:rsid w:val="00FF4566"/>
    <w:rsid w:val="00FF50EA"/>
    <w:rsid w:val="00FF5291"/>
    <w:rsid w:val="00FF5983"/>
    <w:rsid w:val="00FF5EF9"/>
    <w:rsid w:val="00FF69A0"/>
    <w:rsid w:val="00FF6A82"/>
    <w:rsid w:val="00FF6B3C"/>
    <w:rsid w:val="00FF6D09"/>
    <w:rsid w:val="00FF6DF8"/>
    <w:rsid w:val="00FF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104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65ED"/>
    <w:pPr>
      <w:keepNext/>
      <w:outlineLvl w:val="0"/>
    </w:pPr>
    <w:rPr>
      <w:b/>
      <w:bCs/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65ED"/>
    <w:pPr>
      <w:keepNext/>
      <w:jc w:val="both"/>
      <w:outlineLvl w:val="1"/>
    </w:pPr>
    <w:rPr>
      <w:b/>
      <w:bCs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1049"/>
    <w:pPr>
      <w:keepNext/>
      <w:ind w:left="113" w:right="113"/>
      <w:jc w:val="both"/>
      <w:outlineLvl w:val="2"/>
    </w:pPr>
    <w:rPr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1049"/>
    <w:pPr>
      <w:keepNext/>
      <w:ind w:left="113" w:right="113"/>
      <w:jc w:val="center"/>
      <w:outlineLvl w:val="3"/>
    </w:pPr>
    <w:rPr>
      <w:b/>
      <w:bCs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65ED"/>
    <w:pPr>
      <w:keepNext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1049"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365ED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365ED"/>
    <w:pPr>
      <w:keepNext/>
      <w:jc w:val="center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365ED"/>
    <w:pPr>
      <w:keepNext/>
      <w:jc w:val="both"/>
      <w:outlineLvl w:val="8"/>
    </w:pPr>
    <w:rPr>
      <w:b/>
      <w:bCs/>
      <w:color w:val="000000"/>
      <w:sz w:val="20"/>
      <w:szCs w:val="20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65ED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65ED"/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7104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7104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365ED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7104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365ED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365ED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365ED"/>
    <w:rPr>
      <w:rFonts w:ascii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uiPriority w:val="99"/>
    <w:rsid w:val="0077104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7710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71049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5365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365ED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365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65E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365E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5365ED"/>
    <w:pPr>
      <w:ind w:firstLine="720"/>
    </w:pPr>
    <w:rPr>
      <w:rFonts w:ascii="Consultant" w:eastAsia="Times New Roman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365ED"/>
    <w:pPr>
      <w:spacing w:after="12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365ED"/>
    <w:rPr>
      <w:rFonts w:ascii="Times New Roman" w:hAnsi="Times New Roman" w:cs="Times New Roman"/>
      <w:sz w:val="28"/>
      <w:szCs w:val="28"/>
      <w:lang w:eastAsia="ru-RU"/>
    </w:rPr>
  </w:style>
  <w:style w:type="paragraph" w:styleId="BodyText2">
    <w:name w:val="Body Text 2"/>
    <w:basedOn w:val="Normal"/>
    <w:link w:val="BodyText2Char"/>
    <w:uiPriority w:val="99"/>
    <w:rsid w:val="005365ED"/>
    <w:pPr>
      <w:spacing w:line="360" w:lineRule="auto"/>
      <w:jc w:val="both"/>
    </w:pPr>
    <w:rPr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65ED"/>
    <w:rPr>
      <w:rFonts w:ascii="Times New Roman" w:hAnsi="Times New Roman" w:cs="Times New Roman"/>
      <w:sz w:val="26"/>
      <w:szCs w:val="2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5365ED"/>
    <w:pPr>
      <w:spacing w:line="360" w:lineRule="auto"/>
      <w:ind w:firstLine="703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365ED"/>
    <w:rPr>
      <w:rFonts w:ascii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365ED"/>
    <w:pPr>
      <w:jc w:val="center"/>
    </w:pPr>
    <w:rPr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65ED"/>
    <w:rPr>
      <w:rFonts w:ascii="Times New Roman" w:hAnsi="Times New Roman" w:cs="Times New Roman"/>
      <w:b/>
      <w:bCs/>
      <w:sz w:val="40"/>
      <w:szCs w:val="40"/>
      <w:lang w:eastAsia="ru-RU"/>
    </w:rPr>
  </w:style>
  <w:style w:type="paragraph" w:styleId="BlockText">
    <w:name w:val="Block Text"/>
    <w:basedOn w:val="Normal"/>
    <w:uiPriority w:val="99"/>
    <w:rsid w:val="005365ED"/>
    <w:pPr>
      <w:ind w:left="-116" w:right="-172"/>
    </w:pPr>
    <w:rPr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rsid w:val="005365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365ED"/>
    <w:rPr>
      <w:rFonts w:ascii="Courier" w:hAnsi="Courier" w:cs="Courier"/>
      <w:color w:val="00000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365ED"/>
    <w:pPr>
      <w:ind w:firstLine="708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365ED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5365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99"/>
    <w:rsid w:val="005365ED"/>
    <w:pPr>
      <w:framePr w:hSpace="180" w:wrap="around" w:vAnchor="text" w:hAnchor="margin" w:xAlign="center" w:y="267"/>
      <w:suppressOverlap/>
      <w:jc w:val="right"/>
    </w:pPr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5365ED"/>
    <w:pPr>
      <w:ind w:firstLine="708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365ED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uiPriority w:val="99"/>
    <w:locked/>
    <w:rsid w:val="005365ED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">
    <w:name w:val="Знак Знак"/>
    <w:basedOn w:val="DefaultParagraphFont"/>
    <w:uiPriority w:val="99"/>
    <w:rsid w:val="005365ED"/>
    <w:rPr>
      <w:rFonts w:cs="Times New Roman"/>
      <w:sz w:val="24"/>
      <w:szCs w:val="24"/>
    </w:rPr>
  </w:style>
  <w:style w:type="character" w:customStyle="1" w:styleId="2">
    <w:name w:val="Знак Знак2"/>
    <w:basedOn w:val="DefaultParagraphFont"/>
    <w:uiPriority w:val="99"/>
    <w:rsid w:val="005365ED"/>
    <w:rPr>
      <w:rFonts w:cs="Times New Roman"/>
      <w:b/>
      <w:bCs/>
      <w:color w:val="000000"/>
      <w:sz w:val="24"/>
      <w:szCs w:val="24"/>
    </w:rPr>
  </w:style>
  <w:style w:type="character" w:customStyle="1" w:styleId="1">
    <w:name w:val="Знак Знак1"/>
    <w:basedOn w:val="DefaultParagraphFont"/>
    <w:uiPriority w:val="99"/>
    <w:rsid w:val="005365ED"/>
    <w:rPr>
      <w:rFonts w:cs="Times New Roman"/>
      <w:b/>
      <w:bCs/>
      <w:sz w:val="24"/>
      <w:szCs w:val="24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5365E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365ED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Caption">
    <w:name w:val="caption"/>
    <w:basedOn w:val="Normal"/>
    <w:next w:val="Normal"/>
    <w:uiPriority w:val="99"/>
    <w:qFormat/>
    <w:rsid w:val="005365ED"/>
    <w:rPr>
      <w:color w:val="000000"/>
      <w:sz w:val="28"/>
      <w:szCs w:val="16"/>
    </w:rPr>
  </w:style>
  <w:style w:type="character" w:styleId="PageNumber">
    <w:name w:val="page number"/>
    <w:basedOn w:val="DefaultParagraphFont"/>
    <w:uiPriority w:val="99"/>
    <w:rsid w:val="005365ED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5365ED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5365E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365ED"/>
    <w:rPr>
      <w:rFonts w:ascii="Courier New" w:hAnsi="Courier New" w:cs="Courier New"/>
      <w:sz w:val="20"/>
      <w:szCs w:val="20"/>
      <w:lang w:eastAsia="ru-RU"/>
    </w:rPr>
  </w:style>
  <w:style w:type="paragraph" w:customStyle="1" w:styleId="a0">
    <w:name w:val="Îáû÷íûé"/>
    <w:uiPriority w:val="99"/>
    <w:rsid w:val="005365ED"/>
    <w:rPr>
      <w:rFonts w:ascii="Times New Roman" w:eastAsia="Times New Roman" w:hAnsi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5365ED"/>
    <w:pPr>
      <w:jc w:val="both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365ED"/>
    <w:rPr>
      <w:rFonts w:ascii="Times New Roman" w:hAnsi="Times New Roman" w:cs="Times New Roman"/>
      <w:b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rsid w:val="005365E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365E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365ED"/>
    <w:rPr>
      <w:rFonts w:ascii="Times New Roman" w:hAnsi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EndnoteTextChar"/>
    <w:uiPriority w:val="99"/>
    <w:rsid w:val="005365E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365ED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5365ED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536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365ED"/>
    <w:rPr>
      <w:rFonts w:ascii="Tahoma" w:hAnsi="Tahoma" w:cs="Tahoma"/>
      <w:sz w:val="16"/>
      <w:szCs w:val="16"/>
      <w:lang w:eastAsia="ru-RU"/>
    </w:rPr>
  </w:style>
  <w:style w:type="paragraph" w:customStyle="1" w:styleId="20">
    <w:name w:val="çàãîëîâîê 2"/>
    <w:basedOn w:val="Normal"/>
    <w:next w:val="Normal"/>
    <w:uiPriority w:val="99"/>
    <w:rsid w:val="005365ED"/>
    <w:pPr>
      <w:keepNext/>
      <w:spacing w:before="120" w:line="360" w:lineRule="auto"/>
      <w:jc w:val="both"/>
    </w:pPr>
  </w:style>
  <w:style w:type="table" w:styleId="TableGrid">
    <w:name w:val="Table Grid"/>
    <w:basedOn w:val="TableNormal"/>
    <w:uiPriority w:val="99"/>
    <w:rsid w:val="005365E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6012E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012E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30AC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630AC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1">
    <w:name w:val="Знак Знак Знак Знак Знак Знак"/>
    <w:basedOn w:val="Normal"/>
    <w:uiPriority w:val="99"/>
    <w:rsid w:val="00C13AB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5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244</Words>
  <Characters>1392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Герасимов</cp:lastModifiedBy>
  <cp:revision>3</cp:revision>
  <cp:lastPrinted>2017-06-08T12:02:00Z</cp:lastPrinted>
  <dcterms:created xsi:type="dcterms:W3CDTF">2018-04-05T12:43:00Z</dcterms:created>
  <dcterms:modified xsi:type="dcterms:W3CDTF">2018-04-26T11:20:00Z</dcterms:modified>
</cp:coreProperties>
</file>